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8AFCD" w14:textId="3A5EEE2A" w:rsidR="00C2111F" w:rsidRDefault="006E791E" w:rsidP="006E791E">
      <w:pPr>
        <w:pStyle w:val="Heading1"/>
      </w:pPr>
      <w:r>
        <w:t>Data Tables – Health Care Workers Survey</w:t>
      </w:r>
    </w:p>
    <w:p w14:paraId="3CE8DC39" w14:textId="10DCD6F3" w:rsidR="006E791E" w:rsidRDefault="006E791E" w:rsidP="006E791E">
      <w:pPr>
        <w:pStyle w:val="Heading2"/>
      </w:pPr>
      <w:r>
        <w:t>Data Notes</w:t>
      </w:r>
    </w:p>
    <w:p w14:paraId="5778CF2A" w14:textId="77777777" w:rsidR="006E791E" w:rsidRDefault="006E791E" w:rsidP="006E791E">
      <w:pPr>
        <w:pStyle w:val="ListParagraph"/>
        <w:numPr>
          <w:ilvl w:val="0"/>
          <w:numId w:val="1"/>
        </w:numPr>
      </w:pPr>
      <w:r>
        <w:t xml:space="preserve">Figures have been rounded to the </w:t>
      </w:r>
      <w:proofErr w:type="gramStart"/>
      <w:r>
        <w:t>nearest  percentage</w:t>
      </w:r>
      <w:proofErr w:type="gramEnd"/>
      <w:r>
        <w:t xml:space="preserve"> point and values less than 1% are shown as &lt;1%.</w:t>
      </w:r>
    </w:p>
    <w:p w14:paraId="77EA4BB5" w14:textId="4F5DFA6C" w:rsidR="00292DC4" w:rsidRDefault="00292DC4" w:rsidP="006E791E">
      <w:pPr>
        <w:pStyle w:val="ListParagraph"/>
        <w:numPr>
          <w:ilvl w:val="0"/>
          <w:numId w:val="1"/>
        </w:numPr>
      </w:pPr>
      <w:r>
        <w:t>Open ended questions have not been included in this analysis.</w:t>
      </w:r>
    </w:p>
    <w:p w14:paraId="398C0A07" w14:textId="42627D97" w:rsidR="006E791E" w:rsidRDefault="006E791E" w:rsidP="006E791E">
      <w:pPr>
        <w:pStyle w:val="ListParagraph"/>
        <w:numPr>
          <w:ilvl w:val="0"/>
          <w:numId w:val="1"/>
        </w:numPr>
      </w:pPr>
      <w:r>
        <w:t xml:space="preserve">Across the survey, the questions were optional and not every survey question or demographic question was answered by all respondents. As a result, base numbers vary and are presented for each question. </w:t>
      </w:r>
    </w:p>
    <w:p w14:paraId="4C697F8A" w14:textId="77777777" w:rsidR="006E791E" w:rsidRDefault="006E791E" w:rsidP="006E791E">
      <w:pPr>
        <w:pStyle w:val="ListParagraph"/>
        <w:numPr>
          <w:ilvl w:val="0"/>
          <w:numId w:val="1"/>
        </w:numPr>
      </w:pPr>
      <w:r>
        <w:t xml:space="preserve">The sum of questions responses does not always add to 100% due to rounding. </w:t>
      </w:r>
    </w:p>
    <w:p w14:paraId="137638AE" w14:textId="10260DD6" w:rsidR="000C5BAA" w:rsidRDefault="006E791E" w:rsidP="000C5BAA">
      <w:pPr>
        <w:pStyle w:val="ListParagraph"/>
        <w:numPr>
          <w:ilvl w:val="0"/>
          <w:numId w:val="1"/>
        </w:numPr>
      </w:pPr>
      <w:r>
        <w:t>Multiple choice questions will not add to 100% and are marked with an asterisk (*).</w:t>
      </w:r>
    </w:p>
    <w:tbl>
      <w:tblPr>
        <w:tblW w:w="9420" w:type="dxa"/>
        <w:tblLook w:val="04A0" w:firstRow="1" w:lastRow="0" w:firstColumn="1" w:lastColumn="0" w:noHBand="0" w:noVBand="1"/>
      </w:tblPr>
      <w:tblGrid>
        <w:gridCol w:w="8500"/>
        <w:gridCol w:w="920"/>
      </w:tblGrid>
      <w:tr w:rsidR="000C5BAA" w:rsidRPr="000C5BAA" w14:paraId="3418C4BA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2C271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A3AA7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72221C3F" w14:textId="77777777" w:rsidTr="000C5BAA">
        <w:trPr>
          <w:trHeight w:val="315"/>
        </w:trPr>
        <w:tc>
          <w:tcPr>
            <w:tcW w:w="8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3CCEB"/>
            <w:vAlign w:val="center"/>
            <w:hideMark/>
          </w:tcPr>
          <w:p w14:paraId="353FE5E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lang w:eastAsia="en-AU"/>
              </w:rPr>
              <w:t>Question and response categories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3CCEB"/>
            <w:vAlign w:val="center"/>
            <w:hideMark/>
          </w:tcPr>
          <w:p w14:paraId="6F6433B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0C5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All (%)</w:t>
            </w:r>
          </w:p>
        </w:tc>
      </w:tr>
      <w:tr w:rsidR="000C5BAA" w:rsidRPr="000C5BAA" w14:paraId="48990254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1A2927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Q2. 1. What sex were you assigned at birth?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74D91F7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66CE01F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FB322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FA94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77622D8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82DBC7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Female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3FE5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90%</w:t>
            </w:r>
          </w:p>
        </w:tc>
      </w:tr>
      <w:tr w:rsidR="000C5BAA" w:rsidRPr="000C5BAA" w14:paraId="4C206A8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792B33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Male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AFBF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7%</w:t>
            </w:r>
          </w:p>
        </w:tc>
      </w:tr>
      <w:tr w:rsidR="000C5BAA" w:rsidRPr="000C5BAA" w14:paraId="7B30E3D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2A2867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C840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66DB3C9D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A29CC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48F54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406AC3D8" w14:textId="77777777" w:rsidTr="000C5BAA">
        <w:trPr>
          <w:trHeight w:val="285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3B14E9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Q4. 2. What is your gender identity?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4420FBD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7C3AE28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AE813A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6D3E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404</w:t>
            </w:r>
          </w:p>
        </w:tc>
      </w:tr>
      <w:tr w:rsidR="000C5BAA" w:rsidRPr="000C5BAA" w14:paraId="4F530D8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126BE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Woman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262B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91%</w:t>
            </w:r>
          </w:p>
        </w:tc>
      </w:tr>
      <w:tr w:rsidR="000C5BAA" w:rsidRPr="000C5BAA" w14:paraId="5FF81C5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3AF39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F07B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0C5BAA" w:rsidRPr="000C5BAA" w14:paraId="1587FD2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C63670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Non-binary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7CD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40D673D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D085103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Transgender woman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8934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22E0C19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27CF2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3249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65BF539B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70029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140CA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7E15106E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7F7536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Q6. 3. Do you identify as LGBTQIA+?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648489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7E8CAD0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2454C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54A3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7DA5ECCF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5D6638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4C2E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0C5BAA" w:rsidRPr="000C5BAA" w14:paraId="7083D70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7AB9AF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24B6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81%</w:t>
            </w:r>
          </w:p>
        </w:tc>
      </w:tr>
      <w:tr w:rsidR="000C5BAA" w:rsidRPr="000C5BAA" w14:paraId="3BE899D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DC35B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5FDD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0C5BAA" w:rsidRPr="000C5BAA" w14:paraId="3E7CB065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563B54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Don't know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E90F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7805317B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87E9E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5539C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235D8922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A48232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Q8. 5. What age range are you in?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3C79AFE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2B9B029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662A5E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2A25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754F29F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4BFB8B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18-29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E3E7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0C5BAA" w:rsidRPr="000C5BAA" w14:paraId="1E3040C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0A586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30 - 39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F2A2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40%</w:t>
            </w:r>
          </w:p>
        </w:tc>
      </w:tr>
      <w:tr w:rsidR="000C5BAA" w:rsidRPr="000C5BAA" w14:paraId="105C2AA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31F7BF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40 - 49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A31F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24%</w:t>
            </w:r>
          </w:p>
        </w:tc>
      </w:tr>
      <w:tr w:rsidR="000C5BAA" w:rsidRPr="000C5BAA" w14:paraId="38030AF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ADBF7B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50 - 59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A2AA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0C5BAA" w:rsidRPr="000C5BAA" w14:paraId="5EBE187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C90F8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60 - 69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4BD4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0C5BAA" w:rsidRPr="000C5BAA" w14:paraId="3E41567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DBD9EF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70 - 79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84EBC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37A090F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B9E063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80+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14BA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</w:tbl>
    <w:p w14:paraId="4A2501D7" w14:textId="77777777" w:rsidR="000C5BAA" w:rsidRDefault="000C5BAA">
      <w:r>
        <w:br w:type="page"/>
      </w:r>
    </w:p>
    <w:tbl>
      <w:tblPr>
        <w:tblW w:w="9420" w:type="dxa"/>
        <w:tblLook w:val="04A0" w:firstRow="1" w:lastRow="0" w:firstColumn="1" w:lastColumn="0" w:noHBand="0" w:noVBand="1"/>
      </w:tblPr>
      <w:tblGrid>
        <w:gridCol w:w="8500"/>
        <w:gridCol w:w="920"/>
      </w:tblGrid>
      <w:tr w:rsidR="000C5BAA" w:rsidRPr="000C5BAA" w14:paraId="1663BC21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FF19E" w14:textId="102081EC" w:rsid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  <w:p w14:paraId="25E58C1A" w14:textId="77777777" w:rsidR="000C5BAA" w:rsidRPr="000C5BAA" w:rsidRDefault="000C5BAA" w:rsidP="000C5B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C8268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6FDEF991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B350AA5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Q9. 6. Are you Aboriginal and/or Torres Strait Islander?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CE6087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7ACCB4B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8192F0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EFDD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7B62843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3E80C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EAB6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7526906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D76AD6A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76BF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96%</w:t>
            </w:r>
          </w:p>
        </w:tc>
      </w:tr>
      <w:tr w:rsidR="000C5BAA" w:rsidRPr="000C5BAA" w14:paraId="4B4E878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7E311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EBE7C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4A59DE86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B2B9F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3E8E1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1A92C8F3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74BA8BE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Q10. 7. Do you identify as culturally and linguistically diverse?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3395F2D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27EB621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33E2C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EBCB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0B48E97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1F1ED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EFC11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  <w:tr w:rsidR="000C5BAA" w:rsidRPr="000C5BAA" w14:paraId="3CFD5E9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731A3DF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85E7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79%</w:t>
            </w:r>
          </w:p>
        </w:tc>
      </w:tr>
      <w:tr w:rsidR="000C5BAA" w:rsidRPr="000C5BAA" w14:paraId="276C590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F2197E5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D276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55B9D26F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A04281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403FC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524EB747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54CACEC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Q11. 8. What cultural background or ethnicity do you identify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with?*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036B9C1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2718502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0D9F1B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BBC6C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451A0FA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C6D41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Australian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4130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75%</w:t>
            </w:r>
          </w:p>
        </w:tc>
      </w:tr>
      <w:tr w:rsidR="000C5BAA" w:rsidRPr="000C5BAA" w14:paraId="61248D1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D7C1B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English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FD5A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8%</w:t>
            </w:r>
          </w:p>
        </w:tc>
      </w:tr>
      <w:tr w:rsidR="000C5BAA" w:rsidRPr="000C5BAA" w14:paraId="24FE2FB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246476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Irish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E519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0C5BAA" w:rsidRPr="000C5BAA" w14:paraId="4930D3A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679F33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Scottish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74A6D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0C5BAA" w:rsidRPr="000C5BAA" w14:paraId="2584AFD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358AA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Italian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6389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1BE3360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E59FE60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Chinese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0A91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7A31B44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69BF17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Indian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A92E1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2%</w:t>
            </w:r>
          </w:p>
        </w:tc>
      </w:tr>
      <w:tr w:rsidR="000C5BAA" w:rsidRPr="000C5BAA" w14:paraId="660C4867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FDEE3C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Greek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4780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1%</w:t>
            </w:r>
          </w:p>
        </w:tc>
      </w:tr>
      <w:tr w:rsidR="000C5BAA" w:rsidRPr="000C5BAA" w14:paraId="55B72CA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427E4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Vietnamese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3EC2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1%</w:t>
            </w:r>
          </w:p>
        </w:tc>
      </w:tr>
      <w:tr w:rsidR="000C5BAA" w:rsidRPr="000C5BAA" w14:paraId="71A7497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F39938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Turkish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DE50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&lt;1%</w:t>
            </w:r>
          </w:p>
        </w:tc>
      </w:tr>
      <w:tr w:rsidR="000C5BAA" w:rsidRPr="000C5BAA" w14:paraId="5759130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BABFA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German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7976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&lt;1%</w:t>
            </w:r>
          </w:p>
        </w:tc>
      </w:tr>
      <w:tr w:rsidR="000C5BAA" w:rsidRPr="000C5BAA" w14:paraId="70A9F71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3CCD7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 (please specify)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4003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15%</w:t>
            </w:r>
          </w:p>
        </w:tc>
      </w:tr>
      <w:tr w:rsidR="000C5BAA" w:rsidRPr="000C5BAA" w14:paraId="02881EB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379A39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4ED1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5%</w:t>
            </w:r>
          </w:p>
        </w:tc>
      </w:tr>
      <w:tr w:rsidR="000C5BAA" w:rsidRPr="000C5BAA" w14:paraId="12998DC8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0E1A8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1CB006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31956709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27E0DC9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13. 9. Are you a person living with a disability?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787B69C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00ADAC0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B9E8E3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3054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79A9884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1ADC72A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Yes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BE4D5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0C5BAA" w:rsidRPr="000C5BAA" w14:paraId="3B47EDE6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DD546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B145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88%</w:t>
            </w:r>
          </w:p>
        </w:tc>
      </w:tr>
      <w:tr w:rsidR="000C5BAA" w:rsidRPr="000C5BAA" w14:paraId="5524415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17E756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Prefer not to say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B0ED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124C2D1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EA8EB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Don't know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2484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</w:tbl>
    <w:p w14:paraId="750BD2A0" w14:textId="77777777" w:rsidR="000C5BAA" w:rsidRDefault="000C5BAA">
      <w:r>
        <w:br w:type="page"/>
      </w:r>
    </w:p>
    <w:tbl>
      <w:tblPr>
        <w:tblW w:w="9420" w:type="dxa"/>
        <w:tblLook w:val="04A0" w:firstRow="1" w:lastRow="0" w:firstColumn="1" w:lastColumn="0" w:noHBand="0" w:noVBand="1"/>
      </w:tblPr>
      <w:tblGrid>
        <w:gridCol w:w="8500"/>
        <w:gridCol w:w="920"/>
      </w:tblGrid>
      <w:tr w:rsidR="000C5BAA" w:rsidRPr="000C5BAA" w14:paraId="328A765E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6B1FB5" w14:textId="08C47D69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C0D64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5380EC53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4EBC11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Q15. 1. What is your clinical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role?*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35BCAD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3130805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3F706A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791C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5DAF634F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B79B63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Nurse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0F76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36%</w:t>
            </w:r>
          </w:p>
        </w:tc>
      </w:tr>
      <w:tr w:rsidR="000C5BAA" w:rsidRPr="000C5BAA" w14:paraId="1C05ED5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C81BF7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Physiotherapist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A218E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13%</w:t>
            </w:r>
          </w:p>
        </w:tc>
      </w:tr>
      <w:tr w:rsidR="000C5BAA" w:rsidRPr="000C5BAA" w14:paraId="69A6C6E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A6F41F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General Practitioner (GP)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2FB1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0C5BAA" w:rsidRPr="000C5BAA" w14:paraId="21ADEBB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29F5FF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Psychologist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EFC3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0C5BAA" w:rsidRPr="000C5BAA" w14:paraId="01C7904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838DED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Mental health clinician or counsellor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AA92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4%</w:t>
            </w:r>
          </w:p>
        </w:tc>
      </w:tr>
      <w:tr w:rsidR="000C5BAA" w:rsidRPr="000C5BAA" w14:paraId="15BA091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FF721E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Gynaecologist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D600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77DF7FF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FABC2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Paramedic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1CC8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4B37F127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43D711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Occupational Therapist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9308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6A1A190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2B48E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Complementary or alternative therapies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8705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2%</w:t>
            </w:r>
          </w:p>
        </w:tc>
      </w:tr>
      <w:tr w:rsidR="000C5BAA" w:rsidRPr="000C5BAA" w14:paraId="7DC1418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63E616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Disability service provider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B9A0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780271F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9FAE3D3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Aboriginal Health Practitioner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3207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3B080A17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0DA012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 Allied Health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BA79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0C5BAA" w:rsidRPr="000C5BAA" w14:paraId="4936389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E77F8D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proofErr w:type="gramStart"/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</w:t>
            </w:r>
            <w:proofErr w:type="gramEnd"/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 specialist doctor (please specify)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1F37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0C5BAA" w:rsidRPr="000C5BAA" w14:paraId="06054E0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0266F5F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 (please specify)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B59E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14%</w:t>
            </w:r>
          </w:p>
        </w:tc>
      </w:tr>
      <w:tr w:rsidR="000C5BAA" w:rsidRPr="000C5BAA" w14:paraId="495B3929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8E811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A1097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7C4571A0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4BACBE9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Q17. 2. For how long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have you</w:t>
            </w:r>
            <w:proofErr w:type="gramEnd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 been practicing in this area?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3D18D23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27F32F5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250BA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DABC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50E96DB6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76C95E5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Less than 1 year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F31E1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2%</w:t>
            </w:r>
          </w:p>
        </w:tc>
      </w:tr>
      <w:tr w:rsidR="000C5BAA" w:rsidRPr="000C5BAA" w14:paraId="3AD2FD7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622CB5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1-3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EA0FE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  <w:tr w:rsidR="000C5BAA" w:rsidRPr="000C5BAA" w14:paraId="60B923E6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B520210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3-5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5FF2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0C5BAA" w:rsidRPr="000C5BAA" w14:paraId="7F04BAF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A30E0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5-10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D72A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22%</w:t>
            </w:r>
          </w:p>
        </w:tc>
      </w:tr>
      <w:tr w:rsidR="000C5BAA" w:rsidRPr="000C5BAA" w14:paraId="0313607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385CCC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10-15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DE4E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22%</w:t>
            </w:r>
          </w:p>
        </w:tc>
      </w:tr>
      <w:tr w:rsidR="000C5BAA" w:rsidRPr="000C5BAA" w14:paraId="7E303F3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677F8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15-20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44BE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10%</w:t>
            </w:r>
          </w:p>
        </w:tc>
      </w:tr>
      <w:tr w:rsidR="000C5BAA" w:rsidRPr="000C5BAA" w14:paraId="095989D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BF7306D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than 20 years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985A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20%</w:t>
            </w:r>
          </w:p>
        </w:tc>
      </w:tr>
      <w:tr w:rsidR="000C5BAA" w:rsidRPr="000C5BAA" w14:paraId="26C0F5FC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0A219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6D2C7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47A9F9DC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53A9884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18. 3. What best describes the setting(s) you practice in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currently?*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29DE13CA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3E27314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EE33FB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044A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23B91A5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099825A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Public hospital acute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A743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39%</w:t>
            </w:r>
          </w:p>
        </w:tc>
      </w:tr>
      <w:tr w:rsidR="000C5BAA" w:rsidRPr="000C5BAA" w14:paraId="4295EA4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F33DE4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Private practice/clinic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E2E5C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32%</w:t>
            </w:r>
          </w:p>
        </w:tc>
      </w:tr>
      <w:tr w:rsidR="000C5BAA" w:rsidRPr="000C5BAA" w14:paraId="4CD74DC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C49AC5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Public hospital outpatients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64E5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18%</w:t>
            </w:r>
          </w:p>
        </w:tc>
      </w:tr>
      <w:tr w:rsidR="000C5BAA" w:rsidRPr="000C5BAA" w14:paraId="716FE96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AD052D0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Community health service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5FAB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0C5BAA" w:rsidRPr="000C5BAA" w14:paraId="7357A65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D5A646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Public hospital community services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B3FB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12%</w:t>
            </w:r>
          </w:p>
        </w:tc>
      </w:tr>
      <w:tr w:rsidR="000C5BAA" w:rsidRPr="000C5BAA" w14:paraId="58B6378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495628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Public hospital subacute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17F8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0C5BAA" w:rsidRPr="000C5BAA" w14:paraId="60BA25C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17C4B9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Private hospital acute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BF59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6%</w:t>
            </w:r>
          </w:p>
        </w:tc>
      </w:tr>
      <w:tr w:rsidR="000C5BAA" w:rsidRPr="000C5BAA" w14:paraId="1B1B4C4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04847D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Private hospital subacute or rehab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8E94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2%</w:t>
            </w:r>
          </w:p>
        </w:tc>
      </w:tr>
      <w:tr w:rsidR="000C5BAA" w:rsidRPr="000C5BAA" w14:paraId="1850DE2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148F0D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Private hospital outpatients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C4DC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2%</w:t>
            </w:r>
          </w:p>
        </w:tc>
      </w:tr>
      <w:tr w:rsidR="000C5BAA" w:rsidRPr="000C5BAA" w14:paraId="39B8B8E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67641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Aboriginal </w:t>
            </w:r>
            <w:proofErr w:type="gramStart"/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community controlled</w:t>
            </w:r>
            <w:proofErr w:type="gramEnd"/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 xml:space="preserve"> organisation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E19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0C5BAA">
              <w:rPr>
                <w:rFonts w:ascii="Calibri" w:eastAsia="Times New Roman" w:hAnsi="Calibri" w:cs="Calibri"/>
                <w:color w:val="000000"/>
                <w:lang w:eastAsia="en-AU"/>
              </w:rPr>
              <w:t>n≤5</w:t>
            </w:r>
          </w:p>
        </w:tc>
      </w:tr>
      <w:tr w:rsidR="000C5BAA" w:rsidRPr="000C5BAA" w14:paraId="1DA24B13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E9AD42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 (please specify)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9D2A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9%</w:t>
            </w:r>
          </w:p>
        </w:tc>
      </w:tr>
    </w:tbl>
    <w:p w14:paraId="3EAEED9C" w14:textId="77777777" w:rsidR="000C5BAA" w:rsidRDefault="000C5BAA">
      <w:r>
        <w:br w:type="page"/>
      </w:r>
    </w:p>
    <w:tbl>
      <w:tblPr>
        <w:tblW w:w="9420" w:type="dxa"/>
        <w:tblLook w:val="04A0" w:firstRow="1" w:lastRow="0" w:firstColumn="1" w:lastColumn="0" w:noHBand="0" w:noVBand="1"/>
      </w:tblPr>
      <w:tblGrid>
        <w:gridCol w:w="8500"/>
        <w:gridCol w:w="920"/>
      </w:tblGrid>
      <w:tr w:rsidR="000C5BAA" w:rsidRPr="000C5BAA" w14:paraId="19CA6391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26D08C" w14:textId="619C27C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B70FD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206BD28E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045A7A5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Q19. 4. What postcode do you primarily work in? (recoded to regional status)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1E14D63E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77E234A1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37956B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1A9F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427E52B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C0A04C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Major Cities of Australia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5ABD7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62%</w:t>
            </w:r>
          </w:p>
        </w:tc>
      </w:tr>
      <w:tr w:rsidR="000C5BAA" w:rsidRPr="000C5BAA" w14:paraId="37C88BC7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338EB4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Inner Regional Australia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6319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24%</w:t>
            </w:r>
          </w:p>
        </w:tc>
      </w:tr>
      <w:tr w:rsidR="000C5BAA" w:rsidRPr="000C5BAA" w14:paraId="0BA3F1F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3A724B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Outer Regional Australia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7542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3%</w:t>
            </w:r>
          </w:p>
        </w:tc>
      </w:tr>
      <w:tr w:rsidR="000C5BAA" w:rsidRPr="000C5BAA" w14:paraId="438D6187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B86B1D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No answer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0D9B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11%</w:t>
            </w:r>
          </w:p>
        </w:tc>
      </w:tr>
      <w:tr w:rsidR="000C5BAA" w:rsidRPr="000C5BAA" w14:paraId="542E6231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E3514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21DCF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735AA3FA" w14:textId="77777777" w:rsidTr="000C5BAA">
        <w:trPr>
          <w:trHeight w:val="300"/>
        </w:trPr>
        <w:tc>
          <w:tcPr>
            <w:tcW w:w="8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1279E365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Q23. 7. What are the barriers to patients receiving good pain management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care?*</w:t>
            </w:r>
            <w:proofErr w:type="gram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noWrap/>
            <w:vAlign w:val="bottom"/>
            <w:hideMark/>
          </w:tcPr>
          <w:p w14:paraId="69155B40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 </w:t>
            </w:r>
          </w:p>
        </w:tc>
      </w:tr>
      <w:tr w:rsidR="000C5BAA" w:rsidRPr="000C5BAA" w14:paraId="1DC5A51F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751A61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D3BA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2D6FEC0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25C65FC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Knowledge and skill of available clinicians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1589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70%</w:t>
            </w:r>
          </w:p>
        </w:tc>
      </w:tr>
      <w:tr w:rsidR="000C5BAA" w:rsidRPr="000C5BAA" w14:paraId="298E607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9BF70E3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Waiting lists and appointment availability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A76D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65%</w:t>
            </w:r>
          </w:p>
        </w:tc>
      </w:tr>
      <w:tr w:rsidR="000C5BAA" w:rsidRPr="000C5BAA" w14:paraId="01C4730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618665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Cost of accessing care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AF20C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65%</w:t>
            </w:r>
          </w:p>
        </w:tc>
      </w:tr>
      <w:tr w:rsidR="000C5BAA" w:rsidRPr="000C5BAA" w14:paraId="2C782AE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7E988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Time constraints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D8FF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64%</w:t>
            </w:r>
          </w:p>
        </w:tc>
      </w:tr>
      <w:tr w:rsidR="000C5BAA" w:rsidRPr="000C5BAA" w14:paraId="5BB8AE2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912C0A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Stigma and bias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58D3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62%</w:t>
            </w:r>
          </w:p>
        </w:tc>
      </w:tr>
      <w:tr w:rsidR="000C5BAA" w:rsidRPr="000C5BAA" w14:paraId="4AFEDAE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56FD3F1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Poor access to appropriate specialists to refer to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B49E6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57%</w:t>
            </w:r>
          </w:p>
        </w:tc>
      </w:tr>
      <w:tr w:rsidR="000C5BAA" w:rsidRPr="000C5BAA" w14:paraId="1BC81FBE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E202A9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Perceived lack of trust in healthcare providers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F449E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54%</w:t>
            </w:r>
          </w:p>
        </w:tc>
      </w:tr>
      <w:tr w:rsidR="000C5BAA" w:rsidRPr="000C5BAA" w14:paraId="443E1160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776744B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Poor access to training to improve pain management knowledge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84AE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53%</w:t>
            </w:r>
          </w:p>
        </w:tc>
      </w:tr>
      <w:tr w:rsidR="000C5BAA" w:rsidRPr="000C5BAA" w14:paraId="0273E885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2D761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Staffing shortages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7ADD1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44%</w:t>
            </w:r>
          </w:p>
        </w:tc>
      </w:tr>
      <w:tr w:rsidR="000C5BAA" w:rsidRPr="000C5BAA" w14:paraId="48546DF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33ABF5A2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Knowledge of local services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B0DFC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38%</w:t>
            </w:r>
          </w:p>
        </w:tc>
      </w:tr>
      <w:tr w:rsidR="000C5BAA" w:rsidRPr="000C5BAA" w14:paraId="09CFF36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A0C5CE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Availability of culturally safe care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4C32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35%</w:t>
            </w:r>
          </w:p>
        </w:tc>
      </w:tr>
      <w:tr w:rsidR="000C5BAA" w:rsidRPr="000C5BAA" w14:paraId="687DC275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9B9ABD6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Other (please specify)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1D60F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16%</w:t>
            </w:r>
          </w:p>
        </w:tc>
      </w:tr>
      <w:tr w:rsidR="000C5BAA" w:rsidRPr="000C5BAA" w14:paraId="05F327AE" w14:textId="77777777" w:rsidTr="000C5BAA">
        <w:trPr>
          <w:trHeight w:val="31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9E782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33A60" w14:textId="77777777" w:rsidR="000C5BAA" w:rsidRPr="000C5BAA" w:rsidRDefault="000C5BAA" w:rsidP="000C5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0C5BAA" w:rsidRPr="000C5BAA" w14:paraId="0335F487" w14:textId="77777777" w:rsidTr="000C5BAA">
        <w:trPr>
          <w:trHeight w:val="600"/>
        </w:trPr>
        <w:tc>
          <w:tcPr>
            <w:tcW w:w="94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9F8"/>
            <w:vAlign w:val="bottom"/>
            <w:hideMark/>
          </w:tcPr>
          <w:p w14:paraId="5C45F78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 xml:space="preserve">Q27. 9. Which of the following could assist in improving your ability to provide safe, quality and effective pain care, service or </w:t>
            </w:r>
            <w:proofErr w:type="gramStart"/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treatment?*</w:t>
            </w:r>
            <w:proofErr w:type="gramEnd"/>
          </w:p>
        </w:tc>
      </w:tr>
      <w:tr w:rsidR="000C5BAA" w:rsidRPr="000C5BAA" w14:paraId="2CAE252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47F28388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All (n)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CE3D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b/>
                <w:bCs/>
                <w:i/>
                <w:iCs/>
                <w:color w:val="000000"/>
                <w:lang w:eastAsia="en-AU"/>
              </w:rPr>
              <w:t>409</w:t>
            </w:r>
          </w:p>
        </w:tc>
      </w:tr>
      <w:tr w:rsidR="000C5BAA" w:rsidRPr="000C5BAA" w14:paraId="5C8D2F18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D4CFF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Education and training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A2AE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78%</w:t>
            </w:r>
          </w:p>
        </w:tc>
      </w:tr>
      <w:tr w:rsidR="000C5BAA" w:rsidRPr="000C5BAA" w14:paraId="75C509E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F548EA0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Increased funding for service delivery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060F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76%</w:t>
            </w:r>
          </w:p>
        </w:tc>
      </w:tr>
      <w:tr w:rsidR="000C5BAA" w:rsidRPr="000C5BAA" w14:paraId="0F3B1DF2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231A77EE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affordable referral pathways in the public system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7AD2B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69%</w:t>
            </w:r>
          </w:p>
        </w:tc>
      </w:tr>
      <w:tr w:rsidR="000C5BAA" w:rsidRPr="000C5BAA" w14:paraId="4D23E044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9F87FCA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More interprofessional collaboration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B4F0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69%</w:t>
            </w:r>
          </w:p>
        </w:tc>
      </w:tr>
      <w:tr w:rsidR="000C5BAA" w:rsidRPr="000C5BAA" w14:paraId="49C0943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45F5C01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Lengthen consultation times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98143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53%</w:t>
            </w:r>
          </w:p>
        </w:tc>
      </w:tr>
      <w:tr w:rsidR="000C5BAA" w:rsidRPr="000C5BAA" w14:paraId="03EAF7EB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C0320FA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Reducing waiting list times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50198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51%</w:t>
            </w:r>
          </w:p>
        </w:tc>
      </w:tr>
      <w:tr w:rsidR="000C5BAA" w:rsidRPr="000C5BAA" w14:paraId="0C2B3945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6835A1B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Improved working conditions e.g. remuneration, rostering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A2E9D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50%</w:t>
            </w:r>
          </w:p>
        </w:tc>
      </w:tr>
      <w:tr w:rsidR="000C5BAA" w:rsidRPr="000C5BAA" w14:paraId="5DE44EF9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7140C5D5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Access to latest research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27E4E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43%</w:t>
            </w:r>
          </w:p>
        </w:tc>
      </w:tr>
      <w:tr w:rsidR="000C5BAA" w:rsidRPr="000C5BAA" w14:paraId="0697F13D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AB6A217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Increased clinic hours availability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51AF4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41%</w:t>
            </w:r>
          </w:p>
        </w:tc>
      </w:tr>
      <w:tr w:rsidR="000C5BAA" w:rsidRPr="000C5BAA" w14:paraId="2A586A2C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0E0E6889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Improved patient flow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D0C29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28%</w:t>
            </w:r>
          </w:p>
        </w:tc>
      </w:tr>
      <w:tr w:rsidR="000C5BAA" w:rsidRPr="000C5BAA" w14:paraId="71266B0A" w14:textId="77777777" w:rsidTr="000C5BAA">
        <w:trPr>
          <w:trHeight w:val="300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bottom"/>
            <w:hideMark/>
          </w:tcPr>
          <w:p w14:paraId="1CEDD554" w14:textId="77777777" w:rsidR="000C5BAA" w:rsidRPr="000C5BAA" w:rsidRDefault="000C5BAA" w:rsidP="000C5BAA">
            <w:pPr>
              <w:spacing w:after="0" w:line="240" w:lineRule="auto"/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i/>
                <w:iCs/>
                <w:color w:val="000000"/>
                <w:lang w:eastAsia="en-AU"/>
              </w:rPr>
              <w:t>Improvement in facility design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DCBF5" w14:textId="77777777" w:rsidR="000C5BAA" w:rsidRPr="000C5BAA" w:rsidRDefault="000C5BAA" w:rsidP="000C5B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lang w:eastAsia="en-AU"/>
              </w:rPr>
            </w:pPr>
            <w:r w:rsidRPr="000C5BAA">
              <w:rPr>
                <w:rFonts w:ascii="Aptos Narrow" w:eastAsia="Times New Roman" w:hAnsi="Aptos Narrow" w:cs="Calibri"/>
                <w:color w:val="000000"/>
                <w:lang w:eastAsia="en-AU"/>
              </w:rPr>
              <w:t>17%</w:t>
            </w:r>
          </w:p>
        </w:tc>
      </w:tr>
    </w:tbl>
    <w:p w14:paraId="28EAFA81" w14:textId="77777777" w:rsidR="000C5BAA" w:rsidRDefault="000C5BAA" w:rsidP="000C5BAA"/>
    <w:sectPr w:rsidR="000C5BAA">
      <w:footerReference w:type="even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0B6A" w14:textId="77777777" w:rsidR="00323E0C" w:rsidRDefault="00323E0C" w:rsidP="00323E0C">
      <w:pPr>
        <w:spacing w:after="0" w:line="240" w:lineRule="auto"/>
      </w:pPr>
      <w:r>
        <w:separator/>
      </w:r>
    </w:p>
  </w:endnote>
  <w:endnote w:type="continuationSeparator" w:id="0">
    <w:p w14:paraId="02AF9D02" w14:textId="77777777" w:rsidR="00323E0C" w:rsidRDefault="00323E0C" w:rsidP="00323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988C" w14:textId="4420EEA9" w:rsidR="00323E0C" w:rsidRDefault="00323E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70B19F" wp14:editId="19EAF3A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1172433628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9772B4" w14:textId="0A183D88" w:rsidR="00323E0C" w:rsidRPr="00323E0C" w:rsidRDefault="00323E0C" w:rsidP="00323E0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3E0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70B1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0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19772B4" w14:textId="0A183D88" w:rsidR="00323E0C" w:rsidRPr="00323E0C" w:rsidRDefault="00323E0C" w:rsidP="00323E0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23E0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087A2" w14:textId="0AE9A5BA" w:rsidR="00323E0C" w:rsidRDefault="00323E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877463" wp14:editId="70C42D79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109846018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92B575" w14:textId="13481C61" w:rsidR="00323E0C" w:rsidRPr="00323E0C" w:rsidRDefault="00323E0C" w:rsidP="00323E0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3E0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8774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0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2C92B575" w14:textId="13481C61" w:rsidR="00323E0C" w:rsidRPr="00323E0C" w:rsidRDefault="00323E0C" w:rsidP="00323E0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23E0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E7BF3" w14:textId="11E35F33" w:rsidR="00323E0C" w:rsidRDefault="00323E0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C7D036" wp14:editId="489A434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83540"/>
              <wp:effectExtent l="0" t="0" r="10160" b="0"/>
              <wp:wrapNone/>
              <wp:docPr id="1687934874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132D6B" w14:textId="64C25C60" w:rsidR="00323E0C" w:rsidRPr="00323E0C" w:rsidRDefault="00323E0C" w:rsidP="00323E0C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23E0C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C7D0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0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72132D6B" w14:textId="64C25C60" w:rsidR="00323E0C" w:rsidRPr="00323E0C" w:rsidRDefault="00323E0C" w:rsidP="00323E0C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23E0C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5F298" w14:textId="77777777" w:rsidR="00323E0C" w:rsidRDefault="00323E0C" w:rsidP="00323E0C">
      <w:pPr>
        <w:spacing w:after="0" w:line="240" w:lineRule="auto"/>
      </w:pPr>
      <w:r>
        <w:separator/>
      </w:r>
    </w:p>
  </w:footnote>
  <w:footnote w:type="continuationSeparator" w:id="0">
    <w:p w14:paraId="7737D454" w14:textId="77777777" w:rsidR="00323E0C" w:rsidRDefault="00323E0C" w:rsidP="00323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7314BC"/>
    <w:multiLevelType w:val="hybridMultilevel"/>
    <w:tmpl w:val="2E0AAD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65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1E"/>
    <w:rsid w:val="000C5BAA"/>
    <w:rsid w:val="000F2A8E"/>
    <w:rsid w:val="00292DC4"/>
    <w:rsid w:val="002E2739"/>
    <w:rsid w:val="00323E0C"/>
    <w:rsid w:val="00430623"/>
    <w:rsid w:val="00480799"/>
    <w:rsid w:val="00500F6C"/>
    <w:rsid w:val="00570FDF"/>
    <w:rsid w:val="006E791E"/>
    <w:rsid w:val="007611FD"/>
    <w:rsid w:val="00927CB7"/>
    <w:rsid w:val="009D40EF"/>
    <w:rsid w:val="00AE0069"/>
    <w:rsid w:val="00AE5A4F"/>
    <w:rsid w:val="00C2111F"/>
    <w:rsid w:val="00D74313"/>
    <w:rsid w:val="00E5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37DAE"/>
  <w15:chartTrackingRefBased/>
  <w15:docId w15:val="{23AE0575-C7A1-4D24-8421-DC99A615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7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7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79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E79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23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griffiths\AppData\Local\Temp\Templafy\WordVsto\fkdovm2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TemplafyTemplateConfiguration><![CDATA[{"elementsMetadata":[],"transformationConfigurations":[],"templateName":"Blank Document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4aaa4-d300-4359-bd81-aa9df2e4b565">
      <Value>16</Value>
      <Value>3</Value>
      <Value>2</Value>
      <Value>1</Value>
      <Value>17</Value>
    </TaxCatchAll>
    <CETeam xmlns="30fdcf0f-d743-4a41-abf8-88418c74a9f2" xsi:nil="true"/>
    <lcf76f155ced4ddcb4097134ff3c332f xmlns="30fdcf0f-d743-4a41-abf8-88418c74a9f2">
      <Terms xmlns="http://schemas.microsoft.com/office/infopath/2007/PartnerControls"/>
    </lcf76f155ced4ddcb4097134ff3c332f>
    <CEDivision xmlns="30fdcf0f-d743-4a41-abf8-88418c74a9f2" xsi:nil="true"/>
    <DocumentType xmlns="30fdcf0f-d743-4a41-abf8-88418c74a9f2" xsi:nil="true"/>
    <BriefDescription xmlns="30fdcf0f-d743-4a41-abf8-88418c74a9f2" xsi:nil="true"/>
    <_Flow_SignoffStatus xmlns="30fdcf0f-d743-4a41-abf8-88418c74a9f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C7A68216F59242A7C4D1343F9B9194" ma:contentTypeVersion="21" ma:contentTypeDescription="Create a new document." ma:contentTypeScope="" ma:versionID="9fb7ffbf49325163a5b7bf1f22ec820c">
  <xsd:schema xmlns:xsd="http://www.w3.org/2001/XMLSchema" xmlns:xs="http://www.w3.org/2001/XMLSchema" xmlns:p="http://schemas.microsoft.com/office/2006/metadata/properties" xmlns:ns2="30fdcf0f-d743-4a41-abf8-88418c74a9f2" xmlns:ns3="c494aaa4-d300-4359-bd81-aa9df2e4b565" targetNamespace="http://schemas.microsoft.com/office/2006/metadata/properties" ma:root="true" ma:fieldsID="3f1c3aaf667b99bff6ea15146b1faca2" ns2:_="" ns3:_="">
    <xsd:import namespace="30fdcf0f-d743-4a41-abf8-88418c74a9f2"/>
    <xsd:import namespace="c494aaa4-d300-4359-bd81-aa9df2e4b5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BriefDescription" minOccurs="0"/>
                <xsd:element ref="ns2:DocumentType" minOccurs="0"/>
                <xsd:element ref="ns2:CETeam" minOccurs="0"/>
                <xsd:element ref="ns2:_Flow_SignoffStatus" minOccurs="0"/>
                <xsd:element ref="ns2:CEDivis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dcf0f-d743-4a41-abf8-88418c74a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BriefDescription" ma:index="20" nillable="true" ma:displayName="Brief Description" ma:format="Dropdown" ma:internalName="BriefDescription">
      <xsd:simpleType>
        <xsd:restriction base="dms:Note">
          <xsd:maxLength value="255"/>
        </xsd:restriction>
      </xsd:simpleType>
    </xsd:element>
    <xsd:element name="DocumentType" ma:index="21" nillable="true" ma:displayName="Document Type" ma:format="Dropdown" ma:internalName="DocumentType">
      <xsd:simpleType>
        <xsd:restriction base="dms:Choice">
          <xsd:enumeration value="Brief"/>
          <xsd:enumeration value="Strategic Planning"/>
          <xsd:enumeration value="Finance"/>
          <xsd:enumeration value="Deliverable"/>
          <xsd:enumeration value="Agenda"/>
          <xsd:enumeration value="Template"/>
          <xsd:enumeration value="Data and Research"/>
          <xsd:enumeration value="Internal Comms"/>
          <xsd:enumeration value="Process"/>
        </xsd:restriction>
      </xsd:simpleType>
    </xsd:element>
    <xsd:element name="CETeam" ma:index="22" nillable="true" ma:displayName="C&amp;E Team" ma:format="Dropdown" ma:internalName="CETeam">
      <xsd:simpleType>
        <xsd:restriction base="dms:Choice">
          <xsd:enumeration value="Creative Services"/>
          <xsd:enumeration value="Social"/>
          <xsd:enumeration value="Digital"/>
          <xsd:enumeration value="Brand"/>
          <xsd:enumeration value="Campaigns &amp; Advertising"/>
          <xsd:enumeration value="Content Strategy"/>
          <xsd:enumeration value="Strat Comms - PH &amp; EM"/>
          <xsd:enumeration value="Strat Comms - H&amp;A, AC"/>
          <xsd:enumeration value="Strat Comms - CCC"/>
          <xsd:enumeration value="Strat Comms - MHW"/>
          <xsd:enumeration value="Stakeholder &amp; Consumer Engagement"/>
          <xsd:enumeration value="Directorate"/>
          <xsd:enumeration value="Media"/>
          <xsd:enumeration value="External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CEDivision" ma:index="24" nillable="true" ma:displayName="C&amp;E Division" ma:format="Dropdown" ma:internalName="CEDivision">
      <xsd:simpleType>
        <xsd:restriction base="dms:Choice">
          <xsd:enumeration value="Aboriginal Health"/>
          <xsd:enumeration value="CSI"/>
          <xsd:enumeration value="Corporate Services"/>
          <xsd:enumeration value="Health, Ambulance &amp; Aged Care"/>
          <xsd:enumeration value="Mental Health &amp; Wellbeing"/>
          <xsd:enumeration value="Public Health"/>
          <xsd:enumeration value="Regulatory, Risk, Integrity and Legal"/>
          <xsd:enumeration value="Medical Research"/>
          <xsd:enumeration value="Reform and Planning"/>
          <xsd:enumeration value="Agencies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aaa4-d300-4359-bd81-aa9df2e4b5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3c53a74-6b75-4e41-b8ef-9fd3fa46b57a}" ma:internalName="TaxCatchAll" ma:showField="CatchAllData" ma:web="c494aaa4-d300-4359-bd81-aa9df2e4b5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0AE3E-DC02-4BF1-98D8-AF3EF69ED4EC}">
  <ds:schemaRefs/>
</ds:datastoreItem>
</file>

<file path=customXml/itemProps2.xml><?xml version="1.0" encoding="utf-8"?>
<ds:datastoreItem xmlns:ds="http://schemas.openxmlformats.org/officeDocument/2006/customXml" ds:itemID="{296CA0D2-5CDA-46FD-BA0C-487ECF9B8147}">
  <ds:schemaRefs/>
</ds:datastoreItem>
</file>

<file path=customXml/itemProps3.xml><?xml version="1.0" encoding="utf-8"?>
<ds:datastoreItem xmlns:ds="http://schemas.openxmlformats.org/officeDocument/2006/customXml" ds:itemID="{42697C61-E936-4C1C-A03C-5A9A07852E2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c494aaa4-d300-4359-bd81-aa9df2e4b565"/>
    <ds:schemaRef ds:uri="http://purl.org/dc/terms/"/>
    <ds:schemaRef ds:uri="http://schemas.openxmlformats.org/package/2006/metadata/core-properties"/>
    <ds:schemaRef ds:uri="http://purl.org/dc/dcmitype/"/>
    <ds:schemaRef ds:uri="30fdcf0f-d743-4a41-abf8-88418c74a9f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69D5FF-4CBA-40C8-8AF9-721BEB4D5E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B23E8C-BA54-41FC-A60D-914D4A882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dcf0f-d743-4a41-abf8-88418c74a9f2"/>
    <ds:schemaRef ds:uri="c494aaa4-d300-4359-bd81-aa9df2e4b5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fkdovm2c.dotx</Template>
  <TotalTime>3</TotalTime>
  <Pages>4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Inquiry into Women's Pain data table – Carer Worker Survey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Inquiry into Women's Pain data table – Carer Worker Survey</dc:title>
  <dc:subject/>
  <dc:creator>pph.communications@health.vic.gov.au</dc:creator>
  <cp:keywords/>
  <dc:description/>
  <cp:lastModifiedBy>Emily Hirst (Health)</cp:lastModifiedBy>
  <cp:revision>7</cp:revision>
  <dcterms:created xsi:type="dcterms:W3CDTF">2025-07-10T01:08:00Z</dcterms:created>
  <dcterms:modified xsi:type="dcterms:W3CDTF">2025-11-06T02:25:00Z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urbis</vt:lpwstr>
  </property>
  <property fmtid="{D5CDD505-2E9C-101B-9397-08002B2CF9AE}" pid="3" name="TemplafyTemplateId">
    <vt:lpwstr>1183087723704483908</vt:lpwstr>
  </property>
  <property fmtid="{D5CDD505-2E9C-101B-9397-08002B2CF9AE}" pid="4" name="TemplafyUserProfileId">
    <vt:lpwstr>637837635479641195</vt:lpwstr>
  </property>
  <property fmtid="{D5CDD505-2E9C-101B-9397-08002B2CF9AE}" pid="5" name="TemplafyLanguageCode">
    <vt:lpwstr>en-AU</vt:lpwstr>
  </property>
  <property fmtid="{D5CDD505-2E9C-101B-9397-08002B2CF9AE}" pid="6" name="TemplafyFromBlank">
    <vt:bool>true</vt:bool>
  </property>
  <property fmtid="{D5CDD505-2E9C-101B-9397-08002B2CF9AE}" pid="7" name="ContentTypeId">
    <vt:lpwstr>0x0101001AC7A68216F59242A7C4D1343F9B9194</vt:lpwstr>
  </property>
  <property fmtid="{D5CDD505-2E9C-101B-9397-08002B2CF9AE}" pid="8" name="DOC_DocumentType">
    <vt:lpwstr>17;#01_Issued|fa4ebb1b-3b7d-4a0b-97a5-12925b91294f</vt:lpwstr>
  </property>
  <property fmtid="{D5CDD505-2E9C-101B-9397-08002B2CF9AE}" pid="9" name="DOC_Location">
    <vt:lpwstr>1;#Melbourne|74ff8b3e-4a6a-4522-8d91-f4debb3555c3</vt:lpwstr>
  </property>
  <property fmtid="{D5CDD505-2E9C-101B-9397-08002B2CF9AE}" pid="10" name="DOC_ServiceLine">
    <vt:lpwstr>16;#Research|61c6e9c8-92a8-4485-9b04-2551520f2427</vt:lpwstr>
  </property>
  <property fmtid="{D5CDD505-2E9C-101B-9397-08002B2CF9AE}" pid="11" name="DOC_BusinessUnit">
    <vt:lpwstr>2;#FSI|5d87b25a-585a-47d3-8324-7c2c201a0d35</vt:lpwstr>
  </property>
  <property fmtid="{D5CDD505-2E9C-101B-9397-08002B2CF9AE}" pid="12" name="DOC_MarketSegment">
    <vt:lpwstr>3;#Social Services / Policy Development|b6844d14-ff08-4108-ac46-99d6ebc73c87</vt:lpwstr>
  </property>
  <property fmtid="{D5CDD505-2E9C-101B-9397-08002B2CF9AE}" pid="13" name="ClassificationContentMarkingFooterShapeIds">
    <vt:lpwstr>649bd79a,45e1eadc,41792c19</vt:lpwstr>
  </property>
  <property fmtid="{D5CDD505-2E9C-101B-9397-08002B2CF9AE}" pid="14" name="ClassificationContentMarkingFooterFontProps">
    <vt:lpwstr>#000000,10,Arial Black</vt:lpwstr>
  </property>
  <property fmtid="{D5CDD505-2E9C-101B-9397-08002B2CF9AE}" pid="15" name="ClassificationContentMarkingFooterText">
    <vt:lpwstr>OFFICIAL</vt:lpwstr>
  </property>
  <property fmtid="{D5CDD505-2E9C-101B-9397-08002B2CF9AE}" pid="16" name="MSIP_Label_43e64453-338c-4f93-8a4d-0039a0a41f2a_Enabled">
    <vt:lpwstr>true</vt:lpwstr>
  </property>
  <property fmtid="{D5CDD505-2E9C-101B-9397-08002B2CF9AE}" pid="17" name="MSIP_Label_43e64453-338c-4f93-8a4d-0039a0a41f2a_SetDate">
    <vt:lpwstr>2025-11-06T02:25:05Z</vt:lpwstr>
  </property>
  <property fmtid="{D5CDD505-2E9C-101B-9397-08002B2CF9AE}" pid="18" name="MSIP_Label_43e64453-338c-4f93-8a4d-0039a0a41f2a_Method">
    <vt:lpwstr>Privileged</vt:lpwstr>
  </property>
  <property fmtid="{D5CDD505-2E9C-101B-9397-08002B2CF9AE}" pid="19" name="MSIP_Label_43e64453-338c-4f93-8a4d-0039a0a41f2a_Name">
    <vt:lpwstr>43e64453-338c-4f93-8a4d-0039a0a41f2a</vt:lpwstr>
  </property>
  <property fmtid="{D5CDD505-2E9C-101B-9397-08002B2CF9AE}" pid="20" name="MSIP_Label_43e64453-338c-4f93-8a4d-0039a0a41f2a_SiteId">
    <vt:lpwstr>c0e0601f-0fac-449c-9c88-a104c4eb9f28</vt:lpwstr>
  </property>
  <property fmtid="{D5CDD505-2E9C-101B-9397-08002B2CF9AE}" pid="21" name="MSIP_Label_43e64453-338c-4f93-8a4d-0039a0a41f2a_ActionId">
    <vt:lpwstr>efb9460f-66e9-446b-9192-e4c8c6895270</vt:lpwstr>
  </property>
  <property fmtid="{D5CDD505-2E9C-101B-9397-08002B2CF9AE}" pid="22" name="MSIP_Label_43e64453-338c-4f93-8a4d-0039a0a41f2a_ContentBits">
    <vt:lpwstr>2</vt:lpwstr>
  </property>
  <property fmtid="{D5CDD505-2E9C-101B-9397-08002B2CF9AE}" pid="23" name="MSIP_Label_43e64453-338c-4f93-8a4d-0039a0a41f2a_Tag">
    <vt:lpwstr>10, 0, 1, 1</vt:lpwstr>
  </property>
</Properties>
</file>