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0EF86" w14:textId="5B2E5A42" w:rsidR="00C2111F" w:rsidRDefault="004F2632" w:rsidP="004F2632">
      <w:pPr>
        <w:pStyle w:val="Heading1"/>
      </w:pPr>
      <w:r>
        <w:t>Data tables – Women and Girl’s Survey</w:t>
      </w:r>
    </w:p>
    <w:p w14:paraId="42948F91" w14:textId="77777777" w:rsidR="004F2632" w:rsidRDefault="004F2632" w:rsidP="004F2632">
      <w:pPr>
        <w:rPr>
          <w:rStyle w:val="Heading2Char"/>
        </w:rPr>
      </w:pPr>
      <w:r w:rsidRPr="004F2632">
        <w:rPr>
          <w:rStyle w:val="Heading2Char"/>
        </w:rPr>
        <w:t xml:space="preserve">Data notes </w:t>
      </w:r>
    </w:p>
    <w:p w14:paraId="62C4BD65" w14:textId="77777777" w:rsidR="004F2632" w:rsidRDefault="004F2632" w:rsidP="004F2632">
      <w:pPr>
        <w:pStyle w:val="ListParagraph"/>
        <w:numPr>
          <w:ilvl w:val="0"/>
          <w:numId w:val="1"/>
        </w:numPr>
        <w:rPr>
          <w:lang w:eastAsia="en-AU"/>
        </w:rPr>
      </w:pPr>
      <w:r w:rsidRPr="004F2632">
        <w:rPr>
          <w:lang w:eastAsia="en-AU"/>
        </w:rPr>
        <w:t xml:space="preserve">Figures have been rounded to the nearest  percentage point and values less than 1% are shown as &lt;1%. Cells with less 5 or less respondents are show as n≤5. </w:t>
      </w:r>
    </w:p>
    <w:p w14:paraId="11BF1337" w14:textId="5DD20E88" w:rsidR="0085410A" w:rsidRDefault="0085410A" w:rsidP="004F2632">
      <w:pPr>
        <w:pStyle w:val="ListParagraph"/>
        <w:numPr>
          <w:ilvl w:val="0"/>
          <w:numId w:val="1"/>
        </w:numPr>
        <w:rPr>
          <w:lang w:eastAsia="en-AU"/>
        </w:rPr>
      </w:pPr>
      <w:r>
        <w:rPr>
          <w:lang w:eastAsia="en-AU"/>
        </w:rPr>
        <w:t>Open ended questions have not been included in this analysis.</w:t>
      </w:r>
    </w:p>
    <w:p w14:paraId="6FF387AE" w14:textId="2C48F0FB" w:rsidR="004F2632" w:rsidRDefault="004F2632" w:rsidP="004F2632">
      <w:pPr>
        <w:pStyle w:val="ListParagraph"/>
        <w:numPr>
          <w:ilvl w:val="0"/>
          <w:numId w:val="1"/>
        </w:numPr>
        <w:rPr>
          <w:lang w:eastAsia="en-AU"/>
        </w:rPr>
      </w:pPr>
      <w:r w:rsidRPr="004F2632">
        <w:rPr>
          <w:lang w:eastAsia="en-AU"/>
        </w:rPr>
        <w:t>Significant differences at the p≤0.05 level are marked with an asterisk (</w:t>
      </w:r>
      <w:r w:rsidRPr="004F2632">
        <w:rPr>
          <w:color w:val="FF0000"/>
          <w:lang w:eastAsia="en-AU"/>
        </w:rPr>
        <w:t>*</w:t>
      </w:r>
      <w:r w:rsidRPr="004F2632">
        <w:rPr>
          <w:lang w:eastAsia="en-AU"/>
        </w:rPr>
        <w:t xml:space="preserve"> or </w:t>
      </w:r>
      <w:r w:rsidRPr="004F2632">
        <w:rPr>
          <w:color w:val="00B050"/>
          <w:lang w:eastAsia="en-AU"/>
        </w:rPr>
        <w:t>^</w:t>
      </w:r>
      <w:r w:rsidRPr="004F2632">
        <w:rPr>
          <w:lang w:eastAsia="en-AU"/>
        </w:rPr>
        <w:t>) for each response option. A green caret (</w:t>
      </w:r>
      <w:r w:rsidRPr="004F2632">
        <w:rPr>
          <w:color w:val="00B050"/>
          <w:lang w:eastAsia="en-AU"/>
        </w:rPr>
        <w:t>^</w:t>
      </w:r>
      <w:r w:rsidRPr="004F2632">
        <w:rPr>
          <w:lang w:eastAsia="en-AU"/>
        </w:rPr>
        <w:t>) indicates a significantly higher result, while a red asterisk (</w:t>
      </w:r>
      <w:r w:rsidRPr="004F2632">
        <w:rPr>
          <w:color w:val="FF0000"/>
          <w:lang w:eastAsia="en-AU"/>
        </w:rPr>
        <w:t>*</w:t>
      </w:r>
      <w:r w:rsidRPr="004F2632">
        <w:rPr>
          <w:lang w:eastAsia="en-AU"/>
        </w:rPr>
        <w:t xml:space="preserve">) indicates a significantly lower result. Cells with less than 30 respondents were not tested for significance. </w:t>
      </w:r>
      <w:r w:rsidRPr="004F2632">
        <w:rPr>
          <w:lang w:eastAsia="en-AU"/>
        </w:rPr>
        <w:br/>
        <w:t>Significant differences for Aboriginal and/or Torres Strait Islander people, people living with a disability, LGBTIQA+ individuals, and Culturally and Linguistically Diverse people are compared to those who selected 'no' for each respective category. For example, cells in the LGBTIQA+ column marked with a green caret (</w:t>
      </w:r>
      <w:r w:rsidRPr="004F2632">
        <w:rPr>
          <w:color w:val="00B050"/>
          <w:lang w:eastAsia="en-AU"/>
        </w:rPr>
        <w:t>^</w:t>
      </w:r>
      <w:r w:rsidRPr="004F2632">
        <w:rPr>
          <w:lang w:eastAsia="en-AU"/>
        </w:rPr>
        <w:t xml:space="preserve">) are statistically significantly higher for that question than the corresponding values for people who did not identify as LGBTIQA. </w:t>
      </w:r>
    </w:p>
    <w:p w14:paraId="2DFB05F3" w14:textId="12200C21" w:rsidR="004F2632" w:rsidRDefault="004F2632" w:rsidP="004F2632">
      <w:pPr>
        <w:pStyle w:val="ListParagraph"/>
        <w:numPr>
          <w:ilvl w:val="0"/>
          <w:numId w:val="1"/>
        </w:numPr>
        <w:rPr>
          <w:lang w:eastAsia="en-AU"/>
        </w:rPr>
      </w:pPr>
      <w:r w:rsidRPr="004F2632">
        <w:rPr>
          <w:lang w:eastAsia="en-AU"/>
        </w:rPr>
        <w:t>Those people who chose not to respond to these questions have been excluded from the testing for significance.</w:t>
      </w:r>
    </w:p>
    <w:p w14:paraId="05417CEF" w14:textId="77777777" w:rsidR="004F2632" w:rsidRDefault="004F2632" w:rsidP="004F2632">
      <w:pPr>
        <w:pStyle w:val="ListParagraph"/>
        <w:numPr>
          <w:ilvl w:val="0"/>
          <w:numId w:val="1"/>
        </w:numPr>
        <w:rPr>
          <w:lang w:eastAsia="en-AU"/>
        </w:rPr>
      </w:pPr>
      <w:r w:rsidRPr="004F2632">
        <w:rPr>
          <w:lang w:eastAsia="en-AU"/>
        </w:rPr>
        <w:t>For location, significant differences are compared between those living in regional Victoria and those in Melbourne. Those who provided a postcode outside of Victoria have been excluded from this analysis.</w:t>
      </w:r>
    </w:p>
    <w:p w14:paraId="3445B5D8" w14:textId="77777777" w:rsidR="004F2632" w:rsidRDefault="004F2632" w:rsidP="004F2632">
      <w:pPr>
        <w:pStyle w:val="ListParagraph"/>
        <w:numPr>
          <w:ilvl w:val="0"/>
          <w:numId w:val="1"/>
        </w:numPr>
        <w:rPr>
          <w:lang w:eastAsia="en-AU"/>
        </w:rPr>
      </w:pPr>
      <w:r w:rsidRPr="004F2632">
        <w:rPr>
          <w:lang w:eastAsia="en-AU"/>
        </w:rPr>
        <w:t>For age, significant differences are compared between those aged under 60 and those aged 60 and over.</w:t>
      </w:r>
    </w:p>
    <w:p w14:paraId="2D295B6E" w14:textId="77777777" w:rsidR="004F2632" w:rsidRDefault="004F2632" w:rsidP="004F2632">
      <w:pPr>
        <w:pStyle w:val="ListParagraph"/>
        <w:numPr>
          <w:ilvl w:val="0"/>
          <w:numId w:val="1"/>
        </w:numPr>
        <w:rPr>
          <w:lang w:eastAsia="en-AU"/>
        </w:rPr>
      </w:pPr>
      <w:r w:rsidRPr="004F2632">
        <w:rPr>
          <w:lang w:eastAsia="en-AU"/>
        </w:rPr>
        <w:t xml:space="preserve">Across the survey, the questions were optional and not every survey question or demographic question was answered by all respondents. As a result, base numbers vary and are presented for each question. </w:t>
      </w:r>
    </w:p>
    <w:p w14:paraId="5F763E71" w14:textId="31BA026A" w:rsidR="004F2632" w:rsidRDefault="004F2632" w:rsidP="004F2632">
      <w:pPr>
        <w:pStyle w:val="ListParagraph"/>
        <w:numPr>
          <w:ilvl w:val="0"/>
          <w:numId w:val="1"/>
        </w:numPr>
        <w:rPr>
          <w:lang w:eastAsia="en-AU"/>
        </w:rPr>
      </w:pPr>
      <w:r w:rsidRPr="004F2632">
        <w:rPr>
          <w:lang w:eastAsia="en-AU"/>
        </w:rPr>
        <w:t xml:space="preserve">The sum of questions responses does not always add to 100% due to rounding. </w:t>
      </w:r>
      <w:r>
        <w:rPr>
          <w:lang w:eastAsia="en-AU"/>
        </w:rPr>
        <w:br w:type="page"/>
      </w:r>
    </w:p>
    <w:p w14:paraId="47FB6470" w14:textId="77777777" w:rsidR="004F2632" w:rsidRPr="004F2632" w:rsidRDefault="004F2632" w:rsidP="004F2632">
      <w:pPr>
        <w:pStyle w:val="ListParagraph"/>
        <w:ind w:left="0"/>
        <w:rPr>
          <w:lang w:eastAsia="en-AU"/>
        </w:rPr>
      </w:pPr>
    </w:p>
    <w:p w14:paraId="25E85191" w14:textId="77777777" w:rsidR="004F2632" w:rsidRPr="004F2632" w:rsidRDefault="004F2632" w:rsidP="004F2632"/>
    <w:tbl>
      <w:tblPr>
        <w:tblW w:w="14200" w:type="dxa"/>
        <w:tblLook w:val="04A0" w:firstRow="1" w:lastRow="0" w:firstColumn="1" w:lastColumn="0" w:noHBand="0" w:noVBand="1"/>
      </w:tblPr>
      <w:tblGrid>
        <w:gridCol w:w="1076"/>
        <w:gridCol w:w="1160"/>
        <w:gridCol w:w="1396"/>
        <w:gridCol w:w="1418"/>
        <w:gridCol w:w="1435"/>
        <w:gridCol w:w="1499"/>
        <w:gridCol w:w="1273"/>
        <w:gridCol w:w="1434"/>
        <w:gridCol w:w="1301"/>
        <w:gridCol w:w="1273"/>
        <w:gridCol w:w="935"/>
      </w:tblGrid>
      <w:tr w:rsidR="004F2632" w:rsidRPr="004F2632" w14:paraId="253AB085" w14:textId="77777777" w:rsidTr="004F2632">
        <w:trPr>
          <w:trHeight w:val="315"/>
        </w:trPr>
        <w:tc>
          <w:tcPr>
            <w:tcW w:w="2236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05EFBE6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39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6F27C92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41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FA1DAF5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435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F59D4D4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49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4468B1B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70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153463B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57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2B9FA7C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35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3CB319B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4F2632" w:rsidRPr="004F2632" w14:paraId="30E43CB8" w14:textId="77777777" w:rsidTr="004F2632">
        <w:trPr>
          <w:trHeight w:val="855"/>
        </w:trPr>
        <w:tc>
          <w:tcPr>
            <w:tcW w:w="2236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792B468" w14:textId="77777777" w:rsidR="004F2632" w:rsidRPr="004F2632" w:rsidRDefault="004F2632" w:rsidP="004F263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39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21FEEAC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E13FDC0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35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FFA6A3F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9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4CAAEE8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EA4C0B6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181FC6D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2BDDA89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87573D6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35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CE9D02D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4F2632" w:rsidRPr="004F2632" w14:paraId="1DD3C07A" w14:textId="77777777" w:rsidTr="004F2632">
        <w:trPr>
          <w:trHeight w:val="300"/>
        </w:trPr>
        <w:tc>
          <w:tcPr>
            <w:tcW w:w="14200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3EFA27C0" w14:textId="77777777" w:rsidR="004F2632" w:rsidRPr="004F2632" w:rsidRDefault="004F2632" w:rsidP="004F263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Q17. 3. Where is your pain located?: Widespread pain</w:t>
            </w:r>
          </w:p>
        </w:tc>
      </w:tr>
      <w:tr w:rsidR="00217967" w:rsidRPr="004F2632" w14:paraId="1E824F24" w14:textId="77777777" w:rsidTr="00A84EC3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10374132" w14:textId="4A2AA8A7" w:rsidR="00217967" w:rsidRPr="004F2632" w:rsidRDefault="00217967" w:rsidP="004F263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 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2CCDD2D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88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84DE228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1,603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EEA1E6D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931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69E2C37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429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D13140C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1,425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FF4D093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1,614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DF2646D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3,078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7039F50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258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1038141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3,380</w:t>
            </w:r>
          </w:p>
        </w:tc>
      </w:tr>
      <w:tr w:rsidR="004F2632" w:rsidRPr="004F2632" w14:paraId="79565430" w14:textId="77777777" w:rsidTr="004F2632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0822D838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BCDA267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40%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ADC1CE3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52%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94D17A4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36%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D90CCFD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26%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714DAA8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32%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6152337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26%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3F4DA0F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28%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35E4C8F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36%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3AC055C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27%</w:t>
            </w:r>
          </w:p>
        </w:tc>
      </w:tr>
      <w:tr w:rsidR="004F2632" w:rsidRPr="004F2632" w14:paraId="2B0EECFD" w14:textId="77777777" w:rsidTr="004F2632">
        <w:trPr>
          <w:trHeight w:val="315"/>
        </w:trPr>
        <w:tc>
          <w:tcPr>
            <w:tcW w:w="107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FE8B75C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6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DCF436E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35A81F1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237D01F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237F960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8668F9F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1A0A5FE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B0CFC4E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C382010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032FCF4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F1EC8ED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4F2632" w:rsidRPr="004F2632" w14:paraId="2061C08E" w14:textId="77777777" w:rsidTr="004F2632">
        <w:trPr>
          <w:trHeight w:val="315"/>
        </w:trPr>
        <w:tc>
          <w:tcPr>
            <w:tcW w:w="2236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6A664EC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39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87AA8B8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41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4A785C4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435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9C391C2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49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EBBAC5A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70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0CFA940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57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99CCAB3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35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F1915B0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4F2632" w:rsidRPr="004F2632" w14:paraId="4B41F170" w14:textId="77777777" w:rsidTr="004F2632">
        <w:trPr>
          <w:trHeight w:val="945"/>
        </w:trPr>
        <w:tc>
          <w:tcPr>
            <w:tcW w:w="2236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124C33A" w14:textId="77777777" w:rsidR="004F2632" w:rsidRPr="004F2632" w:rsidRDefault="004F2632" w:rsidP="004F263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39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A627863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EB15286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35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3B78904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9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31029FA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E275F9E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78C1DB8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55CF635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A5E2B57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35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9B18B83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4F2632" w:rsidRPr="004F2632" w14:paraId="6F95C05C" w14:textId="77777777" w:rsidTr="004F2632">
        <w:trPr>
          <w:trHeight w:val="300"/>
        </w:trPr>
        <w:tc>
          <w:tcPr>
            <w:tcW w:w="14200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3BD82F27" w14:textId="77777777" w:rsidR="004F2632" w:rsidRPr="004F2632" w:rsidRDefault="004F2632" w:rsidP="004F263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Q17. 3. Where is your pain located?: Abdominal pain</w:t>
            </w:r>
          </w:p>
        </w:tc>
      </w:tr>
      <w:tr w:rsidR="00217967" w:rsidRPr="004F2632" w14:paraId="0A3FA762" w14:textId="77777777" w:rsidTr="004865BC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564F1039" w14:textId="34A2856B" w:rsidR="00217967" w:rsidRPr="004F2632" w:rsidRDefault="00217967" w:rsidP="004F263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 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22E3812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132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229CA74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1,616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8489BA9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1,571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4885BDD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916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E391356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2,444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EA7B337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3,533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293312E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6,432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3D27047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173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B2A20F9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6,674</w:t>
            </w:r>
          </w:p>
        </w:tc>
      </w:tr>
      <w:tr w:rsidR="004F2632" w:rsidRPr="004F2632" w14:paraId="1F976E7E" w14:textId="77777777" w:rsidTr="004F2632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4705138C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8CBBD80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59%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B319099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52%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78500CB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61%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47C42F7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56%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E21C1B1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55%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010737A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57%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22AD06E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59%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F8B063F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24%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37B6326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56%</w:t>
            </w:r>
          </w:p>
        </w:tc>
      </w:tr>
      <w:tr w:rsidR="004F2632" w:rsidRPr="004F2632" w14:paraId="17218B70" w14:textId="77777777" w:rsidTr="004F2632">
        <w:trPr>
          <w:trHeight w:val="315"/>
        </w:trPr>
        <w:tc>
          <w:tcPr>
            <w:tcW w:w="107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F768868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6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15BACD6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5026A47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8B40C26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E42C5EC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2AFF0CF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2B61BA1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F4EAE93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88C3B5C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6CDF8EF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6D3D1B9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4F2632" w:rsidRPr="004F2632" w14:paraId="210165DC" w14:textId="77777777" w:rsidTr="004F2632">
        <w:trPr>
          <w:trHeight w:val="315"/>
        </w:trPr>
        <w:tc>
          <w:tcPr>
            <w:tcW w:w="2236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CEF0A5F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39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96DD1AC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41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511BABC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435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4356C88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49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09153A7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70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2431AFD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57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36F3647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35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C81F783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4F2632" w:rsidRPr="004F2632" w14:paraId="14A34D15" w14:textId="77777777" w:rsidTr="004F2632">
        <w:trPr>
          <w:trHeight w:val="945"/>
        </w:trPr>
        <w:tc>
          <w:tcPr>
            <w:tcW w:w="2236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DAD79C5" w14:textId="77777777" w:rsidR="004F2632" w:rsidRPr="004F2632" w:rsidRDefault="004F2632" w:rsidP="004F263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39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3255409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A158C1A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35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7AC8914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9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113909E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69FDAC3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D982AC1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1AD05A1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5BDD152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35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E141CD7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4F2632" w:rsidRPr="004F2632" w14:paraId="03DC47AC" w14:textId="77777777" w:rsidTr="004F2632">
        <w:trPr>
          <w:trHeight w:val="300"/>
        </w:trPr>
        <w:tc>
          <w:tcPr>
            <w:tcW w:w="14200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57D0E489" w14:textId="77777777" w:rsidR="004F2632" w:rsidRPr="004F2632" w:rsidRDefault="004F2632" w:rsidP="004F263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Q17. 3. Where is your pain located?: Upper limb (includes shoulder, arm, forearm, elbow and hand)</w:t>
            </w:r>
          </w:p>
        </w:tc>
      </w:tr>
      <w:tr w:rsidR="00217967" w:rsidRPr="004F2632" w14:paraId="300F2D07" w14:textId="77777777" w:rsidTr="004A340F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4CFC8002" w14:textId="393F62C6" w:rsidR="00217967" w:rsidRPr="004F2632" w:rsidRDefault="00217967" w:rsidP="004F263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 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DC7A884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70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F9896FC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1,342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BE522E1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772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077E9B5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438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34D81AC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1,277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F7470D0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1,572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118ABEC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2,805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A886273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307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D35B28B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3,157</w:t>
            </w:r>
          </w:p>
        </w:tc>
      </w:tr>
      <w:tr w:rsidR="004F2632" w:rsidRPr="004F2632" w14:paraId="4C0396A8" w14:textId="77777777" w:rsidTr="004F2632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513F37AA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1475199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32%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8121015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43%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7FFC3A1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30%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A00E034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27%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EA5EB7A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29%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E479731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25%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B7FED8C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26%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5C8D6EC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43%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4E9E503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27%</w:t>
            </w:r>
          </w:p>
        </w:tc>
      </w:tr>
    </w:tbl>
    <w:p w14:paraId="085587E7" w14:textId="77777777" w:rsidR="004F2632" w:rsidRDefault="004F2632">
      <w:r>
        <w:br w:type="page"/>
      </w:r>
    </w:p>
    <w:tbl>
      <w:tblPr>
        <w:tblW w:w="14200" w:type="dxa"/>
        <w:tblInd w:w="5" w:type="dxa"/>
        <w:tblLook w:val="04A0" w:firstRow="1" w:lastRow="0" w:firstColumn="1" w:lastColumn="0" w:noHBand="0" w:noVBand="1"/>
      </w:tblPr>
      <w:tblGrid>
        <w:gridCol w:w="1076"/>
        <w:gridCol w:w="1160"/>
        <w:gridCol w:w="1396"/>
        <w:gridCol w:w="1418"/>
        <w:gridCol w:w="1435"/>
        <w:gridCol w:w="1499"/>
        <w:gridCol w:w="1273"/>
        <w:gridCol w:w="1434"/>
        <w:gridCol w:w="1301"/>
        <w:gridCol w:w="1273"/>
        <w:gridCol w:w="935"/>
      </w:tblGrid>
      <w:tr w:rsidR="004F2632" w:rsidRPr="004F2632" w14:paraId="2660E043" w14:textId="77777777" w:rsidTr="00A615D1">
        <w:trPr>
          <w:trHeight w:val="315"/>
        </w:trPr>
        <w:tc>
          <w:tcPr>
            <w:tcW w:w="1076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0B77A88" w14:textId="3F14498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60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9E48287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96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E706E0E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A3ACFFA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35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D4968D6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99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447AA5D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3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C5F9CB4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3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B0BAD62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01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A077C85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3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C40ADCA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35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858166B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4F2632" w:rsidRPr="004F2632" w14:paraId="5859C195" w14:textId="77777777" w:rsidTr="00A615D1">
        <w:trPr>
          <w:trHeight w:val="315"/>
        </w:trPr>
        <w:tc>
          <w:tcPr>
            <w:tcW w:w="2236" w:type="dxa"/>
            <w:gridSpan w:val="2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D883890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DEEDE6E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FD7EE03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9D2D0F1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7A67E19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940690A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70A63F3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4A92769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4F2632" w:rsidRPr="004F2632" w14:paraId="567C0DAE" w14:textId="77777777" w:rsidTr="004F2632">
        <w:trPr>
          <w:trHeight w:val="945"/>
        </w:trPr>
        <w:tc>
          <w:tcPr>
            <w:tcW w:w="2236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6645430" w14:textId="77777777" w:rsidR="004F2632" w:rsidRPr="004F2632" w:rsidRDefault="004F2632" w:rsidP="004F263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39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1FE6DDC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8C96225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35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0C6FB62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9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CA6C58D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4F5A218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E582D89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7D7D12A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D7FFD6B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35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229BE73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4F2632" w:rsidRPr="004F2632" w14:paraId="6F62F243" w14:textId="77777777" w:rsidTr="004F2632">
        <w:trPr>
          <w:trHeight w:val="300"/>
        </w:trPr>
        <w:tc>
          <w:tcPr>
            <w:tcW w:w="14200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7025A61F" w14:textId="77777777" w:rsidR="004F2632" w:rsidRPr="004F2632" w:rsidRDefault="004F2632" w:rsidP="004F263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 xml:space="preserve">Q17. 3. Where is your pain located?: Lower limb (includes hip, buttocks, thigh, leg, knee, ankle and foot) </w:t>
            </w:r>
          </w:p>
        </w:tc>
      </w:tr>
      <w:tr w:rsidR="00217967" w:rsidRPr="004F2632" w14:paraId="6564E201" w14:textId="77777777" w:rsidTr="00DF26F1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6CA9D200" w14:textId="5439DB0E" w:rsidR="00217967" w:rsidRPr="004F2632" w:rsidRDefault="00217967" w:rsidP="004F263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9EA3B71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113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9F73831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1,783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C3376FB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1,182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D686A74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671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9C8B3DD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2,049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3A90950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2,472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6D72EB6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4,539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827BE21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429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7B5D2CE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5,029</w:t>
            </w:r>
          </w:p>
        </w:tc>
      </w:tr>
      <w:tr w:rsidR="004F2632" w:rsidRPr="004F2632" w14:paraId="721F7F2D" w14:textId="77777777" w:rsidTr="004F2632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6A3F30E7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5440761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51%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DDBD892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57%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6104C0E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46%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A428808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41%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56977AB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46%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A20B003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40%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30D5B93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41%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27EF33D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60%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B464706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43%</w:t>
            </w:r>
          </w:p>
        </w:tc>
      </w:tr>
      <w:tr w:rsidR="004F2632" w:rsidRPr="004F2632" w14:paraId="4BA1D744" w14:textId="77777777" w:rsidTr="004F2632">
        <w:trPr>
          <w:trHeight w:val="315"/>
        </w:trPr>
        <w:tc>
          <w:tcPr>
            <w:tcW w:w="107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D5EE4EC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6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C810A12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D6C5AA8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0DEE4A1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1F5C93B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D35C6FC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31F7043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8229574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1CC582E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75FE322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4996418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4F2632" w:rsidRPr="004F2632" w14:paraId="3E1EFD41" w14:textId="77777777" w:rsidTr="004F2632">
        <w:trPr>
          <w:trHeight w:val="315"/>
        </w:trPr>
        <w:tc>
          <w:tcPr>
            <w:tcW w:w="2236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ACC30C9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39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67843C5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41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ECCB19C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435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DC68DBB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49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53813AE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70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357BE65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57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8300DC4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35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68D19AF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4F2632" w:rsidRPr="004F2632" w14:paraId="3AA1F200" w14:textId="77777777" w:rsidTr="004F2632">
        <w:trPr>
          <w:trHeight w:val="945"/>
        </w:trPr>
        <w:tc>
          <w:tcPr>
            <w:tcW w:w="2236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5E686AC" w14:textId="77777777" w:rsidR="004F2632" w:rsidRPr="004F2632" w:rsidRDefault="004F2632" w:rsidP="004F263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39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7C94914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00560E1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35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9625EB2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9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DD7AD07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615C1A2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BB22064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B91938A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AD5EE98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35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C2F38C6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4F2632" w:rsidRPr="004F2632" w14:paraId="7CE7ABE5" w14:textId="77777777" w:rsidTr="004F2632">
        <w:trPr>
          <w:trHeight w:val="300"/>
        </w:trPr>
        <w:tc>
          <w:tcPr>
            <w:tcW w:w="14200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71CDBD64" w14:textId="77777777" w:rsidR="004F2632" w:rsidRPr="004F2632" w:rsidRDefault="004F2632" w:rsidP="004F263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Q17. 3. Where is your pain located?: Pelvic area</w:t>
            </w:r>
          </w:p>
        </w:tc>
      </w:tr>
      <w:tr w:rsidR="00217967" w:rsidRPr="004F2632" w14:paraId="7F9452A0" w14:textId="77777777" w:rsidTr="000E03C8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32C41570" w14:textId="0CA98627" w:rsidR="00217967" w:rsidRPr="004F2632" w:rsidRDefault="00217967" w:rsidP="004F263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 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777385D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3BA16FD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1,734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5109B29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1,692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91D5706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958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5A066EE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2,582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599ABEE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3,790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365796A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6,809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6EFBAF1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205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5E36487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11,833</w:t>
            </w:r>
          </w:p>
        </w:tc>
      </w:tr>
      <w:tr w:rsidR="004F2632" w:rsidRPr="004F2632" w14:paraId="5C2469DB" w14:textId="77777777" w:rsidTr="004F2632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7832BE2E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DB6E6DE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63%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CC3ABBC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56%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9A04A5F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66%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552211D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59%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ACD2018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58%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A54E1ED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61%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56C3D8E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62%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4823F30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29%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3BEDCAB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60%</w:t>
            </w:r>
          </w:p>
        </w:tc>
      </w:tr>
      <w:tr w:rsidR="004F2632" w:rsidRPr="004F2632" w14:paraId="3E617D53" w14:textId="77777777" w:rsidTr="004F2632">
        <w:trPr>
          <w:trHeight w:val="315"/>
        </w:trPr>
        <w:tc>
          <w:tcPr>
            <w:tcW w:w="107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BFDD950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6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486BB56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FCDB406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1802598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C2F02C6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28A3581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B336BF5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EC16488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C3A76AC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9E75FFA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C59DC34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4F2632" w:rsidRPr="004F2632" w14:paraId="319A28DB" w14:textId="77777777" w:rsidTr="004F2632">
        <w:trPr>
          <w:trHeight w:val="315"/>
        </w:trPr>
        <w:tc>
          <w:tcPr>
            <w:tcW w:w="2236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D11A91A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39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9911D04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41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F1302BC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435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75CCFCC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49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E9C955B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70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81AB281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57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33ECEA9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35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B8B1464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4F2632" w:rsidRPr="004F2632" w14:paraId="6A64BE24" w14:textId="77777777" w:rsidTr="004F2632">
        <w:trPr>
          <w:trHeight w:val="945"/>
        </w:trPr>
        <w:tc>
          <w:tcPr>
            <w:tcW w:w="2236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21E1BF3" w14:textId="77777777" w:rsidR="004F2632" w:rsidRPr="004F2632" w:rsidRDefault="004F2632" w:rsidP="004F263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39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822EA34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E7FBE2F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35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5AFF422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9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A3574C6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FCDA128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EAC2B1C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DFEB820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FEA6D20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35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F696C18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4F2632" w:rsidRPr="004F2632" w14:paraId="54A83768" w14:textId="77777777" w:rsidTr="004F2632">
        <w:trPr>
          <w:trHeight w:val="300"/>
        </w:trPr>
        <w:tc>
          <w:tcPr>
            <w:tcW w:w="14200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35DF5AB9" w14:textId="77777777" w:rsidR="004F2632" w:rsidRPr="004F2632" w:rsidRDefault="004F2632" w:rsidP="004F263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Q17. 3. Where is your pain located?: Lower back</w:t>
            </w:r>
          </w:p>
        </w:tc>
      </w:tr>
      <w:tr w:rsidR="00217967" w:rsidRPr="004F2632" w14:paraId="76F91105" w14:textId="77777777" w:rsidTr="0095588B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62D15731" w14:textId="0311332D" w:rsidR="00217967" w:rsidRPr="004F2632" w:rsidRDefault="00217967" w:rsidP="004F263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 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40AEFEF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153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2A36457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2,019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14D2024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1,616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6D6EA50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953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DE7B263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2,727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CB36A10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3,556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9F8C972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6,509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854E7E3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392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C50E89F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6,983</w:t>
            </w:r>
          </w:p>
        </w:tc>
      </w:tr>
      <w:tr w:rsidR="004F2632" w:rsidRPr="004F2632" w14:paraId="559956F9" w14:textId="77777777" w:rsidTr="004F2632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4C0EF75C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53458B7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67%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43C4B94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65%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82C6A92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63%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B013BFA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59%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966D6F7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61%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9517FFE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58%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6A8314D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59%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D7844BE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55%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9F20AE8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59%</w:t>
            </w:r>
          </w:p>
        </w:tc>
      </w:tr>
      <w:tr w:rsidR="004F2632" w:rsidRPr="004F2632" w14:paraId="231FFB55" w14:textId="77777777" w:rsidTr="004F2632">
        <w:trPr>
          <w:trHeight w:val="315"/>
        </w:trPr>
        <w:tc>
          <w:tcPr>
            <w:tcW w:w="107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6AA6F7C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6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383F0DF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7BC4232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C44784C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9C7A01A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A55CA88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8478905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B602E7A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3E3D7DB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6DCEF16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4CCE2A7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4F2632" w:rsidRPr="004F2632" w14:paraId="73009F61" w14:textId="77777777" w:rsidTr="004F2632">
        <w:trPr>
          <w:trHeight w:val="315"/>
        </w:trPr>
        <w:tc>
          <w:tcPr>
            <w:tcW w:w="2236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CF9BD7A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39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3E6C3BE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41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6F0225F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435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56361E4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49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0AF3754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70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CEA60A4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57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68A4639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35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1B4DFF5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4F2632" w:rsidRPr="004F2632" w14:paraId="3846774E" w14:textId="77777777" w:rsidTr="004F2632">
        <w:trPr>
          <w:trHeight w:val="945"/>
        </w:trPr>
        <w:tc>
          <w:tcPr>
            <w:tcW w:w="2236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9EF4339" w14:textId="77777777" w:rsidR="004F2632" w:rsidRPr="004F2632" w:rsidRDefault="004F2632" w:rsidP="004F263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39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AF2CCA1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FA11E1E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35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30D58D0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9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214FD68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A4A2A17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A3D8DBF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673A69D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DCBA0C9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35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7E4315C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4F2632" w:rsidRPr="004F2632" w14:paraId="14DC0A34" w14:textId="77777777" w:rsidTr="004F2632">
        <w:trPr>
          <w:trHeight w:val="300"/>
        </w:trPr>
        <w:tc>
          <w:tcPr>
            <w:tcW w:w="14200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025BBFDC" w14:textId="77777777" w:rsidR="004F2632" w:rsidRPr="004F2632" w:rsidRDefault="004F2632" w:rsidP="004F263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 xml:space="preserve">Q17. 3. Where is your pain located?: Upper back (base of your neck to the bottom of your ribcage) </w:t>
            </w:r>
          </w:p>
        </w:tc>
      </w:tr>
      <w:tr w:rsidR="00217967" w:rsidRPr="004F2632" w14:paraId="06F226C4" w14:textId="77777777" w:rsidTr="003A2033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49F01616" w14:textId="686D1BB9" w:rsidR="00217967" w:rsidRPr="004F2632" w:rsidRDefault="00217967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 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A8C2089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69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CC8F9BF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1,202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521BCED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782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A598DD7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411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8A33E5B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1,106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99C0D50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1,501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2B79140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2,607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74C2043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210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E7E8646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2,909</w:t>
            </w:r>
          </w:p>
        </w:tc>
      </w:tr>
      <w:tr w:rsidR="004F2632" w:rsidRPr="004F2632" w14:paraId="73C6D427" w14:textId="77777777" w:rsidTr="00F84191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12C5E015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C3245EB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31%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FB11C5E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39%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89A0D61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30%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90003CE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25%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09EA6D7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25%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1735800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24%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103E64B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24%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DA6B379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29%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F3FF5D6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25%</w:t>
            </w:r>
          </w:p>
        </w:tc>
      </w:tr>
      <w:tr w:rsidR="004F2632" w:rsidRPr="004F2632" w14:paraId="112E5979" w14:textId="77777777" w:rsidTr="00F84191">
        <w:trPr>
          <w:trHeight w:val="315"/>
        </w:trPr>
        <w:tc>
          <w:tcPr>
            <w:tcW w:w="1076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2DC5CBF6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182E7682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49852068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1339250E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124F3373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03758073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4DCD5BB2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5A43A40A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6FF8EE71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3BE06AF3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2B73B688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4F2632" w:rsidRPr="004F2632" w14:paraId="5B87649A" w14:textId="77777777" w:rsidTr="00F84191">
        <w:trPr>
          <w:trHeight w:val="315"/>
        </w:trPr>
        <w:tc>
          <w:tcPr>
            <w:tcW w:w="2236" w:type="dxa"/>
            <w:gridSpan w:val="2"/>
            <w:vMerge w:val="restart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A2B372C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396" w:type="dxa"/>
            <w:vMerge w:val="restart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6F06003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418" w:type="dxa"/>
            <w:vMerge w:val="restart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EA02270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435" w:type="dxa"/>
            <w:vMerge w:val="restart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0560A3E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499" w:type="dxa"/>
            <w:vMerge w:val="restart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FD3A133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707" w:type="dxa"/>
            <w:gridSpan w:val="2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4DBEF9B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574" w:type="dxa"/>
            <w:gridSpan w:val="2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483CB21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35" w:type="dxa"/>
            <w:vMerge w:val="restart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F145ED8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4F2632" w:rsidRPr="004F2632" w14:paraId="7171466B" w14:textId="77777777" w:rsidTr="004F2632">
        <w:trPr>
          <w:trHeight w:val="945"/>
        </w:trPr>
        <w:tc>
          <w:tcPr>
            <w:tcW w:w="2236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42B4381" w14:textId="77777777" w:rsidR="004F2632" w:rsidRPr="004F2632" w:rsidRDefault="004F2632" w:rsidP="004F263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39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AC9AAB8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5A71C40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35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6F3A10F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9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B76A62C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1D1CB23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86ADFCC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718661B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E120135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35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3C54191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4F2632" w:rsidRPr="004F2632" w14:paraId="2D8208D4" w14:textId="77777777" w:rsidTr="004F2632">
        <w:trPr>
          <w:trHeight w:val="300"/>
        </w:trPr>
        <w:tc>
          <w:tcPr>
            <w:tcW w:w="14200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21A762B2" w14:textId="77777777" w:rsidR="004F2632" w:rsidRPr="004F2632" w:rsidRDefault="004F2632" w:rsidP="004F263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 xml:space="preserve">Q17. 3. Where is your pain located?: Chest (includes ribs, heart and lungs) </w:t>
            </w:r>
          </w:p>
        </w:tc>
      </w:tr>
      <w:tr w:rsidR="00217967" w:rsidRPr="004F2632" w14:paraId="308DF1E1" w14:textId="77777777" w:rsidTr="00AD6698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495399B6" w14:textId="0D4B9545" w:rsidR="00217967" w:rsidRPr="004F2632" w:rsidRDefault="00217967" w:rsidP="004F263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 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73CA61F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44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CBDC648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790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76C9BE2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530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CA5243D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242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66C0ACF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658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9E76815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875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D90F95F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1,583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DBB8235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95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D7F1D26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1,695</w:t>
            </w:r>
          </w:p>
        </w:tc>
      </w:tr>
      <w:tr w:rsidR="004F2632" w:rsidRPr="004F2632" w14:paraId="75645AFC" w14:textId="77777777" w:rsidTr="004F2632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50850B9F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B1BA629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EC22CBE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25%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A3B3131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BDAF92B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15%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A95D4B0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15%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10D5D9F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8CD7600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D34C4A6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C690EAA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</w:p>
        </w:tc>
      </w:tr>
      <w:tr w:rsidR="004F2632" w:rsidRPr="004F2632" w14:paraId="06A38651" w14:textId="77777777" w:rsidTr="004F2632">
        <w:trPr>
          <w:trHeight w:val="315"/>
        </w:trPr>
        <w:tc>
          <w:tcPr>
            <w:tcW w:w="107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6035D79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6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A25C265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59F9BEB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72D708C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5436D19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6BD2170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0B898DB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4CCFB3A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6CEA899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126EF31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DB2FD12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4F2632" w:rsidRPr="004F2632" w14:paraId="66F2A647" w14:textId="77777777" w:rsidTr="004F2632">
        <w:trPr>
          <w:trHeight w:val="315"/>
        </w:trPr>
        <w:tc>
          <w:tcPr>
            <w:tcW w:w="2236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A647EC2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39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C5FAE33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41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DAA8636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435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1EB9B7D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49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6B8C407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70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9453488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57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EFD2623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35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0ACF9A9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4F2632" w:rsidRPr="004F2632" w14:paraId="0B804190" w14:textId="77777777" w:rsidTr="004F2632">
        <w:trPr>
          <w:trHeight w:val="945"/>
        </w:trPr>
        <w:tc>
          <w:tcPr>
            <w:tcW w:w="2236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5E1E27D" w14:textId="77777777" w:rsidR="004F2632" w:rsidRPr="004F2632" w:rsidRDefault="004F2632" w:rsidP="004F263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39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5BA9014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13631B9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35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71E539C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9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17A5380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CE22871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B367A2D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3F9E564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4E20D64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35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F28638F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4F2632" w:rsidRPr="004F2632" w14:paraId="46C4496E" w14:textId="77777777" w:rsidTr="004F2632">
        <w:trPr>
          <w:trHeight w:val="300"/>
        </w:trPr>
        <w:tc>
          <w:tcPr>
            <w:tcW w:w="14200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525FF845" w14:textId="77777777" w:rsidR="004F2632" w:rsidRPr="004F2632" w:rsidRDefault="004F2632" w:rsidP="004F263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Q17. 3. Where is your pain located?: Neck</w:t>
            </w:r>
          </w:p>
        </w:tc>
      </w:tr>
      <w:tr w:rsidR="00217967" w:rsidRPr="004F2632" w14:paraId="2010E180" w14:textId="77777777" w:rsidTr="006845B5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40C9F844" w14:textId="1A4E8C55" w:rsidR="00217967" w:rsidRPr="004F2632" w:rsidRDefault="00217967" w:rsidP="004F263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 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F46198E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75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F4F0FAF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1,453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719A821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927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E53E7FC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489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3F77AE6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1,406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832A6EB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1,921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A3A4549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3,366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880D909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260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2130E1B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3,672</w:t>
            </w:r>
          </w:p>
        </w:tc>
      </w:tr>
      <w:tr w:rsidR="004F2632" w:rsidRPr="004F2632" w14:paraId="0B52FA16" w14:textId="77777777" w:rsidTr="004F2632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42A7AE1D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5CF545F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34%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DE47F13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47%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1EBEF70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36%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34D9F7E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30%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3EC455E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32%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A2E0184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31%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1FCF1AE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31%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FD07A0D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36%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BE71666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31%</w:t>
            </w:r>
          </w:p>
        </w:tc>
      </w:tr>
      <w:tr w:rsidR="004F2632" w:rsidRPr="004F2632" w14:paraId="2CC9D16D" w14:textId="77777777" w:rsidTr="004F2632">
        <w:trPr>
          <w:trHeight w:val="315"/>
        </w:trPr>
        <w:tc>
          <w:tcPr>
            <w:tcW w:w="107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950C5DC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6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AC32E4F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CD47F0B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F1A83AA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739F336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5345288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34F052C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98633AF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C79C473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6723DA0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7B318C2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4F2632" w:rsidRPr="004F2632" w14:paraId="069A7B3A" w14:textId="77777777" w:rsidTr="004F2632">
        <w:trPr>
          <w:trHeight w:val="315"/>
        </w:trPr>
        <w:tc>
          <w:tcPr>
            <w:tcW w:w="2236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573FB51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39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D7D3F85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41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8FABD24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435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636D02A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49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FDCBD09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70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24D040D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57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FA10AE9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35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02C8296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4F2632" w:rsidRPr="004F2632" w14:paraId="4BE8C088" w14:textId="77777777" w:rsidTr="004F2632">
        <w:trPr>
          <w:trHeight w:val="945"/>
        </w:trPr>
        <w:tc>
          <w:tcPr>
            <w:tcW w:w="2236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F762587" w14:textId="77777777" w:rsidR="004F2632" w:rsidRPr="004F2632" w:rsidRDefault="004F2632" w:rsidP="004F263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39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28A947F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96F87B5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35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6B5EDBE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9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C6E5457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FA63790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6AE84BA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0269F53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4BAFF21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35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4DA75E0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4F2632" w:rsidRPr="004F2632" w14:paraId="13C878CE" w14:textId="77777777" w:rsidTr="004F2632">
        <w:trPr>
          <w:trHeight w:val="300"/>
        </w:trPr>
        <w:tc>
          <w:tcPr>
            <w:tcW w:w="14200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3B2EF70D" w14:textId="77777777" w:rsidR="004F2632" w:rsidRPr="004F2632" w:rsidRDefault="004F2632" w:rsidP="004F263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Q17. 3. Where is your pain located?: Head and face</w:t>
            </w:r>
          </w:p>
        </w:tc>
      </w:tr>
      <w:tr w:rsidR="00217967" w:rsidRPr="004F2632" w14:paraId="0CFCD440" w14:textId="77777777" w:rsidTr="0045426B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029CD07B" w14:textId="443B2A76" w:rsidR="00217967" w:rsidRPr="004F2632" w:rsidRDefault="00217967" w:rsidP="004F263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4F6A977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59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5D02F93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1,217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EBDCFC0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882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2D7DF2E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479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E99A6E0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1,190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7A3BDF0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1,858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FBA7382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3,196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EEE1B77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135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FA08AE2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3,370</w:t>
            </w:r>
          </w:p>
        </w:tc>
      </w:tr>
      <w:tr w:rsidR="004F2632" w:rsidRPr="004F2632" w14:paraId="545F0225" w14:textId="77777777" w:rsidTr="004F2632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5A674E0D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82A2868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27%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45CF5E6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39%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D524368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34%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7F0D83A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29%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DA4150B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27%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AC81705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30%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927F45C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29%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CD62338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19%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E120538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29%</w:t>
            </w:r>
          </w:p>
        </w:tc>
      </w:tr>
    </w:tbl>
    <w:p w14:paraId="30193A9D" w14:textId="77777777" w:rsidR="004F2632" w:rsidRDefault="004F2632">
      <w:r>
        <w:br w:type="page"/>
      </w:r>
    </w:p>
    <w:tbl>
      <w:tblPr>
        <w:tblW w:w="14200" w:type="dxa"/>
        <w:tblInd w:w="5" w:type="dxa"/>
        <w:tblLook w:val="04A0" w:firstRow="1" w:lastRow="0" w:firstColumn="1" w:lastColumn="0" w:noHBand="0" w:noVBand="1"/>
      </w:tblPr>
      <w:tblGrid>
        <w:gridCol w:w="1076"/>
        <w:gridCol w:w="1160"/>
        <w:gridCol w:w="1396"/>
        <w:gridCol w:w="1418"/>
        <w:gridCol w:w="1435"/>
        <w:gridCol w:w="1499"/>
        <w:gridCol w:w="1273"/>
        <w:gridCol w:w="1434"/>
        <w:gridCol w:w="1301"/>
        <w:gridCol w:w="1273"/>
        <w:gridCol w:w="935"/>
      </w:tblGrid>
      <w:tr w:rsidR="004F2632" w:rsidRPr="004F2632" w14:paraId="1A17DB23" w14:textId="77777777" w:rsidTr="00F84191">
        <w:trPr>
          <w:trHeight w:val="315"/>
        </w:trPr>
        <w:tc>
          <w:tcPr>
            <w:tcW w:w="1076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BE2263F" w14:textId="34DD7D35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60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DE232CE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96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9C3BC3D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5193ADE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35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3F40DCB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99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4C218F5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3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54464A4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3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BD5C82A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01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36CABE7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3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B0BA30C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35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87ACD03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4F2632" w:rsidRPr="004F2632" w14:paraId="4FAE2006" w14:textId="77777777" w:rsidTr="00F84191">
        <w:trPr>
          <w:trHeight w:val="859"/>
        </w:trPr>
        <w:tc>
          <w:tcPr>
            <w:tcW w:w="2236" w:type="dxa"/>
            <w:gridSpan w:val="2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03E88B0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A0E798B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859866A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D865DD5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6CA9F9B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659AE04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975857A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C8E71BD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4F2632" w:rsidRPr="004F2632" w14:paraId="2BAC9202" w14:textId="77777777" w:rsidTr="004F2632">
        <w:trPr>
          <w:trHeight w:val="525"/>
        </w:trPr>
        <w:tc>
          <w:tcPr>
            <w:tcW w:w="2236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60F6124" w14:textId="77777777" w:rsidR="004F2632" w:rsidRPr="004F2632" w:rsidRDefault="004F2632" w:rsidP="004F263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39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70E8F8C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4A5D62A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35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915B6BD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9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1105452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A7F713A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627BB0E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D3FC621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2A0A2C1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35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7907385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4F2632" w:rsidRPr="004F2632" w14:paraId="7EBFAB6B" w14:textId="77777777" w:rsidTr="004F2632">
        <w:trPr>
          <w:trHeight w:val="330"/>
        </w:trPr>
        <w:tc>
          <w:tcPr>
            <w:tcW w:w="14200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vAlign w:val="bottom"/>
            <w:hideMark/>
          </w:tcPr>
          <w:p w14:paraId="166A154B" w14:textId="77777777" w:rsidR="004F2632" w:rsidRPr="004F2632" w:rsidRDefault="004F2632" w:rsidP="004F263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Q18. 4. By moving the dot, at its worst please rate your pain out of 10.</w:t>
            </w:r>
          </w:p>
        </w:tc>
      </w:tr>
      <w:tr w:rsidR="00217967" w:rsidRPr="004F2632" w14:paraId="237EF97F" w14:textId="77777777" w:rsidTr="00217967">
        <w:trPr>
          <w:trHeight w:val="372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5F326CB3" w14:textId="13D843AF" w:rsidR="00217967" w:rsidRPr="004F2632" w:rsidRDefault="00217967" w:rsidP="004F263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 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C80F1A2" w14:textId="77777777" w:rsidR="00217967" w:rsidRPr="004F2632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221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9C2AF30" w14:textId="77777777" w:rsidR="00217967" w:rsidRPr="004F2632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3,049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CC7AE62" w14:textId="77777777" w:rsidR="00217967" w:rsidRPr="004F2632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2,529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379DFA9" w14:textId="77777777" w:rsidR="00217967" w:rsidRPr="004F2632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1,589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5862C30" w14:textId="77777777" w:rsidR="00217967" w:rsidRPr="004F2632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4,361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75A0673" w14:textId="77777777" w:rsidR="00217967" w:rsidRPr="004F2632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6,042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3B661E3" w14:textId="77777777" w:rsidR="00217967" w:rsidRPr="004F2632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10,758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6D621E7" w14:textId="77777777" w:rsidR="00217967" w:rsidRPr="004F2632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689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FDF45A1" w14:textId="77777777" w:rsidR="00217967" w:rsidRPr="004F2632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11,447</w:t>
            </w:r>
          </w:p>
        </w:tc>
      </w:tr>
      <w:tr w:rsidR="004F2632" w:rsidRPr="004F2632" w14:paraId="1B7BF902" w14:textId="77777777" w:rsidTr="004F2632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593645F7" w14:textId="77777777" w:rsidR="004F2632" w:rsidRPr="004F2632" w:rsidRDefault="004F2632" w:rsidP="00217967">
            <w:pPr>
              <w:spacing w:after="0" w:line="240" w:lineRule="auto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0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22703DA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DCB83FB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3932076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14:paraId="3E50EE1D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14:paraId="41CB9E8F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14:paraId="3B8EAD7D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BA27092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14:paraId="51C57AE9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0092FD0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</w:tr>
      <w:tr w:rsidR="004F2632" w:rsidRPr="004F2632" w14:paraId="206682E6" w14:textId="77777777" w:rsidTr="004F2632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7E0C8F46" w14:textId="77777777" w:rsidR="004F2632" w:rsidRPr="004F2632" w:rsidRDefault="004F2632" w:rsidP="00217967">
            <w:pPr>
              <w:spacing w:after="0" w:line="240" w:lineRule="auto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1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2E1708F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DA7E8CD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D9AEBEC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14:paraId="0B598259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3EA39FF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BBF9ED0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13C6DBA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14:paraId="564A3C14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8EFBE5A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</w:tr>
      <w:tr w:rsidR="004F2632" w:rsidRPr="004F2632" w14:paraId="30F6A98C" w14:textId="77777777" w:rsidTr="004F2632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17B8834E" w14:textId="77777777" w:rsidR="004F2632" w:rsidRPr="004F2632" w:rsidRDefault="004F2632" w:rsidP="00217967">
            <w:pPr>
              <w:spacing w:after="0" w:line="240" w:lineRule="auto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2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C920155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849E3FC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5BC06AD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14:paraId="0958E34F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214F39D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8D2A46D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3FAD3FE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14:paraId="78A3B4C6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B5B19B9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</w:tr>
      <w:tr w:rsidR="004F2632" w:rsidRPr="004F2632" w14:paraId="5C8CFAD2" w14:textId="77777777" w:rsidTr="004F2632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01D32373" w14:textId="77777777" w:rsidR="004F2632" w:rsidRPr="004F2632" w:rsidRDefault="004F2632" w:rsidP="00217967">
            <w:pPr>
              <w:spacing w:after="0" w:line="240" w:lineRule="auto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3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C03A01D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22227E4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3613EE2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14:paraId="44B60A8A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6BF30F1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FC55B1A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144CE36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14:paraId="17A7B853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856FF4D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</w:tr>
      <w:tr w:rsidR="004F2632" w:rsidRPr="004F2632" w14:paraId="191C2C65" w14:textId="77777777" w:rsidTr="004F2632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277F3FEE" w14:textId="77777777" w:rsidR="004F2632" w:rsidRPr="004F2632" w:rsidRDefault="004F2632" w:rsidP="00217967">
            <w:pPr>
              <w:spacing w:after="0" w:line="240" w:lineRule="auto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4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7C447AE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FFEBD39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AADF379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14:paraId="4E623289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83999D9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4CFD8C6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4BBED95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8965C2C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B5AE550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</w:tr>
      <w:tr w:rsidR="004F2632" w:rsidRPr="004F2632" w14:paraId="46D4548D" w14:textId="77777777" w:rsidTr="004F2632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68DFDBC1" w14:textId="77777777" w:rsidR="004F2632" w:rsidRPr="004F2632" w:rsidRDefault="004F2632" w:rsidP="00217967">
            <w:pPr>
              <w:spacing w:after="0" w:line="240" w:lineRule="auto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5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EFE7CBD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40441A4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2570879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14:paraId="7FECBFE7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88AF8BB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674E27E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D21DD55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734CC62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F91C8E1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</w:tr>
      <w:tr w:rsidR="004F2632" w:rsidRPr="004F2632" w14:paraId="788394F6" w14:textId="77777777" w:rsidTr="004F2632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5ABC85F4" w14:textId="77777777" w:rsidR="004F2632" w:rsidRPr="004F2632" w:rsidRDefault="004F2632" w:rsidP="00217967">
            <w:pPr>
              <w:spacing w:after="0" w:line="240" w:lineRule="auto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6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D6BCE97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BE12E60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8BD0992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14:paraId="5724E0B5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CCD6236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E3D7F05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83EAEA6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7BEC2E3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C475B3B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</w:tr>
      <w:tr w:rsidR="004F2632" w:rsidRPr="004F2632" w14:paraId="6CB6D332" w14:textId="77777777" w:rsidTr="004F2632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6AF699D9" w14:textId="77777777" w:rsidR="004F2632" w:rsidRPr="004F2632" w:rsidRDefault="004F2632" w:rsidP="00217967">
            <w:pPr>
              <w:spacing w:after="0" w:line="240" w:lineRule="auto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7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1791D09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E5B97D7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ADD0E70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14:paraId="1D7FB7EE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7BFE5C0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7DDCABF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15%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2B7CC9E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15%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0318AF6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7ACD6BC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15%</w:t>
            </w:r>
          </w:p>
        </w:tc>
      </w:tr>
      <w:tr w:rsidR="004F2632" w:rsidRPr="004F2632" w14:paraId="3A5A7AA8" w14:textId="77777777" w:rsidTr="004F2632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3CD10A65" w14:textId="77777777" w:rsidR="004F2632" w:rsidRPr="004F2632" w:rsidRDefault="004F2632" w:rsidP="00217967">
            <w:pPr>
              <w:spacing w:after="0" w:line="240" w:lineRule="auto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8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A888774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2C140EA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24%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AE40754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27%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14:paraId="48FA15CE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28%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D235614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27%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FAA19BB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28%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BA9D3F5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27%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D351A40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28%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93CBE39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27%</w:t>
            </w:r>
          </w:p>
        </w:tc>
      </w:tr>
      <w:tr w:rsidR="004F2632" w:rsidRPr="004F2632" w14:paraId="219F2BB5" w14:textId="77777777" w:rsidTr="004F2632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3C2052BA" w14:textId="77777777" w:rsidR="004F2632" w:rsidRPr="004F2632" w:rsidRDefault="004F2632" w:rsidP="00217967">
            <w:pPr>
              <w:spacing w:after="0" w:line="240" w:lineRule="auto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9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F127F4A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22%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3AA0BEE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24%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D987F54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23%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14:paraId="0E599981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E629134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23%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669393A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23%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DC54EE5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23%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5708574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25%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8BC79F2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23%</w:t>
            </w:r>
          </w:p>
        </w:tc>
      </w:tr>
      <w:tr w:rsidR="004F2632" w:rsidRPr="004F2632" w14:paraId="25D57E70" w14:textId="77777777" w:rsidTr="004F2632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725C7CB8" w14:textId="77777777" w:rsidR="004F2632" w:rsidRPr="004F2632" w:rsidRDefault="004F2632" w:rsidP="00217967">
            <w:pPr>
              <w:spacing w:after="0" w:line="240" w:lineRule="auto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10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1298100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38%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046B50B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33%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39C2AE3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27%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925E94F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25%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E7440EE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27%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CEBE45F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25%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0A4D84A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26%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F0A8F88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3314FF6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25%</w:t>
            </w:r>
          </w:p>
        </w:tc>
      </w:tr>
    </w:tbl>
    <w:p w14:paraId="1857DBB7" w14:textId="77777777" w:rsidR="00217967" w:rsidRDefault="00217967">
      <w:r>
        <w:br w:type="page"/>
      </w:r>
    </w:p>
    <w:tbl>
      <w:tblPr>
        <w:tblW w:w="14200" w:type="dxa"/>
        <w:tblInd w:w="5" w:type="dxa"/>
        <w:tblLook w:val="04A0" w:firstRow="1" w:lastRow="0" w:firstColumn="1" w:lastColumn="0" w:noHBand="0" w:noVBand="1"/>
      </w:tblPr>
      <w:tblGrid>
        <w:gridCol w:w="1076"/>
        <w:gridCol w:w="1160"/>
        <w:gridCol w:w="1396"/>
        <w:gridCol w:w="1418"/>
        <w:gridCol w:w="1435"/>
        <w:gridCol w:w="1499"/>
        <w:gridCol w:w="1273"/>
        <w:gridCol w:w="1434"/>
        <w:gridCol w:w="1301"/>
        <w:gridCol w:w="1273"/>
        <w:gridCol w:w="935"/>
      </w:tblGrid>
      <w:tr w:rsidR="004F2632" w:rsidRPr="004F2632" w14:paraId="1676D000" w14:textId="77777777" w:rsidTr="00F84191">
        <w:trPr>
          <w:trHeight w:val="315"/>
        </w:trPr>
        <w:tc>
          <w:tcPr>
            <w:tcW w:w="1076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A606203" w14:textId="3B7BD2EF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60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E9CBFF8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96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E7D4D62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80E7C99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35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ECEC4D0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99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D61211F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3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2409FFF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3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446A552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01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54110A8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3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C28DD04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35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6B3B014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4F2632" w:rsidRPr="004F2632" w14:paraId="7A33747C" w14:textId="77777777" w:rsidTr="00F84191">
        <w:trPr>
          <w:trHeight w:val="229"/>
        </w:trPr>
        <w:tc>
          <w:tcPr>
            <w:tcW w:w="2236" w:type="dxa"/>
            <w:gridSpan w:val="2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7165695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F047003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84A13C8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CE5C0B0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51E0264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B4EAA18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3E0269F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9367BAD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4F2632" w:rsidRPr="004F2632" w14:paraId="2C9F29D2" w14:textId="77777777" w:rsidTr="00217967">
        <w:trPr>
          <w:trHeight w:val="525"/>
        </w:trPr>
        <w:tc>
          <w:tcPr>
            <w:tcW w:w="2236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308B4AE" w14:textId="77777777" w:rsidR="004F2632" w:rsidRPr="004F2632" w:rsidRDefault="004F2632" w:rsidP="004F263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39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00845F6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870C488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35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9309144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9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7419AEB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AE11292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79245C8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18BBBDB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8B2B539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35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ADF1E6E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4F2632" w:rsidRPr="004F2632" w14:paraId="2AF09413" w14:textId="77777777" w:rsidTr="00217967">
        <w:trPr>
          <w:trHeight w:val="330"/>
        </w:trPr>
        <w:tc>
          <w:tcPr>
            <w:tcW w:w="14200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vAlign w:val="bottom"/>
            <w:hideMark/>
          </w:tcPr>
          <w:p w14:paraId="7114182E" w14:textId="77777777" w:rsidR="004F2632" w:rsidRPr="004F2632" w:rsidRDefault="004F2632" w:rsidP="004F263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 xml:space="preserve">Q19.5. For how long have you experienced pain? </w:t>
            </w:r>
          </w:p>
        </w:tc>
      </w:tr>
      <w:tr w:rsidR="00217967" w:rsidRPr="004F2632" w14:paraId="0AB7BDA9" w14:textId="77777777" w:rsidTr="009B46FC">
        <w:trPr>
          <w:trHeight w:val="372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00BC9361" w14:textId="680E28BC" w:rsidR="00217967" w:rsidRPr="004F2632" w:rsidRDefault="00217967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 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D6E8E22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222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54F9A65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3,101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9E31D84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2,573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8EFF823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1,625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90F56D7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4,443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C83672C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6,167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819E07F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10,954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3C635FD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714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611FA2F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11,801</w:t>
            </w:r>
          </w:p>
        </w:tc>
      </w:tr>
      <w:tr w:rsidR="004F2632" w:rsidRPr="004F2632" w14:paraId="3EDAD7E1" w14:textId="77777777" w:rsidTr="00217967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45F3B50A" w14:textId="77777777" w:rsidR="004F2632" w:rsidRPr="004F2632" w:rsidRDefault="004F2632" w:rsidP="00217967">
            <w:pPr>
              <w:spacing w:after="0" w:line="240" w:lineRule="auto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Less than a week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17526C3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65CD06B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1B480F2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4C3A94A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14272DF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D3D9993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F395799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5E24F17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600FC46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</w:tr>
      <w:tr w:rsidR="004F2632" w:rsidRPr="004F2632" w14:paraId="1E9018E6" w14:textId="77777777" w:rsidTr="00217967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6C98B365" w14:textId="77777777" w:rsidR="004F2632" w:rsidRPr="004F2632" w:rsidRDefault="004F2632" w:rsidP="00217967">
            <w:pPr>
              <w:spacing w:after="0" w:line="240" w:lineRule="auto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1 to 4 weeks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9270FAB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A90F534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61B9CD1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C5BB7FF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5AE82B6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2D94820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4B0BC74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B3A9D43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2AFD521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</w:tr>
      <w:tr w:rsidR="004F2632" w:rsidRPr="004F2632" w14:paraId="4006CB99" w14:textId="77777777" w:rsidTr="00217967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1917F517" w14:textId="77777777" w:rsidR="004F2632" w:rsidRPr="004F2632" w:rsidRDefault="004F2632" w:rsidP="00217967">
            <w:pPr>
              <w:spacing w:after="0" w:line="240" w:lineRule="auto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 xml:space="preserve">1 to 3 months 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7223C69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77465CF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7726BA0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B97A029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2E7FFDD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94F9940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DB70F88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2DBA1BC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ED86E28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</w:tr>
      <w:tr w:rsidR="004F2632" w:rsidRPr="004F2632" w14:paraId="371343A7" w14:textId="77777777" w:rsidTr="00217967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5FBD88F8" w14:textId="77777777" w:rsidR="004F2632" w:rsidRPr="004F2632" w:rsidRDefault="004F2632" w:rsidP="00217967">
            <w:pPr>
              <w:spacing w:after="0" w:line="240" w:lineRule="auto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 xml:space="preserve">3 to 12 months 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53C6A83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9CEE3F3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10BE29B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0011B92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58B598D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DF741D4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1A5200F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6CBA236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D1AC562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</w:tr>
      <w:tr w:rsidR="004F2632" w:rsidRPr="004F2632" w14:paraId="3882067F" w14:textId="77777777" w:rsidTr="00217967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79172BAA" w14:textId="77777777" w:rsidR="004F2632" w:rsidRPr="004F2632" w:rsidRDefault="004F2632" w:rsidP="00217967">
            <w:pPr>
              <w:spacing w:after="0" w:line="240" w:lineRule="auto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1 year or more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8F31C56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92%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192C137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96%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60B611B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93%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D9901AE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87%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1E244E2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91%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0794F52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90%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8E4BFA0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90%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A9837DD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92%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CA3F1D9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90%</w:t>
            </w:r>
          </w:p>
        </w:tc>
      </w:tr>
      <w:tr w:rsidR="004F2632" w:rsidRPr="004F2632" w14:paraId="1AA977CD" w14:textId="77777777" w:rsidTr="00217967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6F4008EE" w14:textId="77777777" w:rsidR="004F2632" w:rsidRPr="004F2632" w:rsidRDefault="004F2632" w:rsidP="00217967">
            <w:pPr>
              <w:spacing w:after="0" w:line="240" w:lineRule="auto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 xml:space="preserve">Prefer not to say 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6A387A7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A97C871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BF1686C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73FDB1D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7C5C63F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9532923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65E2425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49D5FA7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46B7D0F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</w:tr>
      <w:tr w:rsidR="004F2632" w:rsidRPr="004F2632" w14:paraId="149BFBE7" w14:textId="77777777" w:rsidTr="00217967">
        <w:trPr>
          <w:trHeight w:val="315"/>
        </w:trPr>
        <w:tc>
          <w:tcPr>
            <w:tcW w:w="107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265B4A8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6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2D09248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688BABB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6708B52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69DBE81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CA21C0D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21AF99C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FE6BC2C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1CDD069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FC0F953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929D34D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4F2632" w:rsidRPr="004F2632" w14:paraId="445BFD6A" w14:textId="77777777" w:rsidTr="00217967">
        <w:trPr>
          <w:trHeight w:val="315"/>
        </w:trPr>
        <w:tc>
          <w:tcPr>
            <w:tcW w:w="2236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F1B98F8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39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0C849F2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41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EC99950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435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70B6814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49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BA4B52F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70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8C7B7D3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57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0E3D4EC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35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F6C2F37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4F2632" w:rsidRPr="004F2632" w14:paraId="68C207EA" w14:textId="77777777" w:rsidTr="00217967">
        <w:trPr>
          <w:trHeight w:val="525"/>
        </w:trPr>
        <w:tc>
          <w:tcPr>
            <w:tcW w:w="2236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8159A56" w14:textId="77777777" w:rsidR="004F2632" w:rsidRPr="004F2632" w:rsidRDefault="004F2632" w:rsidP="004F263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39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FCE8C05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1DE46D4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35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74FF088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9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0CB701E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7991027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60D9F87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3ADE586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14AF33D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35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3622F6D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4F2632" w:rsidRPr="004F2632" w14:paraId="56265A34" w14:textId="77777777" w:rsidTr="00217967">
        <w:trPr>
          <w:trHeight w:val="300"/>
        </w:trPr>
        <w:tc>
          <w:tcPr>
            <w:tcW w:w="14200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vAlign w:val="bottom"/>
            <w:hideMark/>
          </w:tcPr>
          <w:p w14:paraId="76B6995C" w14:textId="77777777" w:rsidR="004F2632" w:rsidRPr="004F2632" w:rsidRDefault="004F2632" w:rsidP="004F263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Q20. 6. When was the last time you experienced pain?</w:t>
            </w:r>
          </w:p>
        </w:tc>
      </w:tr>
      <w:tr w:rsidR="00217967" w:rsidRPr="004F2632" w14:paraId="55173913" w14:textId="77777777" w:rsidTr="00ED43FD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1CF690F4" w14:textId="1C0C3351" w:rsidR="00217967" w:rsidRPr="004F2632" w:rsidRDefault="00217967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 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A2398C3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222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2A84C8E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3,104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D8DA3A7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2,574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DCBFCC3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1,623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5AC8D12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4,444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7ACC947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6,173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AB26530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10,973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8E0A55A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715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D342909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11,821</w:t>
            </w:r>
          </w:p>
        </w:tc>
      </w:tr>
      <w:tr w:rsidR="004F2632" w:rsidRPr="004F2632" w14:paraId="43A3F627" w14:textId="77777777" w:rsidTr="00217967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76F58303" w14:textId="77777777" w:rsidR="004F2632" w:rsidRPr="004F2632" w:rsidRDefault="004F2632" w:rsidP="00217967">
            <w:pPr>
              <w:spacing w:after="0" w:line="240" w:lineRule="auto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Today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3B0069F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69%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2FAD767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79%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C267BDB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64%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B6A80E9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52%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FE04A53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63%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A9050B6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55%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D7501A6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57%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CCD2B99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77%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60E74CF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58%</w:t>
            </w:r>
          </w:p>
        </w:tc>
      </w:tr>
      <w:tr w:rsidR="004F2632" w:rsidRPr="004F2632" w14:paraId="664EBF39" w14:textId="77777777" w:rsidTr="00217967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0426FE8D" w14:textId="77777777" w:rsidR="004F2632" w:rsidRPr="004F2632" w:rsidRDefault="004F2632" w:rsidP="00217967">
            <w:pPr>
              <w:spacing w:after="0" w:line="240" w:lineRule="auto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 xml:space="preserve">Within the past week 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7002C87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17%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CB937EC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8A31C65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485295A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24%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39059A7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19%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3CC5474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22%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0D0B87D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22%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2425ECA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73B3AE1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</w:p>
        </w:tc>
      </w:tr>
      <w:tr w:rsidR="004F2632" w:rsidRPr="004F2632" w14:paraId="3E29B851" w14:textId="77777777" w:rsidTr="00217967">
        <w:trPr>
          <w:trHeight w:val="66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760AE6B7" w14:textId="77777777" w:rsidR="004F2632" w:rsidRPr="004F2632" w:rsidRDefault="004F2632" w:rsidP="00217967">
            <w:pPr>
              <w:spacing w:after="0" w:line="240" w:lineRule="auto"/>
              <w:rPr>
                <w:rFonts w:ascii="Aptos Narrow" w:eastAsia="Times New Roman" w:hAnsi="Aptos Narrow" w:cs="Times New Roman"/>
                <w:i/>
                <w:iCs/>
                <w:color w:val="000000"/>
                <w:sz w:val="21"/>
                <w:szCs w:val="21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i/>
                <w:iCs/>
                <w:color w:val="000000"/>
                <w:sz w:val="21"/>
                <w:szCs w:val="21"/>
                <w:lang w:eastAsia="en-AU"/>
              </w:rPr>
              <w:t>More than 1 weeek ago, but less than a month ago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B41E1BC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97DA876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4B4956C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ED55947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9CEDB2C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FBB13C8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6F2AF9C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7479FE2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1CD5B06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</w:p>
        </w:tc>
      </w:tr>
      <w:tr w:rsidR="004F2632" w:rsidRPr="004F2632" w14:paraId="0F90962C" w14:textId="77777777" w:rsidTr="00217967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6190CBAD" w14:textId="77777777" w:rsidR="004F2632" w:rsidRPr="004F2632" w:rsidRDefault="004F2632" w:rsidP="00217967">
            <w:pPr>
              <w:spacing w:after="0" w:line="240" w:lineRule="auto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1 to 3 months ago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AE28AEF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FF8B98F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3F36868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BF9463B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508275E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4DB0423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13A7508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AA85DDE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825DCB2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</w:tr>
      <w:tr w:rsidR="004F2632" w:rsidRPr="004F2632" w14:paraId="312B9BD4" w14:textId="77777777" w:rsidTr="00217967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38DDD2FA" w14:textId="77777777" w:rsidR="004F2632" w:rsidRPr="004F2632" w:rsidRDefault="004F2632" w:rsidP="00217967">
            <w:pPr>
              <w:spacing w:after="0" w:line="240" w:lineRule="auto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4 to 6 months ago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0F3951E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BAC60A4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F0424A7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CFF19E6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1915084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ECAA821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FA0BB1A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436A85D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FE5E268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</w:tr>
      <w:tr w:rsidR="004F2632" w:rsidRPr="004F2632" w14:paraId="50B411FB" w14:textId="77777777" w:rsidTr="00217967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7105EB28" w14:textId="77777777" w:rsidR="004F2632" w:rsidRPr="004F2632" w:rsidRDefault="004F2632" w:rsidP="00217967">
            <w:pPr>
              <w:spacing w:after="0" w:line="240" w:lineRule="auto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6 to 12 months ago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B1B40E4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F9518E9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5E97153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7AD25FC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8973485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BC6DBCF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6EB7A06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2B5329D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C638362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</w:tr>
      <w:tr w:rsidR="004F2632" w:rsidRPr="004F2632" w14:paraId="227BF560" w14:textId="77777777" w:rsidTr="00217967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272299AF" w14:textId="77777777" w:rsidR="004F2632" w:rsidRPr="004F2632" w:rsidRDefault="004F2632" w:rsidP="00217967">
            <w:pPr>
              <w:spacing w:after="0" w:line="240" w:lineRule="auto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More than 12 months ago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56E9DB2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FA4AEAD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BCDE3CF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4A9688D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21C8F5C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CB4A7B8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9931BE1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BA15F01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8C68227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</w:tr>
      <w:tr w:rsidR="004F2632" w:rsidRPr="004F2632" w14:paraId="2CBBEA4D" w14:textId="77777777" w:rsidTr="00217967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08812A3D" w14:textId="77777777" w:rsidR="004F2632" w:rsidRPr="004F2632" w:rsidRDefault="004F2632" w:rsidP="00217967">
            <w:pPr>
              <w:spacing w:after="0" w:line="240" w:lineRule="auto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I'm not sure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E3E08C7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CE390FD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13DF375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0B1962A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7DA87C0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59696F5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D2A1669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2AA9914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5BF736C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</w:tr>
      <w:tr w:rsidR="004F2632" w:rsidRPr="004F2632" w14:paraId="7CF2FD5A" w14:textId="77777777" w:rsidTr="00217967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40184D4F" w14:textId="77777777" w:rsidR="004F2632" w:rsidRPr="004F2632" w:rsidRDefault="004F2632" w:rsidP="00217967">
            <w:pPr>
              <w:spacing w:after="0" w:line="240" w:lineRule="auto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Prefer not to say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F5AB885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665CAF0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A274683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FC8C396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40453F2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5152788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79A643A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903B40D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E1F2C4B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</w:tr>
    </w:tbl>
    <w:p w14:paraId="36D55CDC" w14:textId="77777777" w:rsidR="00217967" w:rsidRDefault="00217967">
      <w:r>
        <w:br w:type="page"/>
      </w:r>
    </w:p>
    <w:tbl>
      <w:tblPr>
        <w:tblW w:w="14205" w:type="dxa"/>
        <w:tblInd w:w="5" w:type="dxa"/>
        <w:tblLook w:val="04A0" w:firstRow="1" w:lastRow="0" w:firstColumn="1" w:lastColumn="0" w:noHBand="0" w:noVBand="1"/>
      </w:tblPr>
      <w:tblGrid>
        <w:gridCol w:w="1077"/>
        <w:gridCol w:w="1161"/>
        <w:gridCol w:w="1396"/>
        <w:gridCol w:w="1418"/>
        <w:gridCol w:w="1436"/>
        <w:gridCol w:w="1500"/>
        <w:gridCol w:w="1273"/>
        <w:gridCol w:w="1435"/>
        <w:gridCol w:w="1301"/>
        <w:gridCol w:w="1273"/>
        <w:gridCol w:w="935"/>
      </w:tblGrid>
      <w:tr w:rsidR="004F2632" w:rsidRPr="004F2632" w14:paraId="68657A9F" w14:textId="77777777" w:rsidTr="00F84191">
        <w:trPr>
          <w:trHeight w:val="315"/>
        </w:trPr>
        <w:tc>
          <w:tcPr>
            <w:tcW w:w="1076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0EE6A2C" w14:textId="1B195B6E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60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56BD2DB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96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484F03B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B00C4A6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35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784FD82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99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3FE1899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3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602A483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3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E6E03E4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01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D98148C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3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E592D13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35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E233999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4F2632" w:rsidRPr="004F2632" w14:paraId="4C87F150" w14:textId="77777777" w:rsidTr="00F84191">
        <w:trPr>
          <w:trHeight w:val="315"/>
        </w:trPr>
        <w:tc>
          <w:tcPr>
            <w:tcW w:w="2236" w:type="dxa"/>
            <w:gridSpan w:val="2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81E1003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4590C4B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73984D7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4AA2603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E812F4F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D00CB07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279C9E0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5425371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4F2632" w:rsidRPr="004F2632" w14:paraId="2FE9F455" w14:textId="77777777" w:rsidTr="00D631B6">
        <w:trPr>
          <w:trHeight w:val="525"/>
        </w:trPr>
        <w:tc>
          <w:tcPr>
            <w:tcW w:w="2236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6416D0C" w14:textId="77777777" w:rsidR="004F2632" w:rsidRPr="004F2632" w:rsidRDefault="004F2632" w:rsidP="004F263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39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70116CF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FD4FEE8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35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943DFDA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9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BEF724E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C00F873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C480CA7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31A10FA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A0A0409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35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D49B679" w14:textId="77777777" w:rsidR="004F2632" w:rsidRPr="004F2632" w:rsidRDefault="004F2632" w:rsidP="004F26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4F2632" w:rsidRPr="004F2632" w14:paraId="235B98B7" w14:textId="77777777" w:rsidTr="00D631B6">
        <w:trPr>
          <w:trHeight w:val="300"/>
        </w:trPr>
        <w:tc>
          <w:tcPr>
            <w:tcW w:w="14200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vAlign w:val="bottom"/>
            <w:hideMark/>
          </w:tcPr>
          <w:p w14:paraId="3D4F3972" w14:textId="77777777" w:rsidR="004F2632" w:rsidRPr="004F2632" w:rsidRDefault="004F2632" w:rsidP="004F263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Q21. 7. On average, how often do you experience pain?</w:t>
            </w:r>
          </w:p>
        </w:tc>
      </w:tr>
      <w:tr w:rsidR="00217967" w:rsidRPr="004F2632" w14:paraId="09EF60F9" w14:textId="77777777" w:rsidTr="00D631B6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3C2FCDBF" w14:textId="4FADB976" w:rsidR="00217967" w:rsidRPr="004F2632" w:rsidRDefault="00217967" w:rsidP="004F2632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 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0F4F9A6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222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119FFF1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3,103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D7C8196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2,574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C844ACF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1,625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A36AFA7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4,444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EFD8C4F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6,172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FFC8917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10,974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62421C1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715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32FC041" w14:textId="77777777" w:rsidR="00217967" w:rsidRPr="004F2632" w:rsidRDefault="00217967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11,821</w:t>
            </w:r>
          </w:p>
        </w:tc>
      </w:tr>
      <w:tr w:rsidR="004F2632" w:rsidRPr="004F2632" w14:paraId="24129C6C" w14:textId="77777777" w:rsidTr="00D631B6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3F67DE8A" w14:textId="77777777" w:rsidR="004F2632" w:rsidRPr="004F2632" w:rsidRDefault="004F2632" w:rsidP="00217967">
            <w:pPr>
              <w:spacing w:after="0" w:line="240" w:lineRule="auto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Constantly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ED122D0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41%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8312E67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52%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1CDD8AB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32%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0FDFB41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29%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A9CAC01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36%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77F6F78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27%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EE3FE8C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29%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BA9244A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54%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2E20626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31%</w:t>
            </w:r>
          </w:p>
        </w:tc>
      </w:tr>
      <w:tr w:rsidR="004F2632" w:rsidRPr="004F2632" w14:paraId="563CD9FD" w14:textId="77777777" w:rsidTr="00D631B6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7907B30C" w14:textId="77777777" w:rsidR="004F2632" w:rsidRPr="004F2632" w:rsidRDefault="004F2632" w:rsidP="00217967">
            <w:pPr>
              <w:spacing w:after="0" w:line="240" w:lineRule="auto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Several times a day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76CCF11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45094D1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23%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26A075F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24%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8A97B23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19%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8E5CD53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302D14F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E24633F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5002D6B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2DB684B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</w:p>
        </w:tc>
      </w:tr>
      <w:tr w:rsidR="004F2632" w:rsidRPr="004F2632" w14:paraId="7BB29FC0" w14:textId="77777777" w:rsidTr="00D631B6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7783A975" w14:textId="77777777" w:rsidR="004F2632" w:rsidRPr="004F2632" w:rsidRDefault="004F2632" w:rsidP="00217967">
            <w:pPr>
              <w:spacing w:after="0" w:line="240" w:lineRule="auto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Once a day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108D296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A837952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0D1F470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19B48A0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D3DF718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D3D2CCF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EECD9EB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F70C23F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3D8B55E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</w:tr>
      <w:tr w:rsidR="004F2632" w:rsidRPr="004F2632" w14:paraId="6DD37059" w14:textId="77777777" w:rsidTr="00D631B6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0EA78955" w14:textId="77777777" w:rsidR="004F2632" w:rsidRPr="004F2632" w:rsidRDefault="004F2632" w:rsidP="00217967">
            <w:pPr>
              <w:spacing w:after="0" w:line="240" w:lineRule="auto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Several times a week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C4C29AA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0E749E8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40B1961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15%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8D97EC0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15%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AE03D6D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15%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7A168D9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6401630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3A0029C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C90E5F9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</w:p>
        </w:tc>
      </w:tr>
      <w:tr w:rsidR="004F2632" w:rsidRPr="004F2632" w14:paraId="2F0137F7" w14:textId="77777777" w:rsidTr="00D631B6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6389FFF0" w14:textId="77777777" w:rsidR="004F2632" w:rsidRPr="004F2632" w:rsidRDefault="004F2632" w:rsidP="00217967">
            <w:pPr>
              <w:spacing w:after="0" w:line="240" w:lineRule="auto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Once a week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02C92E6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90C4CF0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7F03C53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6470B48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E887570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40E30F1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F784C90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51E274C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0D67989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</w:tr>
      <w:tr w:rsidR="004F2632" w:rsidRPr="004F2632" w14:paraId="2DB7D4EB" w14:textId="77777777" w:rsidTr="00D631B6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5CCCC53D" w14:textId="77777777" w:rsidR="004F2632" w:rsidRPr="004F2632" w:rsidRDefault="004F2632" w:rsidP="00217967">
            <w:pPr>
              <w:spacing w:after="0" w:line="240" w:lineRule="auto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Several times a month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6B78C14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A85A9B7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4CCB224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BDACEB2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4383E50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CBB26A6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17%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2C6B939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  <w:r w:rsidRPr="004F2632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CBC908F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902710D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15%</w:t>
            </w:r>
          </w:p>
        </w:tc>
      </w:tr>
      <w:tr w:rsidR="004F2632" w:rsidRPr="004F2632" w14:paraId="23FED062" w14:textId="77777777" w:rsidTr="00D631B6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00700302" w14:textId="77777777" w:rsidR="004F2632" w:rsidRPr="004F2632" w:rsidRDefault="004F2632" w:rsidP="00217967">
            <w:pPr>
              <w:spacing w:after="0" w:line="240" w:lineRule="auto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Once a month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43009B7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1F18ED8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B01BFD9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D29B755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46B0700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8F88402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0ED27FA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  <w:r w:rsidRPr="004F2632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5238759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F0C3FF7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</w:p>
        </w:tc>
      </w:tr>
      <w:tr w:rsidR="004F2632" w:rsidRPr="004F2632" w14:paraId="3E563DC7" w14:textId="77777777" w:rsidTr="00D631B6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018CF76D" w14:textId="77777777" w:rsidR="004F2632" w:rsidRPr="004F2632" w:rsidRDefault="004F2632" w:rsidP="00217967">
            <w:pPr>
              <w:spacing w:after="0" w:line="240" w:lineRule="auto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Several times a year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7FCD070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8D5293C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49BD242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8DDD589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155E561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74D7055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0DB72A0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  <w:r w:rsidRPr="004F2632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DC946CF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DAE2F38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</w:tr>
      <w:tr w:rsidR="004F2632" w:rsidRPr="004F2632" w14:paraId="0F14644E" w14:textId="77777777" w:rsidTr="00D631B6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0D8CCB3F" w14:textId="77777777" w:rsidR="004F2632" w:rsidRPr="004F2632" w:rsidRDefault="004F2632" w:rsidP="00217967">
            <w:pPr>
              <w:spacing w:after="0" w:line="240" w:lineRule="auto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Other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D5DDC18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4D16500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01C9A93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462D09E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DEA27B8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B02B461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1CED4DD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6C90424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8B0BB75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</w:tr>
      <w:tr w:rsidR="004F2632" w:rsidRPr="004F2632" w14:paraId="5DC8E913" w14:textId="77777777" w:rsidTr="00D631B6">
        <w:trPr>
          <w:trHeight w:val="300"/>
        </w:trPr>
        <w:tc>
          <w:tcPr>
            <w:tcW w:w="22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1C58ADEC" w14:textId="77777777" w:rsidR="004F2632" w:rsidRPr="004F2632" w:rsidRDefault="004F2632" w:rsidP="00217967">
            <w:pPr>
              <w:spacing w:after="0" w:line="240" w:lineRule="auto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I prefer not to say</w:t>
            </w:r>
          </w:p>
        </w:tc>
        <w:tc>
          <w:tcPr>
            <w:tcW w:w="1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115094F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F12D59E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4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099F7E6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4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DC802CD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D2060EB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E32E752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3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1E1075D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0E434B5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9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DC6C6E4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</w:tr>
      <w:tr w:rsidR="004F2632" w:rsidRPr="004F2632" w14:paraId="73E1910A" w14:textId="77777777" w:rsidTr="00D631B6">
        <w:trPr>
          <w:trHeight w:val="315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0F0A51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0BAF4D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50E9B3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2251DE" w14:textId="77777777" w:rsidR="004F2632" w:rsidRPr="004F2632" w:rsidRDefault="004F2632" w:rsidP="004F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AB8353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D9BA2E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C844EF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0976F1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24C787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0766EE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04669D" w14:textId="77777777" w:rsidR="004F2632" w:rsidRPr="004F2632" w:rsidRDefault="004F2632" w:rsidP="004F2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217967" w:rsidRPr="004F2632" w14:paraId="3BBAC06F" w14:textId="77777777" w:rsidTr="00D631B6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</w:tblPrEx>
        <w:trPr>
          <w:trHeight w:val="315"/>
        </w:trPr>
        <w:tc>
          <w:tcPr>
            <w:tcW w:w="2236" w:type="dxa"/>
            <w:gridSpan w:val="2"/>
            <w:vMerge w:val="restart"/>
            <w:shd w:val="clear" w:color="000000" w:fill="83CCEB"/>
            <w:vAlign w:val="center"/>
            <w:hideMark/>
          </w:tcPr>
          <w:p w14:paraId="4B8DFF34" w14:textId="77777777" w:rsidR="00217967" w:rsidRPr="004F2632" w:rsidRDefault="00217967" w:rsidP="008D4E7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396" w:type="dxa"/>
            <w:vMerge w:val="restart"/>
            <w:shd w:val="clear" w:color="000000" w:fill="83CCEB"/>
            <w:vAlign w:val="center"/>
            <w:hideMark/>
          </w:tcPr>
          <w:p w14:paraId="2184396C" w14:textId="77777777" w:rsidR="00217967" w:rsidRPr="004F2632" w:rsidRDefault="00217967" w:rsidP="008D4E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418" w:type="dxa"/>
            <w:vMerge w:val="restart"/>
            <w:shd w:val="clear" w:color="000000" w:fill="83CCEB"/>
            <w:vAlign w:val="center"/>
            <w:hideMark/>
          </w:tcPr>
          <w:p w14:paraId="689B9B4E" w14:textId="77777777" w:rsidR="00217967" w:rsidRPr="004F2632" w:rsidRDefault="00217967" w:rsidP="008D4E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435" w:type="dxa"/>
            <w:vMerge w:val="restart"/>
            <w:shd w:val="clear" w:color="000000" w:fill="83CCEB"/>
            <w:vAlign w:val="center"/>
            <w:hideMark/>
          </w:tcPr>
          <w:p w14:paraId="34A1EC95" w14:textId="77777777" w:rsidR="00217967" w:rsidRPr="004F2632" w:rsidRDefault="00217967" w:rsidP="008D4E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499" w:type="dxa"/>
            <w:vMerge w:val="restart"/>
            <w:shd w:val="clear" w:color="000000" w:fill="83CCEB"/>
            <w:vAlign w:val="center"/>
            <w:hideMark/>
          </w:tcPr>
          <w:p w14:paraId="42FDE386" w14:textId="77777777" w:rsidR="00217967" w:rsidRPr="004F2632" w:rsidRDefault="00217967" w:rsidP="008D4E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707" w:type="dxa"/>
            <w:gridSpan w:val="2"/>
            <w:shd w:val="clear" w:color="000000" w:fill="83CCEB"/>
            <w:vAlign w:val="center"/>
            <w:hideMark/>
          </w:tcPr>
          <w:p w14:paraId="210E6BE4" w14:textId="77777777" w:rsidR="00217967" w:rsidRPr="004F2632" w:rsidRDefault="00217967" w:rsidP="008D4E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574" w:type="dxa"/>
            <w:gridSpan w:val="2"/>
            <w:shd w:val="clear" w:color="000000" w:fill="83CCEB"/>
            <w:vAlign w:val="center"/>
            <w:hideMark/>
          </w:tcPr>
          <w:p w14:paraId="414DC5FF" w14:textId="77777777" w:rsidR="00217967" w:rsidRPr="004F2632" w:rsidRDefault="00217967" w:rsidP="008D4E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35" w:type="dxa"/>
            <w:vMerge w:val="restart"/>
            <w:shd w:val="clear" w:color="000000" w:fill="83CCEB"/>
            <w:vAlign w:val="center"/>
            <w:hideMark/>
          </w:tcPr>
          <w:p w14:paraId="5FB19C01" w14:textId="77777777" w:rsidR="00217967" w:rsidRPr="004F2632" w:rsidRDefault="00217967" w:rsidP="008D4E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217967" w:rsidRPr="004F2632" w14:paraId="2598006C" w14:textId="77777777" w:rsidTr="00D631B6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</w:tblPrEx>
        <w:trPr>
          <w:trHeight w:val="525"/>
        </w:trPr>
        <w:tc>
          <w:tcPr>
            <w:tcW w:w="2236" w:type="dxa"/>
            <w:gridSpan w:val="2"/>
            <w:vMerge/>
            <w:vAlign w:val="center"/>
            <w:hideMark/>
          </w:tcPr>
          <w:p w14:paraId="067535A6" w14:textId="77777777" w:rsidR="00217967" w:rsidRPr="004F2632" w:rsidRDefault="00217967" w:rsidP="008D4E7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396" w:type="dxa"/>
            <w:vMerge/>
            <w:vAlign w:val="center"/>
            <w:hideMark/>
          </w:tcPr>
          <w:p w14:paraId="5997D42E" w14:textId="77777777" w:rsidR="00217967" w:rsidRPr="004F2632" w:rsidRDefault="00217967" w:rsidP="008D4E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30B3CF5D" w14:textId="77777777" w:rsidR="00217967" w:rsidRPr="004F2632" w:rsidRDefault="00217967" w:rsidP="008D4E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35" w:type="dxa"/>
            <w:vMerge/>
            <w:vAlign w:val="center"/>
            <w:hideMark/>
          </w:tcPr>
          <w:p w14:paraId="7D26F6C7" w14:textId="77777777" w:rsidR="00217967" w:rsidRPr="004F2632" w:rsidRDefault="00217967" w:rsidP="008D4E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99" w:type="dxa"/>
            <w:vMerge/>
            <w:vAlign w:val="center"/>
            <w:hideMark/>
          </w:tcPr>
          <w:p w14:paraId="5AD621E2" w14:textId="77777777" w:rsidR="00217967" w:rsidRPr="004F2632" w:rsidRDefault="00217967" w:rsidP="008D4E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273" w:type="dxa"/>
            <w:shd w:val="clear" w:color="000000" w:fill="83CCEB"/>
            <w:vAlign w:val="center"/>
            <w:hideMark/>
          </w:tcPr>
          <w:p w14:paraId="63DEC306" w14:textId="77777777" w:rsidR="00217967" w:rsidRPr="004F2632" w:rsidRDefault="00217967" w:rsidP="008D4E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34" w:type="dxa"/>
            <w:shd w:val="clear" w:color="000000" w:fill="83CCEB"/>
            <w:vAlign w:val="center"/>
            <w:hideMark/>
          </w:tcPr>
          <w:p w14:paraId="73ECBAE8" w14:textId="77777777" w:rsidR="00217967" w:rsidRPr="004F2632" w:rsidRDefault="00217967" w:rsidP="008D4E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301" w:type="dxa"/>
            <w:shd w:val="clear" w:color="000000" w:fill="83CCEB"/>
            <w:vAlign w:val="center"/>
            <w:hideMark/>
          </w:tcPr>
          <w:p w14:paraId="5BCB4E8A" w14:textId="77777777" w:rsidR="00217967" w:rsidRPr="004F2632" w:rsidRDefault="00217967" w:rsidP="008D4E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273" w:type="dxa"/>
            <w:shd w:val="clear" w:color="000000" w:fill="83CCEB"/>
            <w:vAlign w:val="center"/>
            <w:hideMark/>
          </w:tcPr>
          <w:p w14:paraId="2190F281" w14:textId="77777777" w:rsidR="00217967" w:rsidRPr="004F2632" w:rsidRDefault="00217967" w:rsidP="008D4E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4F26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35" w:type="dxa"/>
            <w:vMerge/>
            <w:vAlign w:val="center"/>
            <w:hideMark/>
          </w:tcPr>
          <w:p w14:paraId="50B407B1" w14:textId="77777777" w:rsidR="00217967" w:rsidRPr="004F2632" w:rsidRDefault="00217967" w:rsidP="008D4E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217967" w:rsidRPr="004F2632" w14:paraId="7CAF3916" w14:textId="77777777" w:rsidTr="00D631B6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</w:tblPrEx>
        <w:trPr>
          <w:trHeight w:val="300"/>
        </w:trPr>
        <w:tc>
          <w:tcPr>
            <w:tcW w:w="14200" w:type="dxa"/>
            <w:gridSpan w:val="11"/>
            <w:shd w:val="clear" w:color="000000" w:fill="DAE9F8"/>
            <w:noWrap/>
            <w:vAlign w:val="bottom"/>
            <w:hideMark/>
          </w:tcPr>
          <w:p w14:paraId="5354F105" w14:textId="77777777" w:rsidR="00217967" w:rsidRPr="004F2632" w:rsidRDefault="00217967" w:rsidP="008D4E7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Q23. 8. What other symptoms are associated with your pain?: Nausea</w:t>
            </w:r>
          </w:p>
        </w:tc>
      </w:tr>
      <w:tr w:rsidR="00217967" w:rsidRPr="004F2632" w14:paraId="7E5AAF85" w14:textId="77777777" w:rsidTr="00D631B6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</w:tblPrEx>
        <w:trPr>
          <w:trHeight w:val="300"/>
        </w:trPr>
        <w:tc>
          <w:tcPr>
            <w:tcW w:w="1076" w:type="dxa"/>
            <w:shd w:val="clear" w:color="000000" w:fill="D9D9D9"/>
            <w:vAlign w:val="bottom"/>
            <w:hideMark/>
          </w:tcPr>
          <w:p w14:paraId="692DECE3" w14:textId="77777777" w:rsidR="00217967" w:rsidRPr="004F2632" w:rsidRDefault="00217967" w:rsidP="008D4E7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160" w:type="dxa"/>
            <w:shd w:val="clear" w:color="000000" w:fill="D9D9D9"/>
            <w:vAlign w:val="bottom"/>
            <w:hideMark/>
          </w:tcPr>
          <w:p w14:paraId="21E5AFE3" w14:textId="77777777" w:rsidR="00217967" w:rsidRPr="004F2632" w:rsidRDefault="00217967" w:rsidP="008D4E7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396" w:type="dxa"/>
            <w:noWrap/>
            <w:vAlign w:val="bottom"/>
            <w:hideMark/>
          </w:tcPr>
          <w:p w14:paraId="03994EC4" w14:textId="77777777" w:rsidR="00217967" w:rsidRPr="004F2632" w:rsidRDefault="00217967" w:rsidP="008D4E7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143</w:t>
            </w:r>
          </w:p>
        </w:tc>
        <w:tc>
          <w:tcPr>
            <w:tcW w:w="1418" w:type="dxa"/>
            <w:noWrap/>
            <w:vAlign w:val="bottom"/>
            <w:hideMark/>
          </w:tcPr>
          <w:p w14:paraId="2B6F6AA1" w14:textId="77777777" w:rsidR="00217967" w:rsidRPr="004F2632" w:rsidRDefault="00217967" w:rsidP="008D4E7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1,914</w:t>
            </w:r>
          </w:p>
        </w:tc>
        <w:tc>
          <w:tcPr>
            <w:tcW w:w="1435" w:type="dxa"/>
            <w:noWrap/>
            <w:vAlign w:val="bottom"/>
            <w:hideMark/>
          </w:tcPr>
          <w:p w14:paraId="6C5A6985" w14:textId="77777777" w:rsidR="00217967" w:rsidRPr="004F2632" w:rsidRDefault="00217967" w:rsidP="008D4E7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1,640</w:t>
            </w:r>
          </w:p>
        </w:tc>
        <w:tc>
          <w:tcPr>
            <w:tcW w:w="1499" w:type="dxa"/>
            <w:noWrap/>
            <w:vAlign w:val="bottom"/>
            <w:hideMark/>
          </w:tcPr>
          <w:p w14:paraId="638EF4A5" w14:textId="77777777" w:rsidR="00217967" w:rsidRPr="004F2632" w:rsidRDefault="00217967" w:rsidP="008D4E7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814</w:t>
            </w:r>
          </w:p>
        </w:tc>
        <w:tc>
          <w:tcPr>
            <w:tcW w:w="1273" w:type="dxa"/>
            <w:noWrap/>
            <w:vAlign w:val="bottom"/>
            <w:hideMark/>
          </w:tcPr>
          <w:p w14:paraId="7E4C5C58" w14:textId="77777777" w:rsidR="00217967" w:rsidRPr="004F2632" w:rsidRDefault="00217967" w:rsidP="008D4E7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2,384</w:t>
            </w:r>
          </w:p>
        </w:tc>
        <w:tc>
          <w:tcPr>
            <w:tcW w:w="1434" w:type="dxa"/>
            <w:noWrap/>
            <w:vAlign w:val="bottom"/>
            <w:hideMark/>
          </w:tcPr>
          <w:p w14:paraId="527F8637" w14:textId="77777777" w:rsidR="00217967" w:rsidRPr="004F2632" w:rsidRDefault="00217967" w:rsidP="008D4E7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3,384</w:t>
            </w:r>
          </w:p>
        </w:tc>
        <w:tc>
          <w:tcPr>
            <w:tcW w:w="1301" w:type="dxa"/>
            <w:noWrap/>
            <w:vAlign w:val="bottom"/>
            <w:hideMark/>
          </w:tcPr>
          <w:p w14:paraId="014CDBB4" w14:textId="77777777" w:rsidR="00217967" w:rsidRPr="004F2632" w:rsidRDefault="00217967" w:rsidP="008D4E7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6,164</w:t>
            </w:r>
          </w:p>
        </w:tc>
        <w:tc>
          <w:tcPr>
            <w:tcW w:w="1273" w:type="dxa"/>
            <w:noWrap/>
            <w:vAlign w:val="bottom"/>
            <w:hideMark/>
          </w:tcPr>
          <w:p w14:paraId="7C953532" w14:textId="77777777" w:rsidR="00217967" w:rsidRPr="004F2632" w:rsidRDefault="00217967" w:rsidP="008D4E7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224</w:t>
            </w:r>
          </w:p>
        </w:tc>
        <w:tc>
          <w:tcPr>
            <w:tcW w:w="935" w:type="dxa"/>
            <w:noWrap/>
            <w:vAlign w:val="bottom"/>
            <w:hideMark/>
          </w:tcPr>
          <w:p w14:paraId="0326B0D6" w14:textId="77777777" w:rsidR="00217967" w:rsidRPr="004F2632" w:rsidRDefault="00217967" w:rsidP="008D4E7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6,388</w:t>
            </w:r>
          </w:p>
        </w:tc>
      </w:tr>
      <w:tr w:rsidR="00217967" w:rsidRPr="004F2632" w14:paraId="1DAD53DF" w14:textId="77777777" w:rsidTr="00D631B6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</w:tblPrEx>
        <w:trPr>
          <w:trHeight w:val="300"/>
        </w:trPr>
        <w:tc>
          <w:tcPr>
            <w:tcW w:w="2236" w:type="dxa"/>
            <w:gridSpan w:val="2"/>
            <w:shd w:val="clear" w:color="000000" w:fill="D9D9D9"/>
            <w:noWrap/>
            <w:vAlign w:val="bottom"/>
            <w:hideMark/>
          </w:tcPr>
          <w:p w14:paraId="780C80D8" w14:textId="77777777" w:rsidR="00217967" w:rsidRPr="004F2632" w:rsidRDefault="00217967" w:rsidP="008D4E7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396" w:type="dxa"/>
            <w:noWrap/>
            <w:vAlign w:val="bottom"/>
            <w:hideMark/>
          </w:tcPr>
          <w:p w14:paraId="12B7D53C" w14:textId="77777777" w:rsidR="00217967" w:rsidRPr="004F2632" w:rsidRDefault="00217967" w:rsidP="008D4E7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64%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18" w:type="dxa"/>
            <w:noWrap/>
            <w:vAlign w:val="bottom"/>
            <w:hideMark/>
          </w:tcPr>
          <w:p w14:paraId="317C0E87" w14:textId="77777777" w:rsidR="00217967" w:rsidRPr="004F2632" w:rsidRDefault="00217967" w:rsidP="008D4E7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62%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35" w:type="dxa"/>
            <w:noWrap/>
            <w:vAlign w:val="bottom"/>
            <w:hideMark/>
          </w:tcPr>
          <w:p w14:paraId="7F461F90" w14:textId="77777777" w:rsidR="00217967" w:rsidRPr="004F2632" w:rsidRDefault="00217967" w:rsidP="008D4E7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64%</w:t>
            </w:r>
            <w:r w:rsidRPr="004F2632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99" w:type="dxa"/>
            <w:noWrap/>
            <w:vAlign w:val="bottom"/>
            <w:hideMark/>
          </w:tcPr>
          <w:p w14:paraId="4035E54D" w14:textId="77777777" w:rsidR="00217967" w:rsidRPr="004F2632" w:rsidRDefault="00217967" w:rsidP="008D4E7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50%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273" w:type="dxa"/>
            <w:noWrap/>
            <w:vAlign w:val="bottom"/>
            <w:hideMark/>
          </w:tcPr>
          <w:p w14:paraId="6EAA9CE7" w14:textId="77777777" w:rsidR="00217967" w:rsidRPr="004F2632" w:rsidRDefault="00217967" w:rsidP="008D4E7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54%</w:t>
            </w:r>
          </w:p>
        </w:tc>
        <w:tc>
          <w:tcPr>
            <w:tcW w:w="1434" w:type="dxa"/>
            <w:noWrap/>
            <w:vAlign w:val="bottom"/>
            <w:hideMark/>
          </w:tcPr>
          <w:p w14:paraId="22523345" w14:textId="77777777" w:rsidR="00217967" w:rsidRPr="004F2632" w:rsidRDefault="00217967" w:rsidP="008D4E7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55%</w:t>
            </w:r>
          </w:p>
        </w:tc>
        <w:tc>
          <w:tcPr>
            <w:tcW w:w="1301" w:type="dxa"/>
            <w:noWrap/>
            <w:vAlign w:val="bottom"/>
            <w:hideMark/>
          </w:tcPr>
          <w:p w14:paraId="4685A087" w14:textId="77777777" w:rsidR="00217967" w:rsidRPr="004F2632" w:rsidRDefault="00217967" w:rsidP="008D4E7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56%</w:t>
            </w:r>
            <w:r w:rsidRPr="004F2632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273" w:type="dxa"/>
            <w:noWrap/>
            <w:vAlign w:val="bottom"/>
            <w:hideMark/>
          </w:tcPr>
          <w:p w14:paraId="0F6C394E" w14:textId="77777777" w:rsidR="00217967" w:rsidRPr="004F2632" w:rsidRDefault="00217967" w:rsidP="008D4E7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31%</w:t>
            </w:r>
            <w:r w:rsidRPr="004F2632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935" w:type="dxa"/>
            <w:noWrap/>
            <w:vAlign w:val="bottom"/>
            <w:hideMark/>
          </w:tcPr>
          <w:p w14:paraId="45DF2C25" w14:textId="77777777" w:rsidR="00217967" w:rsidRPr="004F2632" w:rsidRDefault="00217967" w:rsidP="008D4E7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4F2632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55%</w:t>
            </w:r>
          </w:p>
        </w:tc>
      </w:tr>
    </w:tbl>
    <w:p w14:paraId="2327DE75" w14:textId="77777777" w:rsidR="00217967" w:rsidRDefault="00217967"/>
    <w:tbl>
      <w:tblPr>
        <w:tblW w:w="14307" w:type="dxa"/>
        <w:tblLook w:val="04A0" w:firstRow="1" w:lastRow="0" w:firstColumn="1" w:lastColumn="0" w:noHBand="0" w:noVBand="1"/>
      </w:tblPr>
      <w:tblGrid>
        <w:gridCol w:w="1230"/>
        <w:gridCol w:w="1067"/>
        <w:gridCol w:w="1237"/>
        <w:gridCol w:w="1559"/>
        <w:gridCol w:w="1418"/>
        <w:gridCol w:w="1559"/>
        <w:gridCol w:w="1134"/>
        <w:gridCol w:w="1418"/>
        <w:gridCol w:w="1417"/>
        <w:gridCol w:w="1134"/>
        <w:gridCol w:w="1134"/>
      </w:tblGrid>
      <w:tr w:rsidR="00217967" w:rsidRPr="00217967" w14:paraId="54D1A45E" w14:textId="77777777" w:rsidTr="00D631B6">
        <w:trPr>
          <w:trHeight w:val="315"/>
        </w:trPr>
        <w:tc>
          <w:tcPr>
            <w:tcW w:w="2297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EB2E279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23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FA70DC7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5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6C8729F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41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2E203BE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55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3B682E3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55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BC829C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551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8F6FBE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113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62998A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217967" w:rsidRPr="00217967" w14:paraId="4414CA87" w14:textId="77777777" w:rsidTr="00D631B6">
        <w:trPr>
          <w:trHeight w:val="525"/>
        </w:trPr>
        <w:tc>
          <w:tcPr>
            <w:tcW w:w="2297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99B8D5B" w14:textId="77777777" w:rsidR="00217967" w:rsidRPr="00217967" w:rsidRDefault="00217967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23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F8AA26B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485ABD9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71EA0E3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D0F0472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42A7D67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D19B927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EE0D3C0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2284AA3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113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EC4198A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217967" w:rsidRPr="00217967" w14:paraId="63ECFEC5" w14:textId="77777777" w:rsidTr="00D631B6">
        <w:trPr>
          <w:trHeight w:val="300"/>
        </w:trPr>
        <w:tc>
          <w:tcPr>
            <w:tcW w:w="14307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6CAA7F92" w14:textId="77777777" w:rsidR="00217967" w:rsidRPr="00217967" w:rsidRDefault="00217967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Q23. 8. What other symptoms are associated with your pain?: Vomiting</w:t>
            </w:r>
          </w:p>
        </w:tc>
      </w:tr>
      <w:tr w:rsidR="00D631B6" w:rsidRPr="00217967" w14:paraId="3E97DF7E" w14:textId="77777777" w:rsidTr="00506DE1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35423547" w14:textId="5EE8D63E" w:rsidR="00D631B6" w:rsidRPr="00217967" w:rsidRDefault="00D631B6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 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802B5CA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53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B04EDC9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711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72304F8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672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5828CD7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311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C61D990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846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0E451C3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1,292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221879F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2,304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B5CBA2D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53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F5F1AE7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2,381</w:t>
            </w:r>
          </w:p>
        </w:tc>
      </w:tr>
      <w:tr w:rsidR="00D631B6" w:rsidRPr="00217967" w14:paraId="757E1DEC" w14:textId="77777777" w:rsidTr="00F84191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6365BADD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0BEA52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24%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CD3709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23%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693F288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26%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4CC076D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19%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245A70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19%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525ADD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18B7D21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  <w:r w:rsidRPr="0021796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F4C3B4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A8AAF91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</w:p>
        </w:tc>
      </w:tr>
      <w:tr w:rsidR="00D631B6" w:rsidRPr="00217967" w14:paraId="44A0C4DA" w14:textId="77777777" w:rsidTr="00F84191">
        <w:trPr>
          <w:trHeight w:val="315"/>
        </w:trPr>
        <w:tc>
          <w:tcPr>
            <w:tcW w:w="123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024ED52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255515A9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4C2CC6F8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6CD9E90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7ECD1EE2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1E26BB9D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4EF84515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257F28AC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1A48137F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5A20ADC7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32B77F70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217967" w:rsidRPr="00217967" w14:paraId="1439BF51" w14:textId="77777777" w:rsidTr="00F84191">
        <w:trPr>
          <w:trHeight w:val="315"/>
        </w:trPr>
        <w:tc>
          <w:tcPr>
            <w:tcW w:w="2297" w:type="dxa"/>
            <w:gridSpan w:val="2"/>
            <w:vMerge w:val="restart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6ACBEE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237" w:type="dxa"/>
            <w:vMerge w:val="restart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C2395DC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59" w:type="dxa"/>
            <w:vMerge w:val="restart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C38BD69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418" w:type="dxa"/>
            <w:vMerge w:val="restart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7C75098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559" w:type="dxa"/>
            <w:vMerge w:val="restart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46B9CD3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552" w:type="dxa"/>
            <w:gridSpan w:val="2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F6C410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551" w:type="dxa"/>
            <w:gridSpan w:val="2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707F62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1134" w:type="dxa"/>
            <w:vMerge w:val="restart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77BD22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217967" w:rsidRPr="00217967" w14:paraId="4A267AA7" w14:textId="77777777" w:rsidTr="00D631B6">
        <w:trPr>
          <w:trHeight w:val="525"/>
        </w:trPr>
        <w:tc>
          <w:tcPr>
            <w:tcW w:w="2297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66D5328" w14:textId="77777777" w:rsidR="00217967" w:rsidRPr="00217967" w:rsidRDefault="00217967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23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B1BD902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660F365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0666972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3E808A3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7A04754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ADD53DB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7E6D971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E309892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113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959EEAF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217967" w:rsidRPr="00217967" w14:paraId="3D7036A4" w14:textId="77777777" w:rsidTr="00D631B6">
        <w:trPr>
          <w:trHeight w:val="300"/>
        </w:trPr>
        <w:tc>
          <w:tcPr>
            <w:tcW w:w="14307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413C32A8" w14:textId="77777777" w:rsidR="00217967" w:rsidRPr="00217967" w:rsidRDefault="00217967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Q23. 8. What other symptoms are associated with your pain?: Diarrhoea</w:t>
            </w:r>
          </w:p>
        </w:tc>
      </w:tr>
      <w:tr w:rsidR="00D631B6" w:rsidRPr="00217967" w14:paraId="51839940" w14:textId="77777777" w:rsidTr="001F48A1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638E688B" w14:textId="14599D7A" w:rsidR="00D631B6" w:rsidRPr="00217967" w:rsidRDefault="00D631B6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 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94D8791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E56B52B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1,323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F711740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1,216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095C9EA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607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D7003C7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1,691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D4DC72E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2,497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BDEFA09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4,501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42B32AA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133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8438649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4,678</w:t>
            </w:r>
          </w:p>
        </w:tc>
      </w:tr>
      <w:tr w:rsidR="00D631B6" w:rsidRPr="00217967" w14:paraId="3B838125" w14:textId="77777777" w:rsidTr="00D631B6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409B1A78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9534ED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45%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C04D23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43%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000893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47%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F9C5CD8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37%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CA292D9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38%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3E87A81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40%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8B0817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41%</w:t>
            </w:r>
            <w:r w:rsidRPr="0021796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66309C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19%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07AA11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40%</w:t>
            </w:r>
          </w:p>
        </w:tc>
      </w:tr>
    </w:tbl>
    <w:p w14:paraId="112A984E" w14:textId="77777777" w:rsidR="00D631B6" w:rsidRDefault="00D631B6"/>
    <w:tbl>
      <w:tblPr>
        <w:tblW w:w="14307" w:type="dxa"/>
        <w:tblInd w:w="-5" w:type="dxa"/>
        <w:tblLook w:val="04A0" w:firstRow="1" w:lastRow="0" w:firstColumn="1" w:lastColumn="0" w:noHBand="0" w:noVBand="1"/>
      </w:tblPr>
      <w:tblGrid>
        <w:gridCol w:w="1230"/>
        <w:gridCol w:w="1067"/>
        <w:gridCol w:w="1237"/>
        <w:gridCol w:w="1559"/>
        <w:gridCol w:w="1418"/>
        <w:gridCol w:w="1559"/>
        <w:gridCol w:w="1134"/>
        <w:gridCol w:w="1418"/>
        <w:gridCol w:w="1417"/>
        <w:gridCol w:w="1134"/>
        <w:gridCol w:w="1134"/>
      </w:tblGrid>
      <w:tr w:rsidR="00217967" w:rsidRPr="00217967" w14:paraId="607384C8" w14:textId="77777777" w:rsidTr="00D631B6">
        <w:trPr>
          <w:trHeight w:val="315"/>
        </w:trPr>
        <w:tc>
          <w:tcPr>
            <w:tcW w:w="2297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E248CD6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23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B3BC483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5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EEEA190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41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3B9188F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55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EEFFA8C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55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76B831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551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2919021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113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5531C5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217967" w:rsidRPr="00217967" w14:paraId="0C8E2B0B" w14:textId="77777777" w:rsidTr="00D631B6">
        <w:trPr>
          <w:trHeight w:val="525"/>
        </w:trPr>
        <w:tc>
          <w:tcPr>
            <w:tcW w:w="2297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AB9CF90" w14:textId="77777777" w:rsidR="00217967" w:rsidRPr="00217967" w:rsidRDefault="00217967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23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55C9829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C46365C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CA03C9E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A424107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AC59C42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A086D69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05A4263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1B1C9BA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113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C949E6B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217967" w:rsidRPr="00217967" w14:paraId="798AAD5D" w14:textId="77777777" w:rsidTr="00D631B6">
        <w:trPr>
          <w:trHeight w:val="300"/>
        </w:trPr>
        <w:tc>
          <w:tcPr>
            <w:tcW w:w="14307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45160A01" w14:textId="77777777" w:rsidR="00217967" w:rsidRPr="00217967" w:rsidRDefault="00217967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Q23. 8. What other symptoms are associated with your pain?: Constipation</w:t>
            </w:r>
          </w:p>
        </w:tc>
      </w:tr>
      <w:tr w:rsidR="00D631B6" w:rsidRPr="00217967" w14:paraId="7D6E8A06" w14:textId="77777777" w:rsidTr="00D45EF7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5535ED7C" w14:textId="3EE6A972" w:rsidR="00D631B6" w:rsidRPr="00217967" w:rsidRDefault="00D631B6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 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0E494B4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79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C296B06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1,185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BFB9068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934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CDFCDB6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526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0E37020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1,426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0512729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2,054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45817D4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3,748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296ED61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144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31D7DC3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3,892</w:t>
            </w:r>
          </w:p>
        </w:tc>
      </w:tr>
      <w:tr w:rsidR="00D631B6" w:rsidRPr="00217967" w14:paraId="0A399E56" w14:textId="77777777" w:rsidTr="00D631B6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14B20B28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D62C47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36%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118C9C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38%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F018D0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36%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98BB55D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32%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FB95B4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32%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4EF3F89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33%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965199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34%</w:t>
            </w:r>
            <w:r w:rsidRPr="0021796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693F09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4812A1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33%</w:t>
            </w:r>
          </w:p>
        </w:tc>
      </w:tr>
      <w:tr w:rsidR="00D631B6" w:rsidRPr="00217967" w14:paraId="3C76871E" w14:textId="77777777" w:rsidTr="00D631B6">
        <w:trPr>
          <w:trHeight w:val="315"/>
        </w:trPr>
        <w:tc>
          <w:tcPr>
            <w:tcW w:w="123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F7C101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06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5836F05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E46F307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2E60FB6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EF58D7C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D41BC1F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DDA9E38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6F4A396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23471C7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0FDD9A7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593A6E5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217967" w:rsidRPr="00217967" w14:paraId="3E3F8CF6" w14:textId="77777777" w:rsidTr="00D631B6">
        <w:trPr>
          <w:trHeight w:val="315"/>
        </w:trPr>
        <w:tc>
          <w:tcPr>
            <w:tcW w:w="2297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A2A615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23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6E51F79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5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EF528C5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41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E29CFCD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55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515DB31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55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286BA0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551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59C30A1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113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4027B4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217967" w:rsidRPr="00217967" w14:paraId="58CC3468" w14:textId="77777777" w:rsidTr="00D631B6">
        <w:trPr>
          <w:trHeight w:val="525"/>
        </w:trPr>
        <w:tc>
          <w:tcPr>
            <w:tcW w:w="2297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70F881E" w14:textId="77777777" w:rsidR="00217967" w:rsidRPr="00217967" w:rsidRDefault="00217967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23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9E5BD12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D930AAC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D0D25A1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C694D5B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EC97AEC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27D61B6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F1A62E1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2500A77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113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3AE1799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217967" w:rsidRPr="00217967" w14:paraId="738F0DB9" w14:textId="77777777" w:rsidTr="00D631B6">
        <w:trPr>
          <w:trHeight w:val="300"/>
        </w:trPr>
        <w:tc>
          <w:tcPr>
            <w:tcW w:w="14307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2D0352DF" w14:textId="77777777" w:rsidR="00217967" w:rsidRPr="00217967" w:rsidRDefault="00217967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Q23. 8. What other symptoms are associated with your pain?: Urinary symptoms</w:t>
            </w:r>
          </w:p>
        </w:tc>
      </w:tr>
      <w:tr w:rsidR="00D631B6" w:rsidRPr="00217967" w14:paraId="169E9D35" w14:textId="77777777" w:rsidTr="00246058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0FA3F3C2" w14:textId="19E44032" w:rsidR="00D631B6" w:rsidRPr="00217967" w:rsidRDefault="00D631B6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 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FCB02B0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67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A32F008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836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F2F316F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597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0883096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341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3BCCC5A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942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CF854DC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1,228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DDC76A8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2,294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DC0D2E3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122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9672FB9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2,446</w:t>
            </w:r>
          </w:p>
        </w:tc>
      </w:tr>
      <w:tr w:rsidR="00D631B6" w:rsidRPr="00217967" w14:paraId="120753D1" w14:textId="77777777" w:rsidTr="00D631B6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5E01BB4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37AF93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30%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FB6E1E9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27%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6056CF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23%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931A72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0E66D31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2F7CB78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74565D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  <w:r w:rsidRPr="0021796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C604871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17%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4C7DA1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</w:p>
        </w:tc>
      </w:tr>
      <w:tr w:rsidR="00D631B6" w:rsidRPr="00217967" w14:paraId="7E2B2FD3" w14:textId="77777777" w:rsidTr="00D631B6">
        <w:trPr>
          <w:trHeight w:val="315"/>
        </w:trPr>
        <w:tc>
          <w:tcPr>
            <w:tcW w:w="123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E274521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06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393D26B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8FBF4AA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4E5F486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4E29F8F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50FF37C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FFCC146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E8F837A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2B3D27C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79EBFEE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035E1FC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217967" w:rsidRPr="00217967" w14:paraId="21E3755D" w14:textId="77777777" w:rsidTr="00D631B6">
        <w:trPr>
          <w:trHeight w:val="315"/>
        </w:trPr>
        <w:tc>
          <w:tcPr>
            <w:tcW w:w="2297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9D6A318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23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A3BA9DC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5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DF0241A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41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0A5E8B8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55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7DD8447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55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82882C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551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52E737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113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20FC41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217967" w:rsidRPr="00217967" w14:paraId="1FA444CB" w14:textId="77777777" w:rsidTr="00D631B6">
        <w:trPr>
          <w:trHeight w:val="525"/>
        </w:trPr>
        <w:tc>
          <w:tcPr>
            <w:tcW w:w="2297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E1A28AF" w14:textId="77777777" w:rsidR="00217967" w:rsidRPr="00217967" w:rsidRDefault="00217967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23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C978862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C57E408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2D3C4DF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134812B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64C26AA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2740BA6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8EF8226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760B10A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113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374B72F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217967" w:rsidRPr="00217967" w14:paraId="3AB7E12E" w14:textId="77777777" w:rsidTr="00D631B6">
        <w:trPr>
          <w:trHeight w:val="300"/>
        </w:trPr>
        <w:tc>
          <w:tcPr>
            <w:tcW w:w="14307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7BEFD47E" w14:textId="77777777" w:rsidR="00217967" w:rsidRPr="00217967" w:rsidRDefault="00217967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Q23. 8. What other symptoms are associated with your pain?: Changes to your vision</w:t>
            </w:r>
          </w:p>
        </w:tc>
      </w:tr>
      <w:tr w:rsidR="00D631B6" w:rsidRPr="00217967" w14:paraId="71EDF415" w14:textId="77777777" w:rsidTr="00E34DA9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1AF01709" w14:textId="5F44B486" w:rsidR="00D631B6" w:rsidRPr="00217967" w:rsidRDefault="00D631B6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 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7B06666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68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5551E64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1,078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D7B92CE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743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8BBD6AF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370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927B624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1,053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3835040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1,455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FAAAAE7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2,623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16B18F1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124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4A891CC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2,781</w:t>
            </w:r>
          </w:p>
        </w:tc>
      </w:tr>
      <w:tr w:rsidR="00D631B6" w:rsidRPr="00217967" w14:paraId="60F577FC" w14:textId="77777777" w:rsidTr="00D631B6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50B9B39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F2B089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31%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0F62C5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35%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F0F5C78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29%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B5B4C26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23%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8851EA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24%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5F5C621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24%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0BEDB8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24%</w:t>
            </w:r>
            <w:r w:rsidRPr="0021796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4F9517D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17%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BB81B1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24%</w:t>
            </w:r>
          </w:p>
        </w:tc>
      </w:tr>
    </w:tbl>
    <w:p w14:paraId="2B2F4AC4" w14:textId="77777777" w:rsidR="00D631B6" w:rsidRDefault="00D631B6">
      <w:r>
        <w:br w:type="page"/>
      </w:r>
    </w:p>
    <w:tbl>
      <w:tblPr>
        <w:tblW w:w="14307" w:type="dxa"/>
        <w:tblLook w:val="04A0" w:firstRow="1" w:lastRow="0" w:firstColumn="1" w:lastColumn="0" w:noHBand="0" w:noVBand="1"/>
      </w:tblPr>
      <w:tblGrid>
        <w:gridCol w:w="1230"/>
        <w:gridCol w:w="1067"/>
        <w:gridCol w:w="1237"/>
        <w:gridCol w:w="1559"/>
        <w:gridCol w:w="1418"/>
        <w:gridCol w:w="1559"/>
        <w:gridCol w:w="1134"/>
        <w:gridCol w:w="1418"/>
        <w:gridCol w:w="1417"/>
        <w:gridCol w:w="1134"/>
        <w:gridCol w:w="1134"/>
      </w:tblGrid>
      <w:tr w:rsidR="00D631B6" w:rsidRPr="00217967" w14:paraId="35CF09DA" w14:textId="77777777" w:rsidTr="00F84191">
        <w:trPr>
          <w:trHeight w:val="315"/>
        </w:trPr>
        <w:tc>
          <w:tcPr>
            <w:tcW w:w="1230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408E4F9" w14:textId="69CE5211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067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44509E9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37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79A073D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B146F99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A0A2284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1DAE4F1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58DB3DE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839F59B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29030B8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0A9F4F5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3274D59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217967" w:rsidRPr="00217967" w14:paraId="59B7B070" w14:textId="77777777" w:rsidTr="00F84191">
        <w:trPr>
          <w:trHeight w:val="315"/>
        </w:trPr>
        <w:tc>
          <w:tcPr>
            <w:tcW w:w="2297" w:type="dxa"/>
            <w:gridSpan w:val="2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2B9C4B6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BBC7621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80C74B4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0E5F760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15023D9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A7C0CF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40AC828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CAD919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217967" w:rsidRPr="00217967" w14:paraId="5A7445A2" w14:textId="77777777" w:rsidTr="00D631B6">
        <w:trPr>
          <w:trHeight w:val="525"/>
        </w:trPr>
        <w:tc>
          <w:tcPr>
            <w:tcW w:w="2297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6F89D50" w14:textId="77777777" w:rsidR="00217967" w:rsidRPr="00217967" w:rsidRDefault="00217967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23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AB80418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081D447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FB96D2D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79E38D5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BF702EB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E37CC69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DA9A637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05A9685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113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E4D66F9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217967" w:rsidRPr="00217967" w14:paraId="524E7D15" w14:textId="77777777" w:rsidTr="00D631B6">
        <w:trPr>
          <w:trHeight w:val="300"/>
        </w:trPr>
        <w:tc>
          <w:tcPr>
            <w:tcW w:w="14307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39A03643" w14:textId="77777777" w:rsidR="00217967" w:rsidRPr="00217967" w:rsidRDefault="00217967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Q23. 8. What other symptoms are associated with your pain?:Pins and needles</w:t>
            </w:r>
          </w:p>
        </w:tc>
      </w:tr>
      <w:tr w:rsidR="00D631B6" w:rsidRPr="00217967" w14:paraId="08FCCA52" w14:textId="77777777" w:rsidTr="00F71CA1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2732986E" w14:textId="7C7236A7" w:rsidR="00D631B6" w:rsidRPr="00217967" w:rsidRDefault="00D631B6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 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B0E68B6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111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2D3E329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1,751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5BE7BF4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1,159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7A6143D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368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9631E68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1,845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A92691A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2,233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DD6E4CE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4,201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814B549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303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D7B947F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4,561</w:t>
            </w:r>
          </w:p>
        </w:tc>
      </w:tr>
      <w:tr w:rsidR="00D631B6" w:rsidRPr="00217967" w14:paraId="38D55D90" w14:textId="77777777" w:rsidTr="00D631B6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64EA5AC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DA90D2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50%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969BBD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56%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8576BC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45%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CCDF71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39%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48C689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42%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9948C9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36%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2E372A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38%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AB31231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42%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2CDB63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39%</w:t>
            </w:r>
          </w:p>
        </w:tc>
      </w:tr>
      <w:tr w:rsidR="00D631B6" w:rsidRPr="00217967" w14:paraId="17C012E4" w14:textId="77777777" w:rsidTr="00D631B6">
        <w:trPr>
          <w:trHeight w:val="315"/>
        </w:trPr>
        <w:tc>
          <w:tcPr>
            <w:tcW w:w="123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C732C8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06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97F7735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A0CE905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C544A91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8BD9023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B4F8B79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5A66511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B801B49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CA39EC1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C0E26DC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5F58A1B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217967" w:rsidRPr="00217967" w14:paraId="740F7E52" w14:textId="77777777" w:rsidTr="00D631B6">
        <w:trPr>
          <w:trHeight w:val="315"/>
        </w:trPr>
        <w:tc>
          <w:tcPr>
            <w:tcW w:w="2297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EA1699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23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15C27CF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5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7701042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41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12C8893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55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48025A7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55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3313EA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551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33C65FD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113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F21859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217967" w:rsidRPr="00217967" w14:paraId="1A2DC3EE" w14:textId="77777777" w:rsidTr="00D631B6">
        <w:trPr>
          <w:trHeight w:val="525"/>
        </w:trPr>
        <w:tc>
          <w:tcPr>
            <w:tcW w:w="2297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16E091A" w14:textId="77777777" w:rsidR="00217967" w:rsidRPr="00217967" w:rsidRDefault="00217967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23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55FE0EB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A44733D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F0592CB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3DD7953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2841721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0782CC0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D597A78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CBC3AB1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113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C245DC2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217967" w:rsidRPr="00217967" w14:paraId="7EAC1EE3" w14:textId="77777777" w:rsidTr="00D631B6">
        <w:trPr>
          <w:trHeight w:val="300"/>
        </w:trPr>
        <w:tc>
          <w:tcPr>
            <w:tcW w:w="14307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68C23D07" w14:textId="77777777" w:rsidR="00217967" w:rsidRPr="00217967" w:rsidRDefault="00217967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Q23. 8. What other symptoms are associated with your pain?: Bloating</w:t>
            </w:r>
          </w:p>
        </w:tc>
      </w:tr>
      <w:tr w:rsidR="00D631B6" w:rsidRPr="00217967" w14:paraId="26C45CC3" w14:textId="77777777" w:rsidTr="00D92D96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61559A42" w14:textId="1B4B5DB8" w:rsidR="00D631B6" w:rsidRPr="00217967" w:rsidRDefault="00D631B6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 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C0BD25C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124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C91DAFA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1,571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28A9491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1,474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9726028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3DFC46F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2,327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A7FB15D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3,350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FC40ADB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6,145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EE17E1A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152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BAF7FBD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6,362</w:t>
            </w:r>
          </w:p>
        </w:tc>
      </w:tr>
      <w:tr w:rsidR="00D631B6" w:rsidRPr="00217967" w14:paraId="578437FF" w14:textId="77777777" w:rsidTr="00D631B6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56277C48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3D7AF0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56%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4623CFD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51%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7CA9E8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57%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32FD0F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55%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C6FA71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52%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269C24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54%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E4FBD2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56%</w:t>
            </w:r>
            <w:r w:rsidRPr="0021796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417FEA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78FED0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54%</w:t>
            </w:r>
          </w:p>
        </w:tc>
      </w:tr>
      <w:tr w:rsidR="00D631B6" w:rsidRPr="00217967" w14:paraId="72D94696" w14:textId="77777777" w:rsidTr="00D631B6">
        <w:trPr>
          <w:trHeight w:val="315"/>
        </w:trPr>
        <w:tc>
          <w:tcPr>
            <w:tcW w:w="123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6651C6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06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FFFBBC3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0D31CF4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E0A92E1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6B1C48F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CCEA7D9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F09FA16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CCBF80D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7F817AA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3B0A1DC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A3E4B3D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217967" w:rsidRPr="00217967" w14:paraId="216EB460" w14:textId="77777777" w:rsidTr="00D631B6">
        <w:trPr>
          <w:trHeight w:val="315"/>
        </w:trPr>
        <w:tc>
          <w:tcPr>
            <w:tcW w:w="2297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475EA1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23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AA36408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5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941464C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41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8329EB7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55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8FF826F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55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D3BBFC1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551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8382A6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113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DBE87D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217967" w:rsidRPr="00217967" w14:paraId="4F785EBB" w14:textId="77777777" w:rsidTr="00D631B6">
        <w:trPr>
          <w:trHeight w:val="525"/>
        </w:trPr>
        <w:tc>
          <w:tcPr>
            <w:tcW w:w="2297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F0A9C38" w14:textId="77777777" w:rsidR="00217967" w:rsidRPr="00217967" w:rsidRDefault="00217967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23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517E5E9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0DC061E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3E38B02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B58AAF6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3A37409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0A760D9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03B4E1C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E304384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113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C9AF366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217967" w:rsidRPr="00217967" w14:paraId="6D6D20F7" w14:textId="77777777" w:rsidTr="00D631B6">
        <w:trPr>
          <w:trHeight w:val="300"/>
        </w:trPr>
        <w:tc>
          <w:tcPr>
            <w:tcW w:w="14307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57D6FB22" w14:textId="77777777" w:rsidR="00217967" w:rsidRPr="00217967" w:rsidRDefault="00217967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Q23. 8. What other symptoms are associated with your pain?: Swelling</w:t>
            </w:r>
          </w:p>
        </w:tc>
      </w:tr>
      <w:tr w:rsidR="00D631B6" w:rsidRPr="00217967" w14:paraId="336CF878" w14:textId="77777777" w:rsidTr="006357E6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3FC08BC0" w14:textId="0083EEF6" w:rsidR="00D631B6" w:rsidRPr="00217967" w:rsidRDefault="00D631B6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 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8BE18D2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83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FCB027D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1,273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A2B32D9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819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64AACEF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526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9D941A3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1,467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EB7EADE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1,796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0BA52FD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3,404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70E95FE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216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59D0245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3,660</w:t>
            </w:r>
          </w:p>
        </w:tc>
      </w:tr>
      <w:tr w:rsidR="00D631B6" w:rsidRPr="00217967" w14:paraId="53AB08E7" w14:textId="77777777" w:rsidTr="00D631B6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7684E08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2A7233D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37%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0FFC6F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41%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F8173A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32%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43DEFA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32%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71EF54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33%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9B3FC41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29%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8E13F8D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31%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44FDA51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30%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67723F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31%</w:t>
            </w:r>
          </w:p>
        </w:tc>
      </w:tr>
      <w:tr w:rsidR="00D631B6" w:rsidRPr="00217967" w14:paraId="0C073B76" w14:textId="77777777" w:rsidTr="00D631B6">
        <w:trPr>
          <w:trHeight w:val="315"/>
        </w:trPr>
        <w:tc>
          <w:tcPr>
            <w:tcW w:w="123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38167D9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06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679D92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B8DA26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39B805D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F9845C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FBAB76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91A631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457B16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33CE28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1CA49E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881F0F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217967" w:rsidRPr="00217967" w14:paraId="4428BC65" w14:textId="77777777" w:rsidTr="00D631B6">
        <w:trPr>
          <w:trHeight w:val="315"/>
        </w:trPr>
        <w:tc>
          <w:tcPr>
            <w:tcW w:w="2297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C80C2A9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23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2B887FD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5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C45D066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41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D58AA93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55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D94BB38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55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DDF29D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551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553DB91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113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D1B1CB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217967" w:rsidRPr="00217967" w14:paraId="2BA816CE" w14:textId="77777777" w:rsidTr="00D631B6">
        <w:trPr>
          <w:trHeight w:val="525"/>
        </w:trPr>
        <w:tc>
          <w:tcPr>
            <w:tcW w:w="2297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9D03F89" w14:textId="77777777" w:rsidR="00217967" w:rsidRPr="00217967" w:rsidRDefault="00217967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23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5226A98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46044C7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C3B4E00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A2C2952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B3A0808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C52DB32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1AFE129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35DAD1F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113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BC7662F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217967" w:rsidRPr="00217967" w14:paraId="3F64E9F8" w14:textId="77777777" w:rsidTr="00D631B6">
        <w:trPr>
          <w:trHeight w:val="300"/>
        </w:trPr>
        <w:tc>
          <w:tcPr>
            <w:tcW w:w="14307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6A7FAEE1" w14:textId="77777777" w:rsidR="00217967" w:rsidRPr="00217967" w:rsidRDefault="00217967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Q23. 8. What other symptoms are associated with your pain?:Stiffness</w:t>
            </w:r>
          </w:p>
        </w:tc>
      </w:tr>
      <w:tr w:rsidR="00D631B6" w:rsidRPr="00217967" w14:paraId="7CFC36EE" w14:textId="77777777" w:rsidTr="00AA2020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06F95FE5" w14:textId="19F7D7F5" w:rsidR="00D631B6" w:rsidRPr="00217967" w:rsidRDefault="00D631B6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 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7E08E90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128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CC9F0E4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2,186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A2B5F14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1,473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CEB4CAC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797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9E9241F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2,473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01B9799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3,077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D93965B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5,639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1FC0FBB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466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DF43759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6,174</w:t>
            </w:r>
          </w:p>
        </w:tc>
      </w:tr>
      <w:tr w:rsidR="00D631B6" w:rsidRPr="00217967" w14:paraId="374AE61B" w14:textId="77777777" w:rsidTr="00D631B6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72D45459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6B4DF5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58%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3E8833D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70%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9FFA05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57%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EB5FF4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49%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70FBF1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56%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223470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50%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E679CD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51%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7F80B9D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65%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1E2726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52%</w:t>
            </w:r>
          </w:p>
        </w:tc>
      </w:tr>
    </w:tbl>
    <w:p w14:paraId="1CB93C77" w14:textId="77777777" w:rsidR="00D631B6" w:rsidRDefault="00D631B6">
      <w:r>
        <w:br w:type="page"/>
      </w:r>
    </w:p>
    <w:tbl>
      <w:tblPr>
        <w:tblW w:w="14307" w:type="dxa"/>
        <w:tblLook w:val="04A0" w:firstRow="1" w:lastRow="0" w:firstColumn="1" w:lastColumn="0" w:noHBand="0" w:noVBand="1"/>
      </w:tblPr>
      <w:tblGrid>
        <w:gridCol w:w="1230"/>
        <w:gridCol w:w="1067"/>
        <w:gridCol w:w="1237"/>
        <w:gridCol w:w="1559"/>
        <w:gridCol w:w="1418"/>
        <w:gridCol w:w="1559"/>
        <w:gridCol w:w="1134"/>
        <w:gridCol w:w="1418"/>
        <w:gridCol w:w="1417"/>
        <w:gridCol w:w="1134"/>
        <w:gridCol w:w="1134"/>
      </w:tblGrid>
      <w:tr w:rsidR="00D631B6" w:rsidRPr="00217967" w14:paraId="112DFCB3" w14:textId="77777777" w:rsidTr="00F84191">
        <w:trPr>
          <w:trHeight w:val="315"/>
        </w:trPr>
        <w:tc>
          <w:tcPr>
            <w:tcW w:w="1230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F6A5EBE" w14:textId="5424A420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067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EC17D0F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37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FE780B8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F41C546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939CB45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93802C9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4CFC85D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2466E7A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3091E3A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FD98417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6AD4B49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217967" w:rsidRPr="00217967" w14:paraId="31FC7524" w14:textId="77777777" w:rsidTr="00F84191">
        <w:trPr>
          <w:trHeight w:val="315"/>
        </w:trPr>
        <w:tc>
          <w:tcPr>
            <w:tcW w:w="2297" w:type="dxa"/>
            <w:gridSpan w:val="2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C4415F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B0AEA96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CD65820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5FFC972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0E00424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D0B97D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0CE01B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A253F5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217967" w:rsidRPr="00217967" w14:paraId="260D3BB3" w14:textId="77777777" w:rsidTr="00D631B6">
        <w:trPr>
          <w:trHeight w:val="525"/>
        </w:trPr>
        <w:tc>
          <w:tcPr>
            <w:tcW w:w="2297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D26B79A" w14:textId="77777777" w:rsidR="00217967" w:rsidRPr="00217967" w:rsidRDefault="00217967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23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15E5A67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BBED185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278CCB0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F5128AC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79212D2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9E8CEF1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357C66B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963F307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113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A6F2C8F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217967" w:rsidRPr="00217967" w14:paraId="014C3C4A" w14:textId="77777777" w:rsidTr="00D631B6">
        <w:trPr>
          <w:trHeight w:val="300"/>
        </w:trPr>
        <w:tc>
          <w:tcPr>
            <w:tcW w:w="14307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64B7FC05" w14:textId="77777777" w:rsidR="00217967" w:rsidRPr="00217967" w:rsidRDefault="00217967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Q23. 8. What other symptoms are associated with your pain?: Weakness</w:t>
            </w:r>
          </w:p>
        </w:tc>
      </w:tr>
      <w:tr w:rsidR="00D631B6" w:rsidRPr="00217967" w14:paraId="5CEFB67A" w14:textId="77777777" w:rsidTr="002C10E5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09D410C4" w14:textId="78E7382D" w:rsidR="00D631B6" w:rsidRPr="00217967" w:rsidRDefault="00D631B6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 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793E095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138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F1B8280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2,208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D6A688E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1,560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639D365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918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36FB24B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2,380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F17B099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3,136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ADED71E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5,641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1EF6534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411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80A446D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6,131</w:t>
            </w:r>
          </w:p>
        </w:tc>
      </w:tr>
      <w:tr w:rsidR="00D631B6" w:rsidRPr="00217967" w14:paraId="72C151F9" w14:textId="77777777" w:rsidTr="00D631B6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73385EF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49FA16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62%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B00333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71%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1B9279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61%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7315DB8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56%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BE531B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54%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2B0F31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51%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96AFA1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51%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8086546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57%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521F50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52%</w:t>
            </w:r>
          </w:p>
        </w:tc>
      </w:tr>
      <w:tr w:rsidR="00D631B6" w:rsidRPr="00217967" w14:paraId="632C597C" w14:textId="77777777" w:rsidTr="00D631B6">
        <w:trPr>
          <w:trHeight w:val="315"/>
        </w:trPr>
        <w:tc>
          <w:tcPr>
            <w:tcW w:w="123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D72AE2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06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38FC8D7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E189C46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12FFDC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928692E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E57DD09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BC760A5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AD38F3F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12B11E4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C5A45E6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E385BF3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217967" w:rsidRPr="00217967" w14:paraId="6AE19EBB" w14:textId="77777777" w:rsidTr="00D631B6">
        <w:trPr>
          <w:trHeight w:val="315"/>
        </w:trPr>
        <w:tc>
          <w:tcPr>
            <w:tcW w:w="2297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771CC9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23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3C21E23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5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90AEC6B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41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31CBE8E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55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0C726D3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55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329534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551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36DAB5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113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152A71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217967" w:rsidRPr="00217967" w14:paraId="2C0D90AA" w14:textId="77777777" w:rsidTr="00D631B6">
        <w:trPr>
          <w:trHeight w:val="525"/>
        </w:trPr>
        <w:tc>
          <w:tcPr>
            <w:tcW w:w="2297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C9369A9" w14:textId="77777777" w:rsidR="00217967" w:rsidRPr="00217967" w:rsidRDefault="00217967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23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E4970CD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27964C8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61C0D51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D37D344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1B08E54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D50EFF3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5122967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4CB0C04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113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C98C6C1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217967" w:rsidRPr="00217967" w14:paraId="2DF128F3" w14:textId="77777777" w:rsidTr="00D631B6">
        <w:trPr>
          <w:trHeight w:val="300"/>
        </w:trPr>
        <w:tc>
          <w:tcPr>
            <w:tcW w:w="14307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1F73863A" w14:textId="77777777" w:rsidR="00217967" w:rsidRPr="00217967" w:rsidRDefault="00217967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Q23. 8. What other symptoms are associated with your pain?: Numbness</w:t>
            </w:r>
          </w:p>
        </w:tc>
      </w:tr>
      <w:tr w:rsidR="00D631B6" w:rsidRPr="00217967" w14:paraId="2EEBFDEC" w14:textId="77777777" w:rsidTr="002E2246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417F261B" w14:textId="0089C3AD" w:rsidR="00D631B6" w:rsidRPr="00217967" w:rsidRDefault="00D631B6" w:rsidP="00D631B6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 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5E5A4F6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90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5F65254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1,370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5C115A4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780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B680619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461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0BEDEE5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1,386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579F41A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1,588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296350F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2,982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77E28FC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DF72FA8" w14:textId="77777777" w:rsidR="00D631B6" w:rsidRPr="00217967" w:rsidRDefault="00D631B6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3,269</w:t>
            </w:r>
          </w:p>
        </w:tc>
      </w:tr>
      <w:tr w:rsidR="00D631B6" w:rsidRPr="00217967" w14:paraId="5F311F3D" w14:textId="77777777" w:rsidTr="00D631B6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2E7921E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81736B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41%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D9C195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44%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8845A3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30%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8851038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28%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3CC2F4D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31%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B3F799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25%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D28367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27%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ABDB42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34%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AB4A52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28%</w:t>
            </w:r>
          </w:p>
        </w:tc>
      </w:tr>
      <w:tr w:rsidR="00D631B6" w:rsidRPr="00217967" w14:paraId="2EA08628" w14:textId="77777777" w:rsidTr="00D631B6">
        <w:trPr>
          <w:trHeight w:val="315"/>
        </w:trPr>
        <w:tc>
          <w:tcPr>
            <w:tcW w:w="123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A883EF9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06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7E4D22A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05F6AE8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794EAF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70812A0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BBF721E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A89DB9E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5BAF37A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01B2FD6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E071E80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229F4C8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217967" w:rsidRPr="00217967" w14:paraId="3CFA880C" w14:textId="77777777" w:rsidTr="00D631B6">
        <w:trPr>
          <w:trHeight w:val="315"/>
        </w:trPr>
        <w:tc>
          <w:tcPr>
            <w:tcW w:w="2297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F477CC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23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48ACCBD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5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BDD3E75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41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1B1F981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55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3BD8C06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55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9B1AAE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551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FF743C1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113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BEF0E0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217967" w:rsidRPr="00217967" w14:paraId="5180DDC7" w14:textId="77777777" w:rsidTr="00D631B6">
        <w:trPr>
          <w:trHeight w:val="525"/>
        </w:trPr>
        <w:tc>
          <w:tcPr>
            <w:tcW w:w="2297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2421C35" w14:textId="77777777" w:rsidR="00217967" w:rsidRPr="00217967" w:rsidRDefault="00217967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23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D411403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4A9B38B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D59D076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99F072C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4E307B1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4AAC992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703CFB1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8437120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113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E579878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217967" w:rsidRPr="00217967" w14:paraId="54F4F990" w14:textId="77777777" w:rsidTr="00D631B6">
        <w:trPr>
          <w:trHeight w:val="300"/>
        </w:trPr>
        <w:tc>
          <w:tcPr>
            <w:tcW w:w="14307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57C8FF3F" w14:textId="77777777" w:rsidR="00217967" w:rsidRPr="00217967" w:rsidRDefault="00217967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Q23. 8. What other symptoms are associated with your pain?: Fatigue</w:t>
            </w:r>
          </w:p>
        </w:tc>
      </w:tr>
      <w:tr w:rsidR="00A8507C" w:rsidRPr="00217967" w14:paraId="0FCD4096" w14:textId="77777777" w:rsidTr="00A81BF2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6CE0E0A3" w14:textId="50002099" w:rsidR="00A8507C" w:rsidRPr="00217967" w:rsidRDefault="00A8507C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 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A16B046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184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3752601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2,757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03FAD28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2,206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5E2CB99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1,304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8A96DEB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3,560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6EAB932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4,875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5CF916D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8,816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70AC967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488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3DD6735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9,407</w:t>
            </w:r>
          </w:p>
        </w:tc>
      </w:tr>
      <w:tr w:rsidR="00D631B6" w:rsidRPr="00217967" w14:paraId="4CD4BE3E" w14:textId="77777777" w:rsidTr="00D631B6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5033765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1508648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83%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93C5058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89%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9E3382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86%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CEE177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80%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508291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80%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51E56C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79%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7F3622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80%</w:t>
            </w:r>
            <w:r w:rsidRPr="0021796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F08B6C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68%</w:t>
            </w:r>
            <w:r w:rsidRPr="00217967">
              <w:rPr>
                <w:rFonts w:ascii="Aptos Narrow" w:eastAsia="Times New Roman" w:hAnsi="Aptos Narrow" w:cs="Times New Roman"/>
                <w:color w:val="FF0000"/>
                <w:lang w:eastAsia="en-AU"/>
              </w:rPr>
              <w:t>*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C57BC0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80%</w:t>
            </w:r>
          </w:p>
        </w:tc>
      </w:tr>
      <w:tr w:rsidR="00D631B6" w:rsidRPr="00217967" w14:paraId="1415E99E" w14:textId="77777777" w:rsidTr="00A8507C">
        <w:trPr>
          <w:trHeight w:val="315"/>
        </w:trPr>
        <w:tc>
          <w:tcPr>
            <w:tcW w:w="123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89333C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06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2373329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AB2971D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05C30F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BCF5044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B47270E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3B22292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3E516C0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6A6AA2E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2DB65CE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5DD4111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217967" w:rsidRPr="00217967" w14:paraId="5AC46877" w14:textId="77777777" w:rsidTr="00A8507C">
        <w:trPr>
          <w:trHeight w:val="315"/>
        </w:trPr>
        <w:tc>
          <w:tcPr>
            <w:tcW w:w="2297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7B00DF8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23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814A615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5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B3435F1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41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D062EDF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55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141166C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55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9061F46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551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AEAABC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113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7CDBC79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217967" w:rsidRPr="00217967" w14:paraId="629DC39F" w14:textId="77777777" w:rsidTr="00A8507C">
        <w:trPr>
          <w:trHeight w:val="525"/>
        </w:trPr>
        <w:tc>
          <w:tcPr>
            <w:tcW w:w="2297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BE87665" w14:textId="77777777" w:rsidR="00217967" w:rsidRPr="00217967" w:rsidRDefault="00217967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23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012E060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F369AFD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CE4CD20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09E3012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FA70EA8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6EA476E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4C31F4E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C94ACBB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113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EB36105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217967" w:rsidRPr="00217967" w14:paraId="50B70E8D" w14:textId="77777777" w:rsidTr="00A8507C">
        <w:trPr>
          <w:trHeight w:val="300"/>
        </w:trPr>
        <w:tc>
          <w:tcPr>
            <w:tcW w:w="14307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59669D8D" w14:textId="77777777" w:rsidR="00217967" w:rsidRPr="00217967" w:rsidRDefault="00217967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Q23. 8. What other symptoms are associated with your pain?: Feeling hot</w:t>
            </w:r>
          </w:p>
        </w:tc>
      </w:tr>
      <w:tr w:rsidR="00A8507C" w:rsidRPr="00217967" w14:paraId="5A307CE1" w14:textId="77777777" w:rsidTr="004234CD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79F87620" w14:textId="433F172F" w:rsidR="00A8507C" w:rsidRPr="00217967" w:rsidRDefault="00A8507C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 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BD8AC4D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90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256D76B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1,317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8930EB7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968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CA8836E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516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7C703F5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1,447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8EF7E2F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1,881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6C8A30C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3,520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A23D241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161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B461215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3,728</w:t>
            </w:r>
          </w:p>
        </w:tc>
      </w:tr>
      <w:tr w:rsidR="00D631B6" w:rsidRPr="00217967" w14:paraId="7C6D0627" w14:textId="77777777" w:rsidTr="00A8507C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1133A7F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5C0967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41%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85908E1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42%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AB67BA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38%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5B370D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32%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FFBDB0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33%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C0E012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30%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04FAAD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32%</w:t>
            </w:r>
            <w:r w:rsidRPr="0021796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B5A847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23%</w:t>
            </w:r>
            <w:r w:rsidRPr="00217967">
              <w:rPr>
                <w:rFonts w:ascii="Aptos Narrow" w:eastAsia="Times New Roman" w:hAnsi="Aptos Narrow" w:cs="Times New Roman"/>
                <w:color w:val="FF0000"/>
                <w:lang w:eastAsia="en-AU"/>
              </w:rPr>
              <w:t>*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A990BF9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32%</w:t>
            </w:r>
          </w:p>
        </w:tc>
      </w:tr>
    </w:tbl>
    <w:p w14:paraId="026586E2" w14:textId="0BF43A1C" w:rsidR="00A8507C" w:rsidRDefault="00A8507C">
      <w:r>
        <w:br w:type="page"/>
      </w:r>
    </w:p>
    <w:tbl>
      <w:tblPr>
        <w:tblW w:w="14307" w:type="dxa"/>
        <w:tblInd w:w="-5" w:type="dxa"/>
        <w:tblLook w:val="04A0" w:firstRow="1" w:lastRow="0" w:firstColumn="1" w:lastColumn="0" w:noHBand="0" w:noVBand="1"/>
      </w:tblPr>
      <w:tblGrid>
        <w:gridCol w:w="1230"/>
        <w:gridCol w:w="1067"/>
        <w:gridCol w:w="1237"/>
        <w:gridCol w:w="1559"/>
        <w:gridCol w:w="1418"/>
        <w:gridCol w:w="1559"/>
        <w:gridCol w:w="1134"/>
        <w:gridCol w:w="1418"/>
        <w:gridCol w:w="1417"/>
        <w:gridCol w:w="1134"/>
        <w:gridCol w:w="1134"/>
      </w:tblGrid>
      <w:tr w:rsidR="00217967" w:rsidRPr="00217967" w14:paraId="7F39C98B" w14:textId="77777777" w:rsidTr="00A8507C">
        <w:trPr>
          <w:trHeight w:val="315"/>
        </w:trPr>
        <w:tc>
          <w:tcPr>
            <w:tcW w:w="2297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20BDF2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lastRenderedPageBreak/>
              <w:t>Question and response categories</w:t>
            </w:r>
          </w:p>
        </w:tc>
        <w:tc>
          <w:tcPr>
            <w:tcW w:w="123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C7D7844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5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47BCE5F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41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CA91483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55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D84C520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55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98B26C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551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A5C7FE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113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9A4B829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217967" w:rsidRPr="00217967" w14:paraId="4C9BDB39" w14:textId="77777777" w:rsidTr="00A8507C">
        <w:trPr>
          <w:trHeight w:val="525"/>
        </w:trPr>
        <w:tc>
          <w:tcPr>
            <w:tcW w:w="2297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6F5D2BA" w14:textId="77777777" w:rsidR="00217967" w:rsidRPr="00217967" w:rsidRDefault="00217967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23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FA225DF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A93E954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76B052B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FB231AB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22827F1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9911295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D82A349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7BF1A76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113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966ECEC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217967" w:rsidRPr="00217967" w14:paraId="3962E3D4" w14:textId="77777777" w:rsidTr="00A8507C">
        <w:trPr>
          <w:trHeight w:val="300"/>
        </w:trPr>
        <w:tc>
          <w:tcPr>
            <w:tcW w:w="14307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1235EA1C" w14:textId="77777777" w:rsidR="00217967" w:rsidRPr="00217967" w:rsidRDefault="00217967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Q23. 8. What other symptoms are associated with your pain?: Feeling cold</w:t>
            </w:r>
          </w:p>
        </w:tc>
      </w:tr>
      <w:tr w:rsidR="00A8507C" w:rsidRPr="00217967" w14:paraId="3433CB55" w14:textId="77777777" w:rsidTr="00A8507C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0454E3CA" w14:textId="5573FDA9" w:rsidR="00A8507C" w:rsidRPr="00217967" w:rsidRDefault="00A8507C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 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7B37780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55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AFC4F67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1,023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C7EFD75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692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ECE3F94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969F4F3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966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0E6BC22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1,234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ECC447B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2,315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D6C249C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129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8C54D50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2,484</w:t>
            </w:r>
          </w:p>
        </w:tc>
      </w:tr>
      <w:tr w:rsidR="00D631B6" w:rsidRPr="00217967" w14:paraId="6FED588B" w14:textId="77777777" w:rsidTr="00A8507C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420C4A7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C9218E9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25%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BD2A6B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33%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B53A9D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27%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3A8006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25%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F25A64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22%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268A05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2DB624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555F44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18%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D88B0A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</w:p>
        </w:tc>
      </w:tr>
      <w:tr w:rsidR="00D631B6" w:rsidRPr="00217967" w14:paraId="7B2DFA9A" w14:textId="77777777" w:rsidTr="00A8507C">
        <w:trPr>
          <w:trHeight w:val="315"/>
        </w:trPr>
        <w:tc>
          <w:tcPr>
            <w:tcW w:w="123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F6ACBF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06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F1F0211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39F2975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C063AD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60BC23E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C27753B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0C90E75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C3C76EC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6AAFC19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896260B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33E6178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217967" w:rsidRPr="00217967" w14:paraId="33A388F0" w14:textId="77777777" w:rsidTr="00A8507C">
        <w:trPr>
          <w:trHeight w:val="315"/>
        </w:trPr>
        <w:tc>
          <w:tcPr>
            <w:tcW w:w="2297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DF3E72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23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0F66FCD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5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92BAF4B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41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BF07CFA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55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3F77906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55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7EA902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551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CA9121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113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D28DC98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217967" w:rsidRPr="00217967" w14:paraId="46A8D7FE" w14:textId="77777777" w:rsidTr="00A8507C">
        <w:trPr>
          <w:trHeight w:val="525"/>
        </w:trPr>
        <w:tc>
          <w:tcPr>
            <w:tcW w:w="2297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3C9313C" w14:textId="77777777" w:rsidR="00217967" w:rsidRPr="00217967" w:rsidRDefault="00217967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23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872A0A9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08A79BD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B6D3BBA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8990FE8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304201B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0508A11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CCD9B5A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6CD71C2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113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29203CE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217967" w:rsidRPr="00217967" w14:paraId="154D3E93" w14:textId="77777777" w:rsidTr="00A8507C">
        <w:trPr>
          <w:trHeight w:val="300"/>
        </w:trPr>
        <w:tc>
          <w:tcPr>
            <w:tcW w:w="14307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5673032A" w14:textId="77777777" w:rsidR="00217967" w:rsidRPr="00217967" w:rsidRDefault="00217967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Q23. 8. What other symptoms are associated with your pain?:  I do not experience other symptoms with my pain</w:t>
            </w:r>
          </w:p>
        </w:tc>
      </w:tr>
      <w:tr w:rsidR="00A8507C" w:rsidRPr="00217967" w14:paraId="4D874356" w14:textId="77777777" w:rsidTr="00A8507C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1F91D7E6" w14:textId="3AEF1E2D" w:rsidR="00A8507C" w:rsidRPr="00217967" w:rsidRDefault="00A8507C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 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91446C8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9EC3149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30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52B9410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35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3DBFBCA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37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9571CEC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109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DFD477B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150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8ABE092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241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4D3254C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39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34A896F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283</w:t>
            </w:r>
          </w:p>
        </w:tc>
      </w:tr>
      <w:tr w:rsidR="00D631B6" w:rsidRPr="00217967" w14:paraId="2527DF8C" w14:textId="77777777" w:rsidTr="00A8507C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592F162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E72B7AD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1FD674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170CDC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F92950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56CB3B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63762D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5D70F58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C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262626"/>
                <w:lang w:eastAsia="en-AU"/>
              </w:rPr>
              <w:t>2%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67482E1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ECDB866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</w:tr>
      <w:tr w:rsidR="00D631B6" w:rsidRPr="00217967" w14:paraId="54A445E5" w14:textId="77777777" w:rsidTr="00A8507C">
        <w:trPr>
          <w:trHeight w:val="315"/>
        </w:trPr>
        <w:tc>
          <w:tcPr>
            <w:tcW w:w="123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5B7C41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06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5E9A194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EE8B011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FB7350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27AE208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F3E0A20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A173076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6AAF99B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83687E0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F076AAD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A944191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217967" w:rsidRPr="00217967" w14:paraId="40E62371" w14:textId="77777777" w:rsidTr="00A8507C">
        <w:trPr>
          <w:trHeight w:val="315"/>
        </w:trPr>
        <w:tc>
          <w:tcPr>
            <w:tcW w:w="2297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D1A437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23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39A63C7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5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4F28A55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41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7B1ABD5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55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619D2C2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55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7B7482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551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D57B45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113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8AD717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217967" w:rsidRPr="00217967" w14:paraId="5516AFE4" w14:textId="77777777" w:rsidTr="00A8507C">
        <w:trPr>
          <w:trHeight w:val="525"/>
        </w:trPr>
        <w:tc>
          <w:tcPr>
            <w:tcW w:w="2297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7EA77A6" w14:textId="77777777" w:rsidR="00217967" w:rsidRPr="00217967" w:rsidRDefault="00217967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23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8FCEDBA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A38CAEA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FCD64BF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59EE966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C6CCB31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4BBE82C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7C6C3DE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F54D3FF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113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455A7E4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217967" w:rsidRPr="00217967" w14:paraId="16BDF6CF" w14:textId="77777777" w:rsidTr="00A8507C">
        <w:trPr>
          <w:trHeight w:val="300"/>
        </w:trPr>
        <w:tc>
          <w:tcPr>
            <w:tcW w:w="14307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6266A467" w14:textId="77777777" w:rsidR="00217967" w:rsidRPr="00217967" w:rsidRDefault="00217967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Q26. Please rate how much pain impacts the following parts of your life and wellbeing from 0 (not at all) to 10 (severely): Family and home activities: e.g. cooking, cleaning, getting to and from activities.</w:t>
            </w:r>
          </w:p>
        </w:tc>
      </w:tr>
      <w:tr w:rsidR="00A8507C" w:rsidRPr="00217967" w14:paraId="3B227199" w14:textId="77777777" w:rsidTr="009B2481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1F4A0C6A" w14:textId="75365764" w:rsidR="00A8507C" w:rsidRPr="00217967" w:rsidRDefault="00A8507C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6CAF308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218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2DA6068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3,045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EB16233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2,514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611385D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1,578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DAC08BF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4,285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BD873BC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5,981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9DCBFF3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10,611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4BCA026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678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358A799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11,417</w:t>
            </w:r>
          </w:p>
        </w:tc>
      </w:tr>
      <w:tr w:rsidR="00D631B6" w:rsidRPr="00217967" w14:paraId="5E0FE6C3" w14:textId="77777777" w:rsidTr="00A8507C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336CCC5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0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FE792D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1FA657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E13EBE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D4D32E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5A61CFD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  <w:r w:rsidRPr="00217967">
              <w:rPr>
                <w:rFonts w:ascii="Aptos Narrow" w:eastAsia="Times New Roman" w:hAnsi="Aptos Narrow" w:cs="Times New Roman"/>
                <w:color w:val="FF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0B2C66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  <w:r w:rsidRPr="0021796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571B1D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5BF36F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3ACFA6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</w:tr>
      <w:tr w:rsidR="00D631B6" w:rsidRPr="00217967" w14:paraId="4A321AF6" w14:textId="77777777" w:rsidTr="00A8507C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2314A56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1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A1A1CB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6CD3A9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A4E0BC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F267EF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2E2F53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7E5630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6157BB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137990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CF5BBC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</w:tr>
      <w:tr w:rsidR="00D631B6" w:rsidRPr="00217967" w14:paraId="1DBB4D76" w14:textId="77777777" w:rsidTr="00A8507C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7F411C6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2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FEB1E09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9EC4D41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95CBEE8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614B3B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33EF01D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  <w:r w:rsidRPr="00217967">
              <w:rPr>
                <w:rFonts w:ascii="Aptos Narrow" w:eastAsia="Times New Roman" w:hAnsi="Aptos Narrow" w:cs="Times New Roman"/>
                <w:color w:val="FF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08E356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  <w:r w:rsidRPr="0021796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AA41C2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4D87C01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019ED8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</w:tr>
      <w:tr w:rsidR="00D631B6" w:rsidRPr="00217967" w14:paraId="2ED9BAB1" w14:textId="77777777" w:rsidTr="00A8507C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3597586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3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A27F5B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A091B3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A668C6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B257A2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7CBF42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6612DD1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9277BA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ABE74A8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78E081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</w:tr>
      <w:tr w:rsidR="00D631B6" w:rsidRPr="00217967" w14:paraId="22FB6163" w14:textId="77777777" w:rsidTr="00A8507C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71DBEBB1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4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CEDEBE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E7EAC8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CAE24D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FC9208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1F0D61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F533441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608AF61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  <w:r w:rsidRPr="0021796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63CE93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  <w:r w:rsidRPr="00217967">
              <w:rPr>
                <w:rFonts w:ascii="Aptos Narrow" w:eastAsia="Times New Roman" w:hAnsi="Aptos Narrow" w:cs="Times New Roman"/>
                <w:color w:val="FF0000"/>
                <w:lang w:eastAsia="en-AU"/>
              </w:rPr>
              <w:t>*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9CAC52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</w:tr>
      <w:tr w:rsidR="00D631B6" w:rsidRPr="00217967" w14:paraId="70834474" w14:textId="77777777" w:rsidTr="00A8507C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20D3C71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5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78A8D8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965819D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62A35C8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C5E1A0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118D58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0C59B26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7DDF69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949ED6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42452A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</w:tr>
      <w:tr w:rsidR="00D631B6" w:rsidRPr="00217967" w14:paraId="429CD206" w14:textId="77777777" w:rsidTr="00A8507C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76E5FF0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6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07607D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B186C0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2F5DC3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D0D9A9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DF1969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82BB82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15%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043EC0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15%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8C3D10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B36711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</w:p>
        </w:tc>
      </w:tr>
      <w:tr w:rsidR="00D631B6" w:rsidRPr="00217967" w14:paraId="7FB204F7" w14:textId="77777777" w:rsidTr="00A8507C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15320E2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7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C554C6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18%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F5FDBC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B7F90D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19%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7E4C51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E69477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7E85B3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800B19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DA9A87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19%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0B01F6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</w:p>
        </w:tc>
      </w:tr>
      <w:tr w:rsidR="00D631B6" w:rsidRPr="00217967" w14:paraId="08E5DD03" w14:textId="77777777" w:rsidTr="00A8507C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6B75614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8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122D02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F98CB9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3C6AAF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18%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79949D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EB309A8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19%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5866D96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18%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127018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18%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073C4A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44B541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19%</w:t>
            </w:r>
          </w:p>
        </w:tc>
      </w:tr>
      <w:tr w:rsidR="00D631B6" w:rsidRPr="00217967" w14:paraId="4193954C" w14:textId="77777777" w:rsidTr="00A8507C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755C754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9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70B558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8DCA291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15%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35540A9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89E5EC6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EA6A16D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98BC81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287C6A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  <w:r w:rsidRPr="00217967">
              <w:rPr>
                <w:rFonts w:ascii="Aptos Narrow" w:eastAsia="Times New Roman" w:hAnsi="Aptos Narrow" w:cs="Times New Roman"/>
                <w:color w:val="FF0000"/>
                <w:lang w:eastAsia="en-AU"/>
              </w:rPr>
              <w:t>*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DDC4278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  <w:r w:rsidRPr="0021796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5EEB49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</w:p>
        </w:tc>
      </w:tr>
      <w:tr w:rsidR="00D631B6" w:rsidRPr="00217967" w14:paraId="7F505334" w14:textId="77777777" w:rsidTr="00633A30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55D3492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lastRenderedPageBreak/>
              <w:t>10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5AAD82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22%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6342338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937F24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255C2C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F1EA00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4EE859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D8893AD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B964429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EC1E3E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</w:p>
        </w:tc>
      </w:tr>
      <w:tr w:rsidR="00D631B6" w:rsidRPr="00217967" w14:paraId="56C4A007" w14:textId="77777777" w:rsidTr="00633A30">
        <w:trPr>
          <w:trHeight w:val="315"/>
        </w:trPr>
        <w:tc>
          <w:tcPr>
            <w:tcW w:w="1230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794E6A1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067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6608854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37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05AD030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6F19AD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DCD853E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07D6746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5EFDAC6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DA8989A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7F3080A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188350A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1676618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217967" w:rsidRPr="00217967" w14:paraId="4178A52C" w14:textId="77777777" w:rsidTr="00633A30">
        <w:trPr>
          <w:trHeight w:val="315"/>
        </w:trPr>
        <w:tc>
          <w:tcPr>
            <w:tcW w:w="2297" w:type="dxa"/>
            <w:gridSpan w:val="2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03C14C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BF59672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79954D5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0581273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DC8798D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EEC03C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F59659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39C626D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217967" w:rsidRPr="00217967" w14:paraId="7D4582FA" w14:textId="77777777" w:rsidTr="00A8507C">
        <w:trPr>
          <w:trHeight w:val="525"/>
        </w:trPr>
        <w:tc>
          <w:tcPr>
            <w:tcW w:w="2297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C655DF4" w14:textId="77777777" w:rsidR="00217967" w:rsidRPr="00217967" w:rsidRDefault="00217967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23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7D232BA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5F108A7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AE5A48C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6E632FA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83E696C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D5F54D0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D457DB7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DF49A44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113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BCEF2CD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217967" w:rsidRPr="00217967" w14:paraId="24550808" w14:textId="77777777" w:rsidTr="00A8507C">
        <w:trPr>
          <w:trHeight w:val="300"/>
        </w:trPr>
        <w:tc>
          <w:tcPr>
            <w:tcW w:w="14307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6EBEAF39" w14:textId="77777777" w:rsidR="00217967" w:rsidRPr="00217967" w:rsidRDefault="00217967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27. Please rate how much pain impacts the following parts of your life and wellbeing from 0 (not at all) to 10 (severely): Recreation leisure, hobbies eg. participation in sports and clubs</w:t>
            </w:r>
          </w:p>
        </w:tc>
      </w:tr>
      <w:tr w:rsidR="00A8507C" w:rsidRPr="00217967" w14:paraId="3F828E8C" w14:textId="77777777" w:rsidTr="00962883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4947259D" w14:textId="069E9D8F" w:rsidR="00A8507C" w:rsidRPr="00217967" w:rsidRDefault="00A8507C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 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97AC7FC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218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656E11F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3,043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E071C2E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2,509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1D0FA37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1,572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91BB9DD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4,297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7B641BB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5,965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60489BC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10,612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724D33A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678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AC8416C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11,419</w:t>
            </w:r>
          </w:p>
        </w:tc>
      </w:tr>
      <w:tr w:rsidR="00D631B6" w:rsidRPr="00217967" w14:paraId="50914DED" w14:textId="77777777" w:rsidTr="00A8507C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0EA3613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0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CD4172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F87F24D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D675F5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1C197F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AEFFF99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42D901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2FE78E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7723ED8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4E1AC0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</w:tr>
      <w:tr w:rsidR="00D631B6" w:rsidRPr="00217967" w14:paraId="3AA1F15C" w14:textId="77777777" w:rsidTr="00A8507C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71675E9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1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5A439A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8453029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15562F9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3C2A846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DBE59A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A8220E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D351176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7EBCA0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BB1AF6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</w:tr>
      <w:tr w:rsidR="00D631B6" w:rsidRPr="00217967" w14:paraId="08BCD455" w14:textId="77777777" w:rsidTr="00A8507C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71B5171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2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B43777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64AED5D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3810086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6FDD258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27B669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  <w:r w:rsidRPr="00217967">
              <w:rPr>
                <w:rFonts w:ascii="Aptos Narrow" w:eastAsia="Times New Roman" w:hAnsi="Aptos Narrow" w:cs="Times New Roman"/>
                <w:color w:val="FF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31C7D8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  <w:r w:rsidRPr="0021796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709BFB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C0C245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8DA460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</w:tr>
      <w:tr w:rsidR="00D631B6" w:rsidRPr="00217967" w14:paraId="3FD6104E" w14:textId="77777777" w:rsidTr="00A8507C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4F2A824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3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CD540AD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C1F06FD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D5BDF18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88A649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0431DD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9DCF1D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C37719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60CB00D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FCABD8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</w:tr>
      <w:tr w:rsidR="00D631B6" w:rsidRPr="00217967" w14:paraId="5C6D0B40" w14:textId="77777777" w:rsidTr="00A8507C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123C4A8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4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E037D0D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6E1200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597AC1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6B2345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D8DDD38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66C866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C6E2909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92940D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EAA7591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</w:tr>
      <w:tr w:rsidR="00D631B6" w:rsidRPr="00217967" w14:paraId="7DB4B6F6" w14:textId="77777777" w:rsidTr="00A8507C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5E556C5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5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E2A3A7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512DB6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F77B9E9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F240206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36E8CF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32322C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5F9B22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733C8F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8B2C82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</w:tr>
      <w:tr w:rsidR="00D631B6" w:rsidRPr="00217967" w14:paraId="1BDECEBF" w14:textId="77777777" w:rsidTr="00A8507C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18DBE9E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6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7A8804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64F1E2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445AF7D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06A340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55A3C9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1D457F6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A3F34A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5D4FFE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769409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</w:p>
        </w:tc>
      </w:tr>
      <w:tr w:rsidR="00D631B6" w:rsidRPr="00217967" w14:paraId="5EB71303" w14:textId="77777777" w:rsidTr="00A8507C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4DAE47B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7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202C2AD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EF33659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378C37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AEF322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15%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563C30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17%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F3ED57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89006D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863C41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667947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</w:p>
        </w:tc>
      </w:tr>
      <w:tr w:rsidR="00D631B6" w:rsidRPr="00217967" w14:paraId="7DEDA986" w14:textId="77777777" w:rsidTr="00A8507C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3061310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8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BA1E82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D54E70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D2EF758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DD3A69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19%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BAB9EFD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1FF348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68F69C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6DAA4E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CF429A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</w:p>
        </w:tc>
      </w:tr>
      <w:tr w:rsidR="00D631B6" w:rsidRPr="00217967" w14:paraId="3DA31B2D" w14:textId="77777777" w:rsidTr="00A8507C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218D880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9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DA8EC5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47F46A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18%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1C6635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2DDBEF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17%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FF3288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17%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E67838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15%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42D0DC8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15%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F769FA6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4D7960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</w:p>
        </w:tc>
      </w:tr>
      <w:tr w:rsidR="00D631B6" w:rsidRPr="00217967" w14:paraId="3A47B50E" w14:textId="77777777" w:rsidTr="00A8507C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355673A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10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09E98A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33%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F52AB69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33%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186C13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24%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9AE844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28%</w:t>
            </w:r>
            <w:r w:rsidRPr="0021796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715DEA6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24%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D0B895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23%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EA1360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23%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9A3BAA8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25%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93CBDB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23%</w:t>
            </w:r>
          </w:p>
        </w:tc>
      </w:tr>
    </w:tbl>
    <w:p w14:paraId="799BA995" w14:textId="77777777" w:rsidR="00A8507C" w:rsidRDefault="00A8507C">
      <w:r>
        <w:br w:type="page"/>
      </w:r>
    </w:p>
    <w:tbl>
      <w:tblPr>
        <w:tblW w:w="14307" w:type="dxa"/>
        <w:tblLook w:val="04A0" w:firstRow="1" w:lastRow="0" w:firstColumn="1" w:lastColumn="0" w:noHBand="0" w:noVBand="1"/>
      </w:tblPr>
      <w:tblGrid>
        <w:gridCol w:w="1230"/>
        <w:gridCol w:w="1067"/>
        <w:gridCol w:w="1237"/>
        <w:gridCol w:w="1559"/>
        <w:gridCol w:w="1418"/>
        <w:gridCol w:w="1559"/>
        <w:gridCol w:w="1134"/>
        <w:gridCol w:w="1418"/>
        <w:gridCol w:w="1417"/>
        <w:gridCol w:w="1134"/>
        <w:gridCol w:w="1134"/>
      </w:tblGrid>
      <w:tr w:rsidR="00D631B6" w:rsidRPr="00217967" w14:paraId="1519D93C" w14:textId="77777777" w:rsidTr="00633A30">
        <w:trPr>
          <w:trHeight w:val="315"/>
        </w:trPr>
        <w:tc>
          <w:tcPr>
            <w:tcW w:w="1230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BF9B92B" w14:textId="0E0F3CC9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067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64193B7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37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CCCBF4D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5D3D56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AAF722B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7BB9E9B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3C088FB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C53FBF2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CF54901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8FEA040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B569EE1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217967" w:rsidRPr="00217967" w14:paraId="75B9EB9A" w14:textId="77777777" w:rsidTr="00633A30">
        <w:trPr>
          <w:trHeight w:val="315"/>
        </w:trPr>
        <w:tc>
          <w:tcPr>
            <w:tcW w:w="2297" w:type="dxa"/>
            <w:gridSpan w:val="2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BAF8ED1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906AE5C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05BCF5F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D2F4215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906FFE9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C947738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6AE768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E07364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217967" w:rsidRPr="00217967" w14:paraId="4E18C22E" w14:textId="77777777" w:rsidTr="00A8507C">
        <w:trPr>
          <w:trHeight w:val="525"/>
        </w:trPr>
        <w:tc>
          <w:tcPr>
            <w:tcW w:w="2297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8905A91" w14:textId="77777777" w:rsidR="00217967" w:rsidRPr="00217967" w:rsidRDefault="00217967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23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4EF74F8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1673786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FC9B298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7D563C9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061F10F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8699A87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659EADC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293CE24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113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B581B37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217967" w:rsidRPr="00217967" w14:paraId="35F88D39" w14:textId="77777777" w:rsidTr="00A8507C">
        <w:trPr>
          <w:trHeight w:val="300"/>
        </w:trPr>
        <w:tc>
          <w:tcPr>
            <w:tcW w:w="14307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26DE3734" w14:textId="77777777" w:rsidR="00217967" w:rsidRPr="00217967" w:rsidRDefault="00217967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28. Please rate how much pain impacts the following parts of your life and wellbeing from 0 (not at all) to 10 (severely): Social activities: e.g. participating with friends, family, religious, community groups</w:t>
            </w:r>
          </w:p>
        </w:tc>
      </w:tr>
      <w:tr w:rsidR="00A8507C" w:rsidRPr="00217967" w14:paraId="2E6987E5" w14:textId="77777777" w:rsidTr="000E15DC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318BDAB5" w14:textId="3C1CB0E5" w:rsidR="00A8507C" w:rsidRPr="00217967" w:rsidRDefault="00A8507C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D52102B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214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043273A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2,980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B449B3D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2,475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2042B5C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1,543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50024BD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4,165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18E48F7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5,815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A92118F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10,338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0B86F05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641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E87E504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11,103</w:t>
            </w:r>
          </w:p>
        </w:tc>
      </w:tr>
      <w:tr w:rsidR="00D631B6" w:rsidRPr="00217967" w14:paraId="661FBA6C" w14:textId="77777777" w:rsidTr="00A8507C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218F33E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0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DC8263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26E4C3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C6EC41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06514E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0DF891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A9BAAA6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0EE740D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6E6F71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5A1AAB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</w:tr>
      <w:tr w:rsidR="00D631B6" w:rsidRPr="00217967" w14:paraId="595E4859" w14:textId="77777777" w:rsidTr="00A8507C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6A3FB00D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1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851D55D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673272D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AB2D3B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9721D8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9E3A766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D99C85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FA7E56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719AAC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  <w:r w:rsidRPr="0021796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EB8FA1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</w:tr>
      <w:tr w:rsidR="00D631B6" w:rsidRPr="00217967" w14:paraId="2436B718" w14:textId="77777777" w:rsidTr="00A8507C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110A66E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2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71BA82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B0FBFE1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6410C69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885BA51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D49625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34D42F8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60F0ED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ABA2E4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38DDBD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</w:tr>
      <w:tr w:rsidR="00D631B6" w:rsidRPr="00217967" w14:paraId="691E8DC0" w14:textId="77777777" w:rsidTr="00A8507C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621AE95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3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D775FDD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7A57B4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2770C0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C15ACC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  <w:r w:rsidRPr="00217967">
              <w:rPr>
                <w:rFonts w:ascii="Aptos Narrow" w:eastAsia="Times New Roman" w:hAnsi="Aptos Narrow" w:cs="Times New Roman"/>
                <w:color w:val="FF0000"/>
                <w:lang w:eastAsia="en-AU"/>
              </w:rPr>
              <w:t>*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69243A1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43962B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88CB72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95C6276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83A215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</w:tr>
      <w:tr w:rsidR="00D631B6" w:rsidRPr="00217967" w14:paraId="5EA73D97" w14:textId="77777777" w:rsidTr="00A8507C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5430FBF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4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63EAD7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D9252D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1804E5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249D90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6172288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0947819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AD035D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0AF56D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1A47EF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</w:tr>
      <w:tr w:rsidR="00D631B6" w:rsidRPr="00217967" w14:paraId="32C2504E" w14:textId="77777777" w:rsidTr="00A8507C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50F2B9B9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5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ACBCF51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7DD197D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82799B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23FE78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8A10F4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5D45209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D5C2066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253D016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462862D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</w:tr>
      <w:tr w:rsidR="00D631B6" w:rsidRPr="00217967" w14:paraId="7A0BF14C" w14:textId="77777777" w:rsidTr="00A8507C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638F96A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6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693681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00D6259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C82ACF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C31BE19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B56740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EAF5F61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8EAF6D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90D420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CAB7DF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</w:p>
        </w:tc>
      </w:tr>
      <w:tr w:rsidR="00D631B6" w:rsidRPr="00217967" w14:paraId="3B47218C" w14:textId="77777777" w:rsidTr="00A8507C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3734F3E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7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57D07F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8A625B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19%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90147F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19%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13316A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18%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FF85CB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18%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60A52E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18%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51AD076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18%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0BC44B1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17%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1A3FDA9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18%</w:t>
            </w:r>
          </w:p>
        </w:tc>
      </w:tr>
      <w:tr w:rsidR="00D631B6" w:rsidRPr="00217967" w14:paraId="58D326F1" w14:textId="77777777" w:rsidTr="00A8507C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32DEDA1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8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A61833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17%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9F3AD2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19%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44742C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17%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CDAC02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18%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F0AD13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18%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D0A040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18%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449457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18%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9FB375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19%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587765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18%</w:t>
            </w:r>
          </w:p>
        </w:tc>
      </w:tr>
      <w:tr w:rsidR="00D631B6" w:rsidRPr="00217967" w14:paraId="3DF5A29F" w14:textId="77777777" w:rsidTr="00A8507C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3789CEC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9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CCDAED6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9B910B9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15%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BC35FE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142DA76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CC3CDE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EBE6251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8CEA9F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B5C7D0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635EDE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</w:p>
        </w:tc>
      </w:tr>
      <w:tr w:rsidR="00D631B6" w:rsidRPr="00217967" w14:paraId="4AD54DD3" w14:textId="77777777" w:rsidTr="00A8507C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136C7B7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10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3C94591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25%</w:t>
            </w:r>
            <w:r w:rsidRPr="0021796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B7EB481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22%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6DF70C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4F5AFA6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18%</w:t>
            </w:r>
            <w:r w:rsidRPr="0021796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0603FB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779CD4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6C4657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15%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7769F68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15%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CCE210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15%</w:t>
            </w:r>
          </w:p>
        </w:tc>
      </w:tr>
    </w:tbl>
    <w:p w14:paraId="2BF1D49D" w14:textId="77777777" w:rsidR="00A8507C" w:rsidRDefault="00A8507C">
      <w:r>
        <w:br w:type="page"/>
      </w:r>
    </w:p>
    <w:tbl>
      <w:tblPr>
        <w:tblW w:w="14307" w:type="dxa"/>
        <w:tblLook w:val="04A0" w:firstRow="1" w:lastRow="0" w:firstColumn="1" w:lastColumn="0" w:noHBand="0" w:noVBand="1"/>
      </w:tblPr>
      <w:tblGrid>
        <w:gridCol w:w="1230"/>
        <w:gridCol w:w="1067"/>
        <w:gridCol w:w="1237"/>
        <w:gridCol w:w="1559"/>
        <w:gridCol w:w="1418"/>
        <w:gridCol w:w="1559"/>
        <w:gridCol w:w="1134"/>
        <w:gridCol w:w="1418"/>
        <w:gridCol w:w="1417"/>
        <w:gridCol w:w="1134"/>
        <w:gridCol w:w="1134"/>
      </w:tblGrid>
      <w:tr w:rsidR="00D631B6" w:rsidRPr="00217967" w14:paraId="79A90DCA" w14:textId="77777777" w:rsidTr="00633A30">
        <w:trPr>
          <w:trHeight w:val="315"/>
        </w:trPr>
        <w:tc>
          <w:tcPr>
            <w:tcW w:w="1230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4177A68" w14:textId="33BB1A6F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067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3BFD10E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37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0C3E7DE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6A30B0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7EC2F5E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AE1F8B9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A0FA74D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5920380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D9D06C3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C1948B2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106B70D" w14:textId="77777777" w:rsidR="00217967" w:rsidRPr="00217967" w:rsidRDefault="00217967" w:rsidP="002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217967" w:rsidRPr="00217967" w14:paraId="493F106B" w14:textId="77777777" w:rsidTr="00633A30">
        <w:trPr>
          <w:trHeight w:val="315"/>
        </w:trPr>
        <w:tc>
          <w:tcPr>
            <w:tcW w:w="2297" w:type="dxa"/>
            <w:gridSpan w:val="2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582F4B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BF22ED9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4FC2109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78C26D2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6BA03E1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933B46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F9D331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CBD67A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217967" w:rsidRPr="00217967" w14:paraId="75EAE049" w14:textId="77777777" w:rsidTr="00A8507C">
        <w:trPr>
          <w:trHeight w:val="525"/>
        </w:trPr>
        <w:tc>
          <w:tcPr>
            <w:tcW w:w="2297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365B808" w14:textId="77777777" w:rsidR="00217967" w:rsidRPr="00217967" w:rsidRDefault="00217967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23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051D89B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EEF9A03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8F4278D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99E2A7B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3D09DDB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544A710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5C9D5C0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B19DE6C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113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A76AD80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217967" w:rsidRPr="00217967" w14:paraId="1EABEAB7" w14:textId="77777777" w:rsidTr="00A8507C">
        <w:trPr>
          <w:trHeight w:val="300"/>
        </w:trPr>
        <w:tc>
          <w:tcPr>
            <w:tcW w:w="14307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4EAB5A16" w14:textId="77777777" w:rsidR="00217967" w:rsidRPr="00217967" w:rsidRDefault="00217967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29. Please rate how much pain impacts the following parts of your life and wellbeing from 0 (not at all) to 10 (severely): Paid employment /studying/volunteering: e.g. working, school/TAFE/uni, community activities</w:t>
            </w:r>
          </w:p>
        </w:tc>
      </w:tr>
      <w:tr w:rsidR="00A8507C" w:rsidRPr="00217967" w14:paraId="357E3C59" w14:textId="77777777" w:rsidTr="00AB5190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70665612" w14:textId="77777777" w:rsidR="00A8507C" w:rsidRPr="00217967" w:rsidRDefault="00A8507C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  <w:p w14:paraId="07548090" w14:textId="492375AD" w:rsidR="00A8507C" w:rsidRPr="00217967" w:rsidRDefault="00A8507C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FD4CDDB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209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1EA3795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2,958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1630DA0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2,446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00E52F8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1,519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091D580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4,132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5B879E7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5,750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12943B3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10,257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716E704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4A97F1C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10,987</w:t>
            </w:r>
          </w:p>
        </w:tc>
      </w:tr>
      <w:tr w:rsidR="00D631B6" w:rsidRPr="00217967" w14:paraId="2969B242" w14:textId="77777777" w:rsidTr="00A8507C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46DE00B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0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DCF4DC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4E742C1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6F8A4D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BD8342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054AB08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B3231F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FB3A55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9DA3DC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4804F29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</w:tr>
      <w:tr w:rsidR="00D631B6" w:rsidRPr="00217967" w14:paraId="3F9DB0BE" w14:textId="77777777" w:rsidTr="00A8507C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56E86A1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1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D39CAB8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D22C5B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A06F0C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  <w:r w:rsidRPr="00217967">
              <w:rPr>
                <w:rFonts w:ascii="Aptos Narrow" w:eastAsia="Times New Roman" w:hAnsi="Aptos Narrow" w:cs="Times New Roman"/>
                <w:color w:val="FF0000"/>
                <w:lang w:eastAsia="en-AU"/>
              </w:rPr>
              <w:t>*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74F646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BCB64B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4E2804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060743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F5854C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ABA13F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</w:tr>
      <w:tr w:rsidR="00D631B6" w:rsidRPr="00217967" w14:paraId="4FA301DA" w14:textId="77777777" w:rsidTr="00A8507C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1F924F1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2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AF074E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5C0A19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A0342F8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A2CF14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930C15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E76791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20FD6D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4B3045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2BAB449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</w:tr>
      <w:tr w:rsidR="00D631B6" w:rsidRPr="00217967" w14:paraId="560EA224" w14:textId="77777777" w:rsidTr="00A8507C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3B8ADDE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3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970430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2C9634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2F16F0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33E600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AF5B9C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FE45EE8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719C7C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312849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875B0D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</w:tr>
      <w:tr w:rsidR="00D631B6" w:rsidRPr="00217967" w14:paraId="74CE4E88" w14:textId="77777777" w:rsidTr="00A8507C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0A6F3518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4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754906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235234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B971C6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F2A864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D6EDF6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17CA14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543B8C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2143C3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D565A2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6^%</w:t>
            </w:r>
          </w:p>
        </w:tc>
      </w:tr>
      <w:tr w:rsidR="00D631B6" w:rsidRPr="00217967" w14:paraId="56CC2E2C" w14:textId="77777777" w:rsidTr="00A8507C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29A79DA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5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E591A2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B4DA40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C9BB561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C8A339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CE9EA2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4C943F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84069F6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A2DF469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0062528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</w:tr>
      <w:tr w:rsidR="00D631B6" w:rsidRPr="00217967" w14:paraId="53C498B6" w14:textId="77777777" w:rsidTr="00A8507C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7214222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6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96E2528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194290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BF5CB0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F7B9AB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3EA8AD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7DDFED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A86BE7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E44FFA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8111E4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</w:p>
        </w:tc>
      </w:tr>
      <w:tr w:rsidR="00D631B6" w:rsidRPr="00217967" w14:paraId="15B5A9A6" w14:textId="77777777" w:rsidTr="00A8507C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38235A0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7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F42A00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A03122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15%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2DD211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84A3F0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15%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361A03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34BB37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17%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A31E95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7D1EFD8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BEB1C9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</w:p>
        </w:tc>
      </w:tr>
      <w:tr w:rsidR="00D631B6" w:rsidRPr="00217967" w14:paraId="69175E17" w14:textId="77777777" w:rsidTr="00A8507C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753A0D6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8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F205EC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7E049E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2805F2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1CEA65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FD055A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15%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67215C6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1BA1251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A5D688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C80826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15%</w:t>
            </w:r>
          </w:p>
        </w:tc>
      </w:tr>
      <w:tr w:rsidR="00D631B6" w:rsidRPr="00217967" w14:paraId="40385D88" w14:textId="77777777" w:rsidTr="00A8507C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40818CD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9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5060BC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3FF6136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7410EC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5E026E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3406FFD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A15061D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398722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A5F55E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66F205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</w:p>
        </w:tc>
      </w:tr>
      <w:tr w:rsidR="00D631B6" w:rsidRPr="00217967" w14:paraId="2D1EDD50" w14:textId="77777777" w:rsidTr="00A8507C">
        <w:trPr>
          <w:trHeight w:val="300"/>
        </w:trPr>
        <w:tc>
          <w:tcPr>
            <w:tcW w:w="22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4D68FF86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10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01F9EB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26%</w:t>
            </w:r>
            <w:r w:rsidRPr="0021796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818563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32%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8B0CC0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1911EE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22%</w:t>
            </w:r>
            <w:r w:rsidRPr="0021796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75AB039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  <w:r w:rsidRPr="0021796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D2758A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17%</w:t>
            </w:r>
            <w:r w:rsidRPr="00217967">
              <w:rPr>
                <w:rFonts w:ascii="Aptos Narrow" w:eastAsia="Times New Roman" w:hAnsi="Aptos Narrow" w:cs="Times New Roman"/>
                <w:color w:val="FF0000"/>
                <w:lang w:eastAsia="en-AU"/>
              </w:rPr>
              <w:t>*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98174E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17%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66DD6F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28%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EDDC6C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18%</w:t>
            </w:r>
          </w:p>
        </w:tc>
      </w:tr>
    </w:tbl>
    <w:p w14:paraId="3A2F3138" w14:textId="77777777" w:rsidR="00A8507C" w:rsidRDefault="00A8507C">
      <w:r>
        <w:br w:type="page"/>
      </w:r>
    </w:p>
    <w:tbl>
      <w:tblPr>
        <w:tblW w:w="14307" w:type="dxa"/>
        <w:tblInd w:w="-10" w:type="dxa"/>
        <w:tblLook w:val="04A0" w:firstRow="1" w:lastRow="0" w:firstColumn="1" w:lastColumn="0" w:noHBand="0" w:noVBand="1"/>
      </w:tblPr>
      <w:tblGrid>
        <w:gridCol w:w="2297"/>
        <w:gridCol w:w="1237"/>
        <w:gridCol w:w="1559"/>
        <w:gridCol w:w="1418"/>
        <w:gridCol w:w="1559"/>
        <w:gridCol w:w="1134"/>
        <w:gridCol w:w="1418"/>
        <w:gridCol w:w="1417"/>
        <w:gridCol w:w="1134"/>
        <w:gridCol w:w="1134"/>
      </w:tblGrid>
      <w:tr w:rsidR="00217967" w:rsidRPr="00217967" w14:paraId="2702F5B6" w14:textId="77777777" w:rsidTr="00A8507C">
        <w:trPr>
          <w:trHeight w:val="315"/>
        </w:trPr>
        <w:tc>
          <w:tcPr>
            <w:tcW w:w="229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D304946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lastRenderedPageBreak/>
              <w:t>Question and response categories</w:t>
            </w:r>
          </w:p>
        </w:tc>
        <w:tc>
          <w:tcPr>
            <w:tcW w:w="123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077E9FA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5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3581D39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41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665E1DC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55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D9679B5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55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0C7E4D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551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FA35FB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113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99B547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217967" w:rsidRPr="00217967" w14:paraId="1947F4EC" w14:textId="77777777" w:rsidTr="00A8507C">
        <w:trPr>
          <w:trHeight w:val="525"/>
        </w:trPr>
        <w:tc>
          <w:tcPr>
            <w:tcW w:w="229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7991EF9" w14:textId="77777777" w:rsidR="00217967" w:rsidRPr="00217967" w:rsidRDefault="00217967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23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845FC1B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FE55818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C718B14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AF14991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5A02E92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D276A4A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C2544CB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CCCE427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113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B59A626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217967" w:rsidRPr="00217967" w14:paraId="2226D0A1" w14:textId="77777777" w:rsidTr="00A8507C">
        <w:trPr>
          <w:trHeight w:val="300"/>
        </w:trPr>
        <w:tc>
          <w:tcPr>
            <w:tcW w:w="14307" w:type="dxa"/>
            <w:gridSpan w:val="10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788BB189" w14:textId="77777777" w:rsidR="00217967" w:rsidRPr="00217967" w:rsidRDefault="00217967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30. Please rate how much pain impacts the following parts of your life and wellbeing from 0 (not at all) to 10 (severely):  Intimate relationships e.g. quality, enjoyment</w:t>
            </w:r>
          </w:p>
        </w:tc>
      </w:tr>
      <w:tr w:rsidR="00A8507C" w:rsidRPr="00217967" w14:paraId="17E596C7" w14:textId="77777777" w:rsidTr="00500701">
        <w:trPr>
          <w:trHeight w:val="300"/>
        </w:trPr>
        <w:tc>
          <w:tcPr>
            <w:tcW w:w="22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18637B98" w14:textId="045F4ECE" w:rsidR="00A8507C" w:rsidRPr="00217967" w:rsidRDefault="00A8507C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 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B892A98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206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833E1C9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2,894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969AA53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2,404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5B7DE84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1,499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9E00F71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4,093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3BD69AC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5,696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48BBCA2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10,155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FD061D3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601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845C6BA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10,875</w:t>
            </w:r>
          </w:p>
        </w:tc>
      </w:tr>
      <w:tr w:rsidR="00D631B6" w:rsidRPr="00217967" w14:paraId="6F9F95F0" w14:textId="77777777" w:rsidTr="00A8507C">
        <w:trPr>
          <w:trHeight w:val="300"/>
        </w:trPr>
        <w:tc>
          <w:tcPr>
            <w:tcW w:w="22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5DD61586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0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904AF96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3D0FBA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35276A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D9EC7B9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F60E2FD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2F0FB7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1ED0D1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E1B9F3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4B7F0D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</w:tr>
      <w:tr w:rsidR="00D631B6" w:rsidRPr="00217967" w14:paraId="163F29D5" w14:textId="77777777" w:rsidTr="00A8507C">
        <w:trPr>
          <w:trHeight w:val="300"/>
        </w:trPr>
        <w:tc>
          <w:tcPr>
            <w:tcW w:w="22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5848019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1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D72AD6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372A88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0B701C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7CD045D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F2D5D66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A64BE09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5DB510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9BFAF9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9C002F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</w:tr>
      <w:tr w:rsidR="00D631B6" w:rsidRPr="00217967" w14:paraId="2E39E9BE" w14:textId="77777777" w:rsidTr="00A8507C">
        <w:trPr>
          <w:trHeight w:val="300"/>
        </w:trPr>
        <w:tc>
          <w:tcPr>
            <w:tcW w:w="22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1034914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2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BB5C31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709CD41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E13FB2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F97A88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829A32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064F40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BF2506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A02C75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7A774D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</w:tr>
      <w:tr w:rsidR="00D631B6" w:rsidRPr="00217967" w14:paraId="24BB769E" w14:textId="77777777" w:rsidTr="00A8507C">
        <w:trPr>
          <w:trHeight w:val="300"/>
        </w:trPr>
        <w:tc>
          <w:tcPr>
            <w:tcW w:w="22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7EC8FA1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3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F2FE71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BC0BB1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BD7211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71CB22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2EAD98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6A90B8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E2D20C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450269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1E68CF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</w:tr>
      <w:tr w:rsidR="00D631B6" w:rsidRPr="00217967" w14:paraId="4A5C5AB4" w14:textId="77777777" w:rsidTr="00A8507C">
        <w:trPr>
          <w:trHeight w:val="300"/>
        </w:trPr>
        <w:tc>
          <w:tcPr>
            <w:tcW w:w="22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46C2416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4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554A4A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B3D5B08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BDA1CD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*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9925E1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F318D3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B02B15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15B6D2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B77D49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F22EFF6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</w:tr>
      <w:tr w:rsidR="00D631B6" w:rsidRPr="00217967" w14:paraId="073B0FB7" w14:textId="77777777" w:rsidTr="00A8507C">
        <w:trPr>
          <w:trHeight w:val="300"/>
        </w:trPr>
        <w:tc>
          <w:tcPr>
            <w:tcW w:w="22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541076E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5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6AEF2C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0A5B61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047170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24B216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74CB57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  <w:r w:rsidRPr="00217967">
              <w:rPr>
                <w:rFonts w:ascii="Aptos Narrow" w:eastAsia="Times New Roman" w:hAnsi="Aptos Narrow" w:cs="Times New Roman"/>
                <w:color w:val="FF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4DBABE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  <w:r w:rsidRPr="0021796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A5E331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ADB4E2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A52029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</w:tr>
      <w:tr w:rsidR="00D631B6" w:rsidRPr="00217967" w14:paraId="1F20C174" w14:textId="77777777" w:rsidTr="00A8507C">
        <w:trPr>
          <w:trHeight w:val="300"/>
        </w:trPr>
        <w:tc>
          <w:tcPr>
            <w:tcW w:w="22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7FD6885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6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438650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28913C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FC80598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78B6551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9BAD11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EF4DC3D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2B1EB6D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EA17138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28122C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</w:p>
        </w:tc>
      </w:tr>
      <w:tr w:rsidR="00D631B6" w:rsidRPr="00217967" w14:paraId="12913971" w14:textId="77777777" w:rsidTr="00A8507C">
        <w:trPr>
          <w:trHeight w:val="300"/>
        </w:trPr>
        <w:tc>
          <w:tcPr>
            <w:tcW w:w="22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46AA54B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7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F808E3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1DD252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BE834F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17%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643FC96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93DC3B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15%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189DFF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1616E61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1D457C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A39482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</w:p>
        </w:tc>
      </w:tr>
      <w:tr w:rsidR="00D631B6" w:rsidRPr="00217967" w14:paraId="53980B82" w14:textId="77777777" w:rsidTr="00A8507C">
        <w:trPr>
          <w:trHeight w:val="300"/>
        </w:trPr>
        <w:tc>
          <w:tcPr>
            <w:tcW w:w="22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68555C8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8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DCC3F0D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17%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F9BA78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18%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17766D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18%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CB072A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18%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82AA3B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19%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6D78EC6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17%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68D465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18%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4CFDCD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5589D5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18%</w:t>
            </w:r>
          </w:p>
        </w:tc>
      </w:tr>
      <w:tr w:rsidR="00D631B6" w:rsidRPr="00217967" w14:paraId="32C553BF" w14:textId="77777777" w:rsidTr="00A8507C">
        <w:trPr>
          <w:trHeight w:val="300"/>
        </w:trPr>
        <w:tc>
          <w:tcPr>
            <w:tcW w:w="22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0AFE675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9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CCEA09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DF4691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471AC0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7E1FD7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3C64F91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9E75F7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C473B5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3BB6466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7076BF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</w:p>
        </w:tc>
      </w:tr>
      <w:tr w:rsidR="00D631B6" w:rsidRPr="00217967" w14:paraId="44650334" w14:textId="77777777" w:rsidTr="00A8507C">
        <w:trPr>
          <w:trHeight w:val="300"/>
        </w:trPr>
        <w:tc>
          <w:tcPr>
            <w:tcW w:w="22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572A93A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10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76EB879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31%</w:t>
            </w:r>
            <w:r w:rsidRPr="0021796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DA7AEC9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29%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4E90AA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19%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B4B1E0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24%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BCCFA7D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24%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1B293D6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ADE272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22%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78FBAC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28%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FFE934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22%</w:t>
            </w:r>
          </w:p>
        </w:tc>
      </w:tr>
    </w:tbl>
    <w:p w14:paraId="6C3756EF" w14:textId="77777777" w:rsidR="00A8507C" w:rsidRDefault="00A8507C">
      <w:r>
        <w:br w:type="page"/>
      </w:r>
    </w:p>
    <w:tbl>
      <w:tblPr>
        <w:tblW w:w="14307" w:type="dxa"/>
        <w:tblInd w:w="-15" w:type="dxa"/>
        <w:tblLook w:val="04A0" w:firstRow="1" w:lastRow="0" w:firstColumn="1" w:lastColumn="0" w:noHBand="0" w:noVBand="1"/>
      </w:tblPr>
      <w:tblGrid>
        <w:gridCol w:w="2297"/>
        <w:gridCol w:w="1237"/>
        <w:gridCol w:w="1559"/>
        <w:gridCol w:w="1418"/>
        <w:gridCol w:w="1559"/>
        <w:gridCol w:w="1134"/>
        <w:gridCol w:w="1418"/>
        <w:gridCol w:w="1417"/>
        <w:gridCol w:w="1134"/>
        <w:gridCol w:w="1134"/>
      </w:tblGrid>
      <w:tr w:rsidR="00217967" w:rsidRPr="00217967" w14:paraId="4944C71C" w14:textId="77777777" w:rsidTr="00A8507C">
        <w:trPr>
          <w:trHeight w:val="315"/>
        </w:trPr>
        <w:tc>
          <w:tcPr>
            <w:tcW w:w="229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03084DD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lastRenderedPageBreak/>
              <w:t>Question and response categories</w:t>
            </w:r>
          </w:p>
        </w:tc>
        <w:tc>
          <w:tcPr>
            <w:tcW w:w="123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065F4D1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5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26DCA4C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41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8F68D50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55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5982FBF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55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A6C8BA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551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1355FC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113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7A8294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217967" w:rsidRPr="00217967" w14:paraId="11464D66" w14:textId="77777777" w:rsidTr="00A8507C">
        <w:trPr>
          <w:trHeight w:val="525"/>
        </w:trPr>
        <w:tc>
          <w:tcPr>
            <w:tcW w:w="229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E976518" w14:textId="77777777" w:rsidR="00217967" w:rsidRPr="00217967" w:rsidRDefault="00217967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23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10E4773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BD7D8D3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2A5EC86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26F8A4D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C197999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85ADA50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0763974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28703DC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217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113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0ABFE43" w14:textId="77777777" w:rsidR="00217967" w:rsidRPr="00217967" w:rsidRDefault="00217967" w:rsidP="0021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217967" w:rsidRPr="00217967" w14:paraId="06AAE97A" w14:textId="77777777" w:rsidTr="00A8507C">
        <w:trPr>
          <w:trHeight w:val="300"/>
        </w:trPr>
        <w:tc>
          <w:tcPr>
            <w:tcW w:w="14307" w:type="dxa"/>
            <w:gridSpan w:val="10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5113FBAD" w14:textId="77777777" w:rsidR="00217967" w:rsidRPr="00217967" w:rsidRDefault="00217967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31. Please rate how much pain impacts the following parts of your life and wellbeing from 0 (not at all) to 10 (severely): Daily self care eg. bathing, personal care and dressing</w:t>
            </w:r>
          </w:p>
        </w:tc>
      </w:tr>
      <w:tr w:rsidR="00A8507C" w:rsidRPr="00217967" w14:paraId="0E43AE07" w14:textId="77777777" w:rsidTr="002A3632">
        <w:trPr>
          <w:trHeight w:val="300"/>
        </w:trPr>
        <w:tc>
          <w:tcPr>
            <w:tcW w:w="22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50ECF7E2" w14:textId="5108FEEA" w:rsidR="00A8507C" w:rsidRPr="00217967" w:rsidRDefault="00A8507C" w:rsidP="0021796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 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DEE76FD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203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057923E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2,849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A920F32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2,402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05DAD42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1,474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4CC8A60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3,990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5E57712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5,567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F159A20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9,910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AC67407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605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A5DDF13" w14:textId="77777777" w:rsidR="00A8507C" w:rsidRPr="00217967" w:rsidRDefault="00A8507C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10,633</w:t>
            </w:r>
          </w:p>
        </w:tc>
      </w:tr>
      <w:tr w:rsidR="00D631B6" w:rsidRPr="00217967" w14:paraId="610F3E4B" w14:textId="77777777" w:rsidTr="00A8507C">
        <w:trPr>
          <w:trHeight w:val="300"/>
        </w:trPr>
        <w:tc>
          <w:tcPr>
            <w:tcW w:w="22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5577F90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0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698EA5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361F36D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  <w:r w:rsidRPr="00217967">
              <w:rPr>
                <w:rFonts w:ascii="Aptos Narrow" w:eastAsia="Times New Roman" w:hAnsi="Aptos Narrow" w:cs="Times New Roman"/>
                <w:color w:val="FF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FC479E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F84B268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0BD41C8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  <w:r w:rsidRPr="00217967">
              <w:rPr>
                <w:rFonts w:ascii="Aptos Narrow" w:eastAsia="Times New Roman" w:hAnsi="Aptos Narrow" w:cs="Times New Roman"/>
                <w:color w:val="FF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791753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249A2F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DFE4A48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F74709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</w:p>
        </w:tc>
      </w:tr>
      <w:tr w:rsidR="00D631B6" w:rsidRPr="00217967" w14:paraId="57BB794C" w14:textId="77777777" w:rsidTr="00A8507C">
        <w:trPr>
          <w:trHeight w:val="300"/>
        </w:trPr>
        <w:tc>
          <w:tcPr>
            <w:tcW w:w="22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20D5B85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1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20E779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00EB159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  <w:r w:rsidRPr="00217967">
              <w:rPr>
                <w:rFonts w:ascii="Aptos Narrow" w:eastAsia="Times New Roman" w:hAnsi="Aptos Narrow" w:cs="Times New Roman"/>
                <w:color w:val="FF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EB686D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B5FA1F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ED5AC5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640779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239BA4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BACBD8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CF03F5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</w:p>
        </w:tc>
      </w:tr>
      <w:tr w:rsidR="00D631B6" w:rsidRPr="00217967" w14:paraId="41CFC511" w14:textId="77777777" w:rsidTr="00A8507C">
        <w:trPr>
          <w:trHeight w:val="300"/>
        </w:trPr>
        <w:tc>
          <w:tcPr>
            <w:tcW w:w="22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4E294089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2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F9D9F2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CEED39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  <w:r w:rsidRPr="00217967">
              <w:rPr>
                <w:rFonts w:ascii="Aptos Narrow" w:eastAsia="Times New Roman" w:hAnsi="Aptos Narrow" w:cs="Times New Roman"/>
                <w:color w:val="FF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138F5F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  <w:r w:rsidRPr="0021796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140ECF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2CF3FF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  <w:r w:rsidRPr="00217967">
              <w:rPr>
                <w:rFonts w:ascii="Aptos Narrow" w:eastAsia="Times New Roman" w:hAnsi="Aptos Narrow" w:cs="Times New Roman"/>
                <w:color w:val="FF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3D5626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C2C3546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70498F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66C3F9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</w:tr>
      <w:tr w:rsidR="00D631B6" w:rsidRPr="00217967" w14:paraId="167028CE" w14:textId="77777777" w:rsidTr="00A8507C">
        <w:trPr>
          <w:trHeight w:val="300"/>
        </w:trPr>
        <w:tc>
          <w:tcPr>
            <w:tcW w:w="22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5AC7EEC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3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31FF45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BEDF30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  <w:r w:rsidRPr="00217967">
              <w:rPr>
                <w:rFonts w:ascii="Aptos Narrow" w:eastAsia="Times New Roman" w:hAnsi="Aptos Narrow" w:cs="Times New Roman"/>
                <w:color w:val="FF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291B86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B5B0A6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EA9D401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436D6A6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6D55F31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2B1C02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8267556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</w:p>
        </w:tc>
      </w:tr>
      <w:tr w:rsidR="00D631B6" w:rsidRPr="00217967" w14:paraId="7464DEC8" w14:textId="77777777" w:rsidTr="00A8507C">
        <w:trPr>
          <w:trHeight w:val="300"/>
        </w:trPr>
        <w:tc>
          <w:tcPr>
            <w:tcW w:w="22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67DA220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4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658536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584E06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5A2840D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6B0A11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120DC4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4B053D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B8DE94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E3A28B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83A01D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</w:tr>
      <w:tr w:rsidR="00D631B6" w:rsidRPr="00217967" w14:paraId="6FD284FF" w14:textId="77777777" w:rsidTr="00A8507C">
        <w:trPr>
          <w:trHeight w:val="300"/>
        </w:trPr>
        <w:tc>
          <w:tcPr>
            <w:tcW w:w="22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5CC38468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5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3BB7D6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AC66FF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9C1721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D432B7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4E7037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D7BDB0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38E280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FA387BD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F9B31C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</w:tr>
      <w:tr w:rsidR="00D631B6" w:rsidRPr="00217967" w14:paraId="7931C2C5" w14:textId="77777777" w:rsidTr="00A8507C">
        <w:trPr>
          <w:trHeight w:val="300"/>
        </w:trPr>
        <w:tc>
          <w:tcPr>
            <w:tcW w:w="22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7A4530A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6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B6981C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9A40E1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15%</w:t>
            </w:r>
            <w:r w:rsidRPr="0021796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5BDC361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15%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BFD221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9120C5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46F8D91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696BD1B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FE18EF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B35C776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</w:p>
        </w:tc>
      </w:tr>
      <w:tr w:rsidR="00D631B6" w:rsidRPr="00217967" w14:paraId="6F6941E1" w14:textId="77777777" w:rsidTr="00A8507C">
        <w:trPr>
          <w:trHeight w:val="300"/>
        </w:trPr>
        <w:tc>
          <w:tcPr>
            <w:tcW w:w="22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0509F5A8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7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A21EBB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25BF85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  <w:r w:rsidRPr="0021796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D51D71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7B4CEB8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E6B220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F04BDA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  <w:r w:rsidRPr="00217967">
              <w:rPr>
                <w:rFonts w:ascii="Aptos Narrow" w:eastAsia="Times New Roman" w:hAnsi="Aptos Narrow" w:cs="Times New Roman"/>
                <w:color w:val="FF0000"/>
                <w:lang w:eastAsia="en-AU"/>
              </w:rPr>
              <w:t>*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3EBC2F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6A2A89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15%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92B5BB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</w:p>
        </w:tc>
      </w:tr>
      <w:tr w:rsidR="00D631B6" w:rsidRPr="00217967" w14:paraId="22020CE0" w14:textId="77777777" w:rsidTr="00A8507C">
        <w:trPr>
          <w:trHeight w:val="300"/>
        </w:trPr>
        <w:tc>
          <w:tcPr>
            <w:tcW w:w="22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341157DD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8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8648E5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4B50C9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  <w:r w:rsidRPr="0021796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0B0380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3610E3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D6C743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4B2EF9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F9F5C7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FABE3F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054D87E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</w:p>
        </w:tc>
      </w:tr>
      <w:tr w:rsidR="00D631B6" w:rsidRPr="00217967" w14:paraId="4C470732" w14:textId="77777777" w:rsidTr="00A8507C">
        <w:trPr>
          <w:trHeight w:val="300"/>
        </w:trPr>
        <w:tc>
          <w:tcPr>
            <w:tcW w:w="22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43B4C29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9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89922AD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5D3ECD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  <w:r w:rsidRPr="0021796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E31AB1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27DEAE0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3A8527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B7076D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  <w:r w:rsidRPr="00217967">
              <w:rPr>
                <w:rFonts w:ascii="Aptos Narrow" w:eastAsia="Times New Roman" w:hAnsi="Aptos Narrow" w:cs="Times New Roman"/>
                <w:color w:val="FF0000"/>
                <w:lang w:eastAsia="en-AU"/>
              </w:rPr>
              <w:t>*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48B3D16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CB37D4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CDA42F2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</w:tr>
      <w:tr w:rsidR="00D631B6" w:rsidRPr="00217967" w14:paraId="0B1B4B2A" w14:textId="77777777" w:rsidTr="00A8507C">
        <w:trPr>
          <w:trHeight w:val="300"/>
        </w:trPr>
        <w:tc>
          <w:tcPr>
            <w:tcW w:w="22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5BEBD55D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10</w:t>
            </w:r>
          </w:p>
        </w:tc>
        <w:tc>
          <w:tcPr>
            <w:tcW w:w="123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1654694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17%</w:t>
            </w:r>
            <w:r w:rsidRPr="0021796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5513D8F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  <w:r w:rsidRPr="0021796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8B36DB8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684F7DC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  <w:r w:rsidRPr="00217967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6258425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84B5563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D17778D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8524C17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83DEF8A" w14:textId="77777777" w:rsidR="00217967" w:rsidRPr="00217967" w:rsidRDefault="00217967" w:rsidP="0021796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21796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</w:p>
        </w:tc>
      </w:tr>
    </w:tbl>
    <w:p w14:paraId="33646954" w14:textId="77777777" w:rsidR="00217967" w:rsidRDefault="00217967"/>
    <w:tbl>
      <w:tblPr>
        <w:tblW w:w="14803" w:type="dxa"/>
        <w:tblLook w:val="04A0" w:firstRow="1" w:lastRow="0" w:firstColumn="1" w:lastColumn="0" w:noHBand="0" w:noVBand="1"/>
      </w:tblPr>
      <w:tblGrid>
        <w:gridCol w:w="2329"/>
        <w:gridCol w:w="1614"/>
        <w:gridCol w:w="1530"/>
        <w:gridCol w:w="1597"/>
        <w:gridCol w:w="1727"/>
        <w:gridCol w:w="1360"/>
        <w:gridCol w:w="1454"/>
        <w:gridCol w:w="1151"/>
        <w:gridCol w:w="1087"/>
        <w:gridCol w:w="954"/>
      </w:tblGrid>
      <w:tr w:rsidR="00A8507C" w:rsidRPr="00A8507C" w14:paraId="3BDFD42C" w14:textId="77777777" w:rsidTr="00A8507C">
        <w:trPr>
          <w:trHeight w:val="315"/>
        </w:trPr>
        <w:tc>
          <w:tcPr>
            <w:tcW w:w="232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C6C34C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61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E329062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30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4D9FFBA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9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A3473C9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2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94AD18A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81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6558E1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2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B383AF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5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73A8A7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A8507C" w:rsidRPr="00A8507C" w14:paraId="368B2C11" w14:textId="77777777" w:rsidTr="00A8507C">
        <w:trPr>
          <w:trHeight w:val="855"/>
        </w:trPr>
        <w:tc>
          <w:tcPr>
            <w:tcW w:w="232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4DB7201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61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1B157EC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B86BE1E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B386662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DBC7D25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319A91E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A79B1F9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9AD81A4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0531E6F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5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FC36874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A8507C" w:rsidRPr="00A8507C" w14:paraId="1F5D0732" w14:textId="77777777" w:rsidTr="00A8507C">
        <w:trPr>
          <w:trHeight w:val="300"/>
        </w:trPr>
        <w:tc>
          <w:tcPr>
            <w:tcW w:w="14803" w:type="dxa"/>
            <w:gridSpan w:val="10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142660D2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Q32.10. Has your mental health been impacted due to your pain?</w:t>
            </w:r>
          </w:p>
        </w:tc>
      </w:tr>
      <w:tr w:rsidR="00A8507C" w:rsidRPr="00A8507C" w14:paraId="10304594" w14:textId="77777777" w:rsidTr="005E5737">
        <w:trPr>
          <w:trHeight w:val="300"/>
        </w:trPr>
        <w:tc>
          <w:tcPr>
            <w:tcW w:w="232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7C07426E" w14:textId="53E2D0FA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 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D8C7A0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222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133744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3,091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E00B80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2,557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CA10ED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1,621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9C3BC6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4,420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51EA06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6,147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2FBFD4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10,917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830B50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711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F9CDF5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11,761</w:t>
            </w:r>
          </w:p>
        </w:tc>
      </w:tr>
      <w:tr w:rsidR="00A8507C" w:rsidRPr="00A8507C" w14:paraId="006E3FBD" w14:textId="77777777" w:rsidTr="00A8507C">
        <w:trPr>
          <w:trHeight w:val="300"/>
        </w:trPr>
        <w:tc>
          <w:tcPr>
            <w:tcW w:w="232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26E9EAC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No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6DF932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A1C287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54A129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5B8C45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C51E78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D2BBAF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1AFC9C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FDBC3E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19%</w:t>
            </w:r>
            <w:r w:rsidRPr="00A8507C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CF7907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</w:p>
        </w:tc>
      </w:tr>
      <w:tr w:rsidR="00A8507C" w:rsidRPr="00A8507C" w14:paraId="6636C85C" w14:textId="77777777" w:rsidTr="00A8507C">
        <w:trPr>
          <w:trHeight w:val="300"/>
        </w:trPr>
        <w:tc>
          <w:tcPr>
            <w:tcW w:w="232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208FD79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94F13A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88%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9B1B17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93%</w:t>
            </w:r>
            <w:r w:rsidRPr="00A8507C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0F10E0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90%</w:t>
            </w:r>
            <w:r w:rsidRPr="00A8507C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AB3CB3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82%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E88621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84%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128B78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83%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216347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84%</w:t>
            </w:r>
            <w:r w:rsidRPr="00A8507C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8E8E6A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75%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9E5212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83%</w:t>
            </w:r>
          </w:p>
        </w:tc>
      </w:tr>
      <w:tr w:rsidR="00A8507C" w:rsidRPr="00A8507C" w14:paraId="1E6D9BE7" w14:textId="77777777" w:rsidTr="00A8507C">
        <w:trPr>
          <w:trHeight w:val="300"/>
        </w:trPr>
        <w:tc>
          <w:tcPr>
            <w:tcW w:w="232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5EB16BE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Prefer not to say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78662A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98273C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CA1A45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029824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377C95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572F50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62DF34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BDA519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  <w:r w:rsidRPr="00A8507C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179F30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</w:tr>
    </w:tbl>
    <w:p w14:paraId="78C998D5" w14:textId="77777777" w:rsidR="00A8507C" w:rsidRDefault="00A8507C">
      <w:r>
        <w:br w:type="page"/>
      </w:r>
    </w:p>
    <w:tbl>
      <w:tblPr>
        <w:tblW w:w="14803" w:type="dxa"/>
        <w:tblInd w:w="-5" w:type="dxa"/>
        <w:tblLook w:val="04A0" w:firstRow="1" w:lastRow="0" w:firstColumn="1" w:lastColumn="0" w:noHBand="0" w:noVBand="1"/>
      </w:tblPr>
      <w:tblGrid>
        <w:gridCol w:w="1153"/>
        <w:gridCol w:w="1176"/>
        <w:gridCol w:w="1614"/>
        <w:gridCol w:w="1530"/>
        <w:gridCol w:w="1597"/>
        <w:gridCol w:w="1727"/>
        <w:gridCol w:w="1360"/>
        <w:gridCol w:w="1454"/>
        <w:gridCol w:w="1151"/>
        <w:gridCol w:w="1087"/>
        <w:gridCol w:w="954"/>
      </w:tblGrid>
      <w:tr w:rsidR="00A8507C" w:rsidRPr="00A8507C" w14:paraId="15660AA6" w14:textId="77777777" w:rsidTr="00A8507C">
        <w:trPr>
          <w:trHeight w:val="315"/>
        </w:trPr>
        <w:tc>
          <w:tcPr>
            <w:tcW w:w="2329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403026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lastRenderedPageBreak/>
              <w:t>Question and response categories</w:t>
            </w:r>
          </w:p>
        </w:tc>
        <w:tc>
          <w:tcPr>
            <w:tcW w:w="161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2809FA2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30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B78DEE6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9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70BD740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2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C4D86D8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81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53AE91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2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00C919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5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D3A01D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A8507C" w:rsidRPr="00A8507C" w14:paraId="147CAD81" w14:textId="77777777" w:rsidTr="00A8507C">
        <w:trPr>
          <w:trHeight w:val="525"/>
        </w:trPr>
        <w:tc>
          <w:tcPr>
            <w:tcW w:w="2329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6B33EDA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61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57EDBAE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EBE7BAE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C9B710B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24C7AA1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B093ED7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CBC9B77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AA50A8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890F4D1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5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C0CDCB9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A8507C" w:rsidRPr="00A8507C" w14:paraId="6DDF7D60" w14:textId="77777777" w:rsidTr="00A8507C">
        <w:trPr>
          <w:trHeight w:val="300"/>
        </w:trPr>
        <w:tc>
          <w:tcPr>
            <w:tcW w:w="14803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vAlign w:val="bottom"/>
            <w:hideMark/>
          </w:tcPr>
          <w:p w14:paraId="0E18F0ED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Q33. 11. Over the past month how often have you experienced the following because of your pain: - Little interest or pleasure doing things</w:t>
            </w:r>
          </w:p>
        </w:tc>
      </w:tr>
      <w:tr w:rsidR="00A8507C" w:rsidRPr="00A8507C" w14:paraId="44620FCD" w14:textId="77777777" w:rsidTr="001419E3">
        <w:trPr>
          <w:trHeight w:val="372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096BC48E" w14:textId="02C649F2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 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660245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196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15F3CF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2,866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DB32A1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2,296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D61D9E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1,333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DF1DCF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3,706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2B7E73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5,076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42D4AB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9,131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89861B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531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8E9976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9,772</w:t>
            </w:r>
          </w:p>
        </w:tc>
      </w:tr>
      <w:tr w:rsidR="00A8507C" w:rsidRPr="00A8507C" w14:paraId="64B20FE1" w14:textId="77777777" w:rsidTr="00A8507C">
        <w:trPr>
          <w:trHeight w:val="289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01050CF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Nearly every day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9CED28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26%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E6FF98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29%</w:t>
            </w:r>
            <w:r w:rsidRPr="00A8507C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8C4D64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18%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25E70D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19%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C1C91C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  <w:r w:rsidRPr="00A8507C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F120BE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25FCA7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17%</w:t>
            </w:r>
            <w:r w:rsidRPr="00A8507C">
              <w:rPr>
                <w:rFonts w:ascii="Arial" w:eastAsia="Times New Roman" w:hAnsi="Arial" w:cs="Arial"/>
                <w:color w:val="C00000"/>
                <w:sz w:val="20"/>
                <w:szCs w:val="20"/>
                <w:lang w:eastAsia="en-AU"/>
              </w:rPr>
              <w:t>*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FE691B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33%</w:t>
            </w:r>
            <w:r w:rsidRPr="00A8507C">
              <w:rPr>
                <w:rFonts w:ascii="Arial" w:eastAsia="Times New Roman" w:hAnsi="Arial" w:cs="Arial"/>
                <w:color w:val="4EA72E"/>
                <w:sz w:val="20"/>
                <w:szCs w:val="20"/>
                <w:lang w:eastAsia="en-AU"/>
              </w:rPr>
              <w:t>^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B700D1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18%</w:t>
            </w:r>
          </w:p>
        </w:tc>
      </w:tr>
      <w:tr w:rsidR="00A8507C" w:rsidRPr="00A8507C" w14:paraId="73D01ABA" w14:textId="77777777" w:rsidTr="00A8507C">
        <w:trPr>
          <w:trHeight w:val="289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1E18084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More than half the days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B014D1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25%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BF7ADB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25%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7D04C6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23%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D10D09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91FB06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23%</w:t>
            </w:r>
            <w:r w:rsidRPr="00A8507C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FC0824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75252C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21%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C3E81A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22%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501741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</w:p>
        </w:tc>
      </w:tr>
      <w:tr w:rsidR="00A8507C" w:rsidRPr="00A8507C" w14:paraId="2050EF41" w14:textId="77777777" w:rsidTr="00A8507C">
        <w:trPr>
          <w:trHeight w:val="289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119E597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Several days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2DBFD6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39%</w:t>
            </w:r>
            <w:r w:rsidRPr="00A8507C">
              <w:rPr>
                <w:rFonts w:ascii="Aptos Narrow" w:eastAsia="Times New Roman" w:hAnsi="Aptos Narrow" w:cs="Times New Roman"/>
                <w:color w:val="FF0000"/>
                <w:lang w:eastAsia="en-AU"/>
              </w:rPr>
              <w:t>*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C9649D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40%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C9A9D2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49%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28B19C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51%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D6823B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47%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F2EB6B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52%</w:t>
            </w:r>
            <w:r w:rsidRPr="00A8507C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E253E5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50%</w:t>
            </w:r>
            <w:r w:rsidRPr="00A8507C">
              <w:rPr>
                <w:rFonts w:ascii="Arial" w:eastAsia="Times New Roman" w:hAnsi="Arial" w:cs="Arial"/>
                <w:color w:val="4EA72E"/>
                <w:sz w:val="20"/>
                <w:szCs w:val="20"/>
                <w:lang w:eastAsia="en-AU"/>
              </w:rPr>
              <w:t>^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5D6371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38%</w:t>
            </w:r>
            <w:r w:rsidRPr="00A8507C">
              <w:rPr>
                <w:rFonts w:ascii="Arial" w:eastAsia="Times New Roman" w:hAnsi="Arial" w:cs="Arial"/>
                <w:color w:val="C00000"/>
                <w:sz w:val="20"/>
                <w:szCs w:val="20"/>
                <w:lang w:eastAsia="en-AU"/>
              </w:rPr>
              <w:t>*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60D891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50%</w:t>
            </w:r>
          </w:p>
        </w:tc>
      </w:tr>
      <w:tr w:rsidR="00A8507C" w:rsidRPr="00A8507C" w14:paraId="21414151" w14:textId="77777777" w:rsidTr="00A8507C">
        <w:trPr>
          <w:trHeight w:val="289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5BF7576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Not at all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AE196A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B5DB5B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5115C5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61133D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CFE0FE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9B4DA2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  <w:r w:rsidRPr="00A8507C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A20C2D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11%</w:t>
            </w:r>
            <w:r w:rsidRPr="00A8507C">
              <w:rPr>
                <w:rFonts w:ascii="Arial" w:eastAsia="Times New Roman" w:hAnsi="Arial" w:cs="Arial"/>
                <w:color w:val="4EA72E"/>
                <w:sz w:val="20"/>
                <w:szCs w:val="20"/>
                <w:lang w:eastAsia="en-AU"/>
              </w:rPr>
              <w:t>^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5E0457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6%</w:t>
            </w:r>
            <w:r w:rsidRPr="00A8507C">
              <w:rPr>
                <w:rFonts w:ascii="Arial" w:eastAsia="Times New Roman" w:hAnsi="Arial" w:cs="Arial"/>
                <w:color w:val="C00000"/>
                <w:sz w:val="20"/>
                <w:szCs w:val="20"/>
                <w:lang w:eastAsia="en-AU"/>
              </w:rPr>
              <w:t>*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7D5D46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</w:p>
        </w:tc>
      </w:tr>
      <w:tr w:rsidR="00A8507C" w:rsidRPr="00A8507C" w14:paraId="5CEA9D7E" w14:textId="77777777" w:rsidTr="00A8507C">
        <w:trPr>
          <w:trHeight w:val="289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5F737D1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Prefer not to say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C93C6A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C39F8C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70A800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8DF59C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B82EB3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886C6B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5815E1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1%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F03D13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2%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07D95D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</w:tr>
      <w:tr w:rsidR="00A8507C" w:rsidRPr="00A8507C" w14:paraId="33D976D9" w14:textId="77777777" w:rsidTr="00A8507C">
        <w:trPr>
          <w:trHeight w:val="315"/>
        </w:trPr>
        <w:tc>
          <w:tcPr>
            <w:tcW w:w="115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FA8C7B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7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9016767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5E8CAA9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EB3932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A203BBF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1A0D14C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18A3250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DB921DE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25536C3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A22AD02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F53FB38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A8507C" w:rsidRPr="00A8507C" w14:paraId="386FE628" w14:textId="77777777" w:rsidTr="00A8507C">
        <w:trPr>
          <w:trHeight w:val="315"/>
        </w:trPr>
        <w:tc>
          <w:tcPr>
            <w:tcW w:w="2329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8B1451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61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3B355AD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30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1EA7FAE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9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C30E1AB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2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A4E447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81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7A4B5D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2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4E0A63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5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9554CC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A8507C" w:rsidRPr="00A8507C" w14:paraId="43A47F1F" w14:textId="77777777" w:rsidTr="00A8507C">
        <w:trPr>
          <w:trHeight w:val="525"/>
        </w:trPr>
        <w:tc>
          <w:tcPr>
            <w:tcW w:w="2329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7DD6147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61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2E9A4FA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86AEFE7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98225AB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0EBE629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4E9B951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5772D2C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80CB52C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A8F17B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5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E8D0924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A8507C" w:rsidRPr="00A8507C" w14:paraId="591F2662" w14:textId="77777777" w:rsidTr="00A8507C">
        <w:trPr>
          <w:trHeight w:val="300"/>
        </w:trPr>
        <w:tc>
          <w:tcPr>
            <w:tcW w:w="14803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vAlign w:val="bottom"/>
            <w:hideMark/>
          </w:tcPr>
          <w:p w14:paraId="18ADA853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Q34. 11. Over the past month how often have you experienced the following because of your pain: - Feeling down, depressed, or hopeless</w:t>
            </w:r>
          </w:p>
        </w:tc>
      </w:tr>
      <w:tr w:rsidR="00A8507C" w:rsidRPr="00A8507C" w14:paraId="15603B95" w14:textId="77777777" w:rsidTr="00EF4AC2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5D61B6F0" w14:textId="3BB38C94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8B3EF8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195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9F9D04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2,850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FB9499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2,278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249902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1,326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B2C281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3,697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80A16B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5,058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615D1E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9,090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E2274F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532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AED1C3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9,732</w:t>
            </w:r>
          </w:p>
        </w:tc>
      </w:tr>
      <w:tr w:rsidR="00A8507C" w:rsidRPr="00A8507C" w14:paraId="3DE21539" w14:textId="77777777" w:rsidTr="00A8507C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27DA6F3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Nearly every day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1E856C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25%</w:t>
            </w:r>
            <w:r w:rsidRPr="00A8507C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956286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28%</w:t>
            </w:r>
            <w:r w:rsidRPr="00A8507C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958A08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8144DB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17%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DF62F1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19%</w:t>
            </w:r>
            <w:r w:rsidRPr="00A8507C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8783A8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76A0BF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17%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A5A8C3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25%</w:t>
            </w:r>
            <w:r w:rsidRPr="00A8507C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EC16F9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17%</w:t>
            </w:r>
          </w:p>
        </w:tc>
      </w:tr>
      <w:tr w:rsidR="00A8507C" w:rsidRPr="00A8507C" w14:paraId="35A5ECC4" w14:textId="77777777" w:rsidTr="00A8507C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2554F5B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More than half the days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76418D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618FCD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23%</w:t>
            </w:r>
            <w:r w:rsidRPr="00A8507C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7A99C8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0E7A72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203C25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543F26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19%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AB72EF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19%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0927B0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22%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E866A3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19%</w:t>
            </w:r>
          </w:p>
        </w:tc>
      </w:tr>
      <w:tr w:rsidR="00A8507C" w:rsidRPr="00A8507C" w14:paraId="4102534D" w14:textId="77777777" w:rsidTr="00A8507C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3978EFF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Several days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F9A017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43%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236F0F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41%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0C64F1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51%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2D5747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51%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1E19F7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49%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7AEA45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51%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1E2916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51%</w:t>
            </w:r>
            <w:r w:rsidRPr="00A8507C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BF16F3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43%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84382E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50%</w:t>
            </w:r>
          </w:p>
        </w:tc>
      </w:tr>
      <w:tr w:rsidR="00A8507C" w:rsidRPr="00A8507C" w14:paraId="7983283B" w14:textId="77777777" w:rsidTr="00A8507C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11429A5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Not at all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327247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FAEB98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D114BA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B8F77E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9F7515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FF8B64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375675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  <w:r w:rsidRPr="00A8507C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A0A01C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CF3A16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</w:p>
        </w:tc>
      </w:tr>
      <w:tr w:rsidR="00A8507C" w:rsidRPr="00A8507C" w14:paraId="5257A366" w14:textId="77777777" w:rsidTr="00A8507C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37AB546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Prefer not to say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2D1955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D5BCF1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625DD4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5A616B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FC1B62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576E4C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D3410A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170508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CCF28A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</w:tr>
      <w:tr w:rsidR="00A8507C" w:rsidRPr="00A8507C" w14:paraId="16AE4806" w14:textId="77777777" w:rsidTr="00A8507C">
        <w:trPr>
          <w:trHeight w:val="315"/>
        </w:trPr>
        <w:tc>
          <w:tcPr>
            <w:tcW w:w="115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7246F4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7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BCCB302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6FC1584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FD22ED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D5C99D2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485D659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D7CCBA2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79CBB46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2C959D3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187D4FB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3029F84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A8507C" w:rsidRPr="00A8507C" w14:paraId="2730BCA2" w14:textId="77777777" w:rsidTr="00A8507C">
        <w:trPr>
          <w:trHeight w:val="315"/>
        </w:trPr>
        <w:tc>
          <w:tcPr>
            <w:tcW w:w="2329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70DC31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61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601D040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30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E9EF600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9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350342B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2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6EE2B1D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81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9F8DB0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2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AF7F0D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5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4E02D2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A8507C" w:rsidRPr="00A8507C" w14:paraId="54E6089F" w14:textId="77777777" w:rsidTr="00A8507C">
        <w:trPr>
          <w:trHeight w:val="525"/>
        </w:trPr>
        <w:tc>
          <w:tcPr>
            <w:tcW w:w="2329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3C164AD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61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D4001CF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B924E8C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6DC1D8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564FD76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E5C6DAA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AE7C568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88D1EE5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8E6F130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5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EBF888B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A8507C" w:rsidRPr="00A8507C" w14:paraId="60CDE267" w14:textId="77777777" w:rsidTr="00A8507C">
        <w:trPr>
          <w:trHeight w:val="289"/>
        </w:trPr>
        <w:tc>
          <w:tcPr>
            <w:tcW w:w="14803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vAlign w:val="bottom"/>
            <w:hideMark/>
          </w:tcPr>
          <w:p w14:paraId="17E5AA95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Q35. 11. Over the past month how often have you experienced the following because of your pain: - Trouble falling or staying asleep. Or sleeping too much.</w:t>
            </w:r>
          </w:p>
        </w:tc>
      </w:tr>
      <w:tr w:rsidR="00A8507C" w:rsidRPr="00A8507C" w14:paraId="15211825" w14:textId="77777777" w:rsidTr="002102FB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4BEF3062" w14:textId="57CE1B8D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 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21FF6B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196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F49BA6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2,862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A7FEF8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2,296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9151B8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1,331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9CD21A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3,710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D9175F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5,070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0682ED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9,126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7DAF13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533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5637F8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9,769</w:t>
            </w:r>
          </w:p>
        </w:tc>
      </w:tr>
      <w:tr w:rsidR="00A8507C" w:rsidRPr="00A8507C" w14:paraId="57C4C682" w14:textId="77777777" w:rsidTr="00A8507C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31A807B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Nearly every day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63C4A1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52%</w:t>
            </w:r>
            <w:r w:rsidRPr="00A8507C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1F291E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53%</w:t>
            </w:r>
            <w:r w:rsidRPr="00A8507C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1D3D39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42%</w:t>
            </w:r>
            <w:r w:rsidRPr="00A8507C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669E43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38%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764ABA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44%</w:t>
            </w:r>
            <w:r w:rsidRPr="00A8507C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C1B17A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35%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667AC5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38%</w:t>
            </w:r>
            <w:r w:rsidRPr="00A8507C">
              <w:rPr>
                <w:rFonts w:ascii="Arial" w:eastAsia="Times New Roman" w:hAnsi="Arial" w:cs="Arial"/>
                <w:color w:val="C00000"/>
                <w:sz w:val="20"/>
                <w:szCs w:val="20"/>
                <w:lang w:eastAsia="en-AU"/>
              </w:rPr>
              <w:t>*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24BB92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51%</w:t>
            </w:r>
            <w:r w:rsidRPr="00A8507C">
              <w:rPr>
                <w:rFonts w:ascii="Arial" w:eastAsia="Times New Roman" w:hAnsi="Arial" w:cs="Arial"/>
                <w:color w:val="74B230"/>
                <w:sz w:val="20"/>
                <w:szCs w:val="20"/>
                <w:lang w:eastAsia="en-AU"/>
              </w:rPr>
              <w:t>^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E0A2F4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39%</w:t>
            </w:r>
          </w:p>
        </w:tc>
      </w:tr>
      <w:tr w:rsidR="00A8507C" w:rsidRPr="00A8507C" w14:paraId="692D40EB" w14:textId="77777777" w:rsidTr="00A8507C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3300428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More than half the days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C0595C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22%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D4EDCF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580A18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22%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2C1031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19F934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1E18DB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506828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21%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5CAD8E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19%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1EFD78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</w:p>
        </w:tc>
      </w:tr>
      <w:tr w:rsidR="00A8507C" w:rsidRPr="00A8507C" w14:paraId="2F97DE4F" w14:textId="77777777" w:rsidTr="00A8507C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08206B8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Several days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EC95FE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E70D63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23%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9D5F54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29%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02ECEB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34%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EBC8E4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28%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2AA3CA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35%</w:t>
            </w:r>
            <w:r w:rsidRPr="00A8507C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7E6128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33%</w:t>
            </w:r>
            <w:r w:rsidRPr="00A8507C">
              <w:rPr>
                <w:rFonts w:ascii="Arial" w:eastAsia="Times New Roman" w:hAnsi="Arial" w:cs="Arial"/>
                <w:color w:val="74B230"/>
                <w:sz w:val="20"/>
                <w:szCs w:val="20"/>
                <w:lang w:eastAsia="en-AU"/>
              </w:rPr>
              <w:t>^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062D8C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25%</w:t>
            </w:r>
            <w:r w:rsidRPr="00A8507C">
              <w:rPr>
                <w:rFonts w:ascii="Arial" w:eastAsia="Times New Roman" w:hAnsi="Arial" w:cs="Arial"/>
                <w:color w:val="C00000"/>
                <w:sz w:val="20"/>
                <w:szCs w:val="20"/>
                <w:lang w:eastAsia="en-AU"/>
              </w:rPr>
              <w:t>*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B22580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32%</w:t>
            </w:r>
          </w:p>
        </w:tc>
      </w:tr>
      <w:tr w:rsidR="00A8507C" w:rsidRPr="00A8507C" w14:paraId="774F8C32" w14:textId="77777777" w:rsidTr="00A8507C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7038476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Not at all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A1817E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95AD35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C69735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47A8AD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C2C9FA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6F5FC8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5E56A4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8%</w:t>
            </w:r>
            <w:r w:rsidRPr="00A8507C">
              <w:rPr>
                <w:rFonts w:ascii="Arial" w:eastAsia="Times New Roman" w:hAnsi="Arial" w:cs="Arial"/>
                <w:color w:val="74B230"/>
                <w:sz w:val="20"/>
                <w:szCs w:val="20"/>
                <w:lang w:eastAsia="en-AU"/>
              </w:rPr>
              <w:t>^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D2A4E0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4%</w:t>
            </w:r>
            <w:r w:rsidRPr="00A8507C">
              <w:rPr>
                <w:rFonts w:ascii="Arial" w:eastAsia="Times New Roman" w:hAnsi="Arial" w:cs="Arial"/>
                <w:color w:val="C00000"/>
                <w:sz w:val="20"/>
                <w:szCs w:val="20"/>
                <w:lang w:eastAsia="en-AU"/>
              </w:rPr>
              <w:t>*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B012E0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</w:p>
        </w:tc>
      </w:tr>
      <w:tr w:rsidR="00A8507C" w:rsidRPr="00A8507C" w14:paraId="3CB3B067" w14:textId="77777777" w:rsidTr="00A8507C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41C2494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lastRenderedPageBreak/>
              <w:t>Prefer not to say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582376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F93777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75B6B1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928679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E1AC69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441C50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A2FA70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&lt;1%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126C41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1%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73D10A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</w:tr>
      <w:tr w:rsidR="00A8507C" w:rsidRPr="00A8507C" w14:paraId="1751E85A" w14:textId="77777777" w:rsidTr="00A8507C">
        <w:trPr>
          <w:trHeight w:val="315"/>
        </w:trPr>
        <w:tc>
          <w:tcPr>
            <w:tcW w:w="2329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3AC92D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61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E8965F2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30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818BEDE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9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85F2F34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2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6A2AE96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81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A10A26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2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B32670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5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7A7B18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A8507C" w:rsidRPr="00A8507C" w14:paraId="136E86D0" w14:textId="77777777" w:rsidTr="00A8507C">
        <w:trPr>
          <w:trHeight w:val="525"/>
        </w:trPr>
        <w:tc>
          <w:tcPr>
            <w:tcW w:w="2329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C4B7E8A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61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74256AA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7038C22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E2395B2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632A0FC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F56BCC8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D9551AC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46B07A1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91084A7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5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9BDDA5A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A8507C" w:rsidRPr="00A8507C" w14:paraId="554E61F4" w14:textId="77777777" w:rsidTr="00A8507C">
        <w:trPr>
          <w:trHeight w:val="300"/>
        </w:trPr>
        <w:tc>
          <w:tcPr>
            <w:tcW w:w="14803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vAlign w:val="bottom"/>
            <w:hideMark/>
          </w:tcPr>
          <w:p w14:paraId="1236A46B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Q36. 11. Over the past month how often have you experienced the following because of your pain: - Feeling tired or having little energy</w:t>
            </w:r>
          </w:p>
        </w:tc>
      </w:tr>
      <w:tr w:rsidR="00A8507C" w:rsidRPr="00A8507C" w14:paraId="74E7980F" w14:textId="77777777" w:rsidTr="00CC3564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0BAD8C10" w14:textId="7E5905F8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BE2F4F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196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CDD6A1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2,861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53B1E6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2,286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80A954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1,330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90ED88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3,701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994C0C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5,072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AB46C0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9,116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6A2462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532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A6A23A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9,758</w:t>
            </w:r>
          </w:p>
        </w:tc>
      </w:tr>
      <w:tr w:rsidR="00A8507C" w:rsidRPr="00A8507C" w14:paraId="30855C37" w14:textId="77777777" w:rsidTr="00A8507C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73C16D1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Nearly every day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E82C5B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56%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9E8373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65%</w:t>
            </w:r>
            <w:r w:rsidRPr="00A8507C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C9B90E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53%</w:t>
            </w:r>
            <w:r w:rsidRPr="00A8507C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7139A4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50%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61383B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54%</w:t>
            </w:r>
            <w:r w:rsidRPr="00A8507C">
              <w:rPr>
                <w:rFonts w:ascii="Arial" w:eastAsia="Times New Roman" w:hAnsi="Arial" w:cs="Arial"/>
                <w:color w:val="4EA72E"/>
                <w:sz w:val="20"/>
                <w:szCs w:val="20"/>
                <w:lang w:eastAsia="en-AU"/>
              </w:rPr>
              <w:t>^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5B1EEF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47%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6290C2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50%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FC474F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53%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EC7C2B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50%</w:t>
            </w:r>
          </w:p>
        </w:tc>
      </w:tr>
      <w:tr w:rsidR="00A8507C" w:rsidRPr="00A8507C" w14:paraId="4FDDD56E" w14:textId="77777777" w:rsidTr="00A8507C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072F883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More than half the days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58A795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23%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C5D7E4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17%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9C35AA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67A0DF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37781C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19%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ABA3AC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56CF64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031A8E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C2AC53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</w:p>
        </w:tc>
      </w:tr>
      <w:tr w:rsidR="00A8507C" w:rsidRPr="00A8507C" w14:paraId="09D3D4BE" w14:textId="77777777" w:rsidTr="00A8507C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0C51CB1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Several days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8E9A51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18%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66F853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F55DC8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23%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BFB042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26%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7DA704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24%</w:t>
            </w:r>
            <w:r w:rsidRPr="00A8507C">
              <w:rPr>
                <w:rFonts w:ascii="Arial" w:eastAsia="Times New Roman" w:hAnsi="Arial" w:cs="Arial"/>
                <w:color w:val="C00000"/>
                <w:sz w:val="20"/>
                <w:szCs w:val="20"/>
                <w:lang w:eastAsia="en-AU"/>
              </w:rPr>
              <w:t>*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213460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28%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871CD9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26%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0E8CDE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23%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E31068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26%</w:t>
            </w:r>
          </w:p>
        </w:tc>
      </w:tr>
      <w:tr w:rsidR="00A8507C" w:rsidRPr="00A8507C" w14:paraId="3B706ADF" w14:textId="77777777" w:rsidTr="00A8507C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1E9527E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Not at all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B27DF0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3A48FF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B3326C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463A7C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E27CD4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2%</w:t>
            </w:r>
            <w:r w:rsidRPr="00A8507C">
              <w:rPr>
                <w:rFonts w:ascii="Arial" w:eastAsia="Times New Roman" w:hAnsi="Arial" w:cs="Arial"/>
                <w:color w:val="C00000"/>
                <w:sz w:val="20"/>
                <w:szCs w:val="20"/>
                <w:lang w:eastAsia="en-AU"/>
              </w:rPr>
              <w:t>*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7FA730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E1CD99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3D5741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ED278C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</w:tr>
      <w:tr w:rsidR="00A8507C" w:rsidRPr="00A8507C" w14:paraId="0A325939" w14:textId="77777777" w:rsidTr="00A8507C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62C0BB2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Prefer not to say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6D8FF0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DBD191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A788E3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DF51F1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FB75F7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8D75B6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8D9AD0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1D0754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5312A5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</w:tr>
      <w:tr w:rsidR="00A8507C" w:rsidRPr="00A8507C" w14:paraId="326AE860" w14:textId="77777777" w:rsidTr="00A8507C">
        <w:trPr>
          <w:trHeight w:val="315"/>
        </w:trPr>
        <w:tc>
          <w:tcPr>
            <w:tcW w:w="115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8959EB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7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EF6EFD5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25B82F0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BBB12B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2CAEFE4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E61FB1B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FEB2F9F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C8EC77F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C8819B8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C4F85BB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1CA2143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A8507C" w:rsidRPr="00A8507C" w14:paraId="01E845C8" w14:textId="77777777" w:rsidTr="00A8507C">
        <w:trPr>
          <w:trHeight w:val="315"/>
        </w:trPr>
        <w:tc>
          <w:tcPr>
            <w:tcW w:w="2329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A6166F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61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5B8057F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30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FB7A4F7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9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3406AAD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2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9494B9B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81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BE6749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2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312B0C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5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F155EF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A8507C" w:rsidRPr="00A8507C" w14:paraId="6BE7F1E2" w14:textId="77777777" w:rsidTr="00A8507C">
        <w:trPr>
          <w:trHeight w:val="525"/>
        </w:trPr>
        <w:tc>
          <w:tcPr>
            <w:tcW w:w="2329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6C9B14B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61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2A36776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1C4E2DA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93F7586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28C7597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187E884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5EFCE71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BCFB19F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9DE0DA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5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6BDD6D7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A8507C" w:rsidRPr="00A8507C" w14:paraId="3583DC6E" w14:textId="77777777" w:rsidTr="00A8507C">
        <w:trPr>
          <w:trHeight w:val="300"/>
        </w:trPr>
        <w:tc>
          <w:tcPr>
            <w:tcW w:w="14803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vAlign w:val="bottom"/>
            <w:hideMark/>
          </w:tcPr>
          <w:p w14:paraId="3C376E00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Q37. 11. Over the past month how often have you experienced the following because of your pain: - Poor appetite or over eating</w:t>
            </w:r>
          </w:p>
        </w:tc>
      </w:tr>
      <w:tr w:rsidR="00A8507C" w:rsidRPr="00A8507C" w14:paraId="60B416B7" w14:textId="77777777" w:rsidTr="00797560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4D62F550" w14:textId="448F9FEC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 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869E4D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195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17DD43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2,860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3432B5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2,291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2E21E3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1,332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7AD0E2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3,704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503B0A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5,074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99DA88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9,126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057080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530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5DCBFB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9,766</w:t>
            </w:r>
          </w:p>
        </w:tc>
      </w:tr>
      <w:tr w:rsidR="00A8507C" w:rsidRPr="00A8507C" w14:paraId="336FEB37" w14:textId="77777777" w:rsidTr="00A8507C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77D843A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Nearly every day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EA7F0A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35%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BC7025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38%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CB0AF4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31%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13FEB3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27%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C2F62F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31%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0F46A3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25%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B9C44B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28%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50597F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27%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2A3DD5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28%</w:t>
            </w:r>
          </w:p>
        </w:tc>
      </w:tr>
      <w:tr w:rsidR="00A8507C" w:rsidRPr="00A8507C" w14:paraId="1DF98FC0" w14:textId="77777777" w:rsidTr="00A8507C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679F59D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More than half the days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745BA0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28%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8FDCE1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25%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BD75F3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23%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06D3A6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22%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966E88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24%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BF230D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23%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549A19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23%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4C9221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24%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32E302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23%</w:t>
            </w:r>
          </w:p>
        </w:tc>
      </w:tr>
      <w:tr w:rsidR="00A8507C" w:rsidRPr="00A8507C" w14:paraId="1B8DEE49" w14:textId="77777777" w:rsidTr="00A8507C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0A0C74D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Several days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AEB66E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27%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3D6622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26%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27FAC7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31%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708EDB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35%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C95133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30%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E0F47F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33%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B4811B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32%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6DD5F0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30%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5940B9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31%</w:t>
            </w:r>
          </w:p>
        </w:tc>
      </w:tr>
      <w:tr w:rsidR="00A8507C" w:rsidRPr="00A8507C" w14:paraId="1FD5C1C0" w14:textId="77777777" w:rsidTr="00A8507C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2EFB2A1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Not at all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48B218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891279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3A8512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B3F013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15%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B1E7AF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B60235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19%</w:t>
            </w:r>
            <w:r w:rsidRPr="00A8507C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2393AC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17%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891445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17%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7F7286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17%</w:t>
            </w:r>
          </w:p>
        </w:tc>
      </w:tr>
      <w:tr w:rsidR="00A8507C" w:rsidRPr="00A8507C" w14:paraId="08EA4DE7" w14:textId="77777777" w:rsidTr="00A8507C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66769D6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Prefer not to say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F81F45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78707E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2478E4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E29ED5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983219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6AD32F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D88162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1%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8C69E7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2%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6BA6CB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</w:tr>
    </w:tbl>
    <w:p w14:paraId="54F6F481" w14:textId="77777777" w:rsidR="00A8507C" w:rsidRDefault="00A8507C"/>
    <w:tbl>
      <w:tblPr>
        <w:tblW w:w="14803" w:type="dxa"/>
        <w:tblInd w:w="-10" w:type="dxa"/>
        <w:tblLook w:val="04A0" w:firstRow="1" w:lastRow="0" w:firstColumn="1" w:lastColumn="0" w:noHBand="0" w:noVBand="1"/>
      </w:tblPr>
      <w:tblGrid>
        <w:gridCol w:w="1153"/>
        <w:gridCol w:w="1176"/>
        <w:gridCol w:w="1614"/>
        <w:gridCol w:w="1530"/>
        <w:gridCol w:w="1597"/>
        <w:gridCol w:w="1727"/>
        <w:gridCol w:w="1360"/>
        <w:gridCol w:w="1454"/>
        <w:gridCol w:w="1151"/>
        <w:gridCol w:w="1087"/>
        <w:gridCol w:w="954"/>
      </w:tblGrid>
      <w:tr w:rsidR="00A8507C" w:rsidRPr="00A8507C" w14:paraId="5BBEFFB6" w14:textId="77777777" w:rsidTr="00A8507C">
        <w:trPr>
          <w:trHeight w:val="315"/>
        </w:trPr>
        <w:tc>
          <w:tcPr>
            <w:tcW w:w="2329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2B8AD2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61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1D7C00F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30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CEFC1D6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9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4EC1D09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2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1229C7E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81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7DA466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2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BCC5D0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5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A1892A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A8507C" w:rsidRPr="00A8507C" w14:paraId="512CFD34" w14:textId="77777777" w:rsidTr="00A8507C">
        <w:trPr>
          <w:trHeight w:val="525"/>
        </w:trPr>
        <w:tc>
          <w:tcPr>
            <w:tcW w:w="2329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964CA4D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61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AB1B601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EA00986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C9A2641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0BA7DE0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D7BFABA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84E9141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92742BA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237CAC9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5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16B6C78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A8507C" w:rsidRPr="00A8507C" w14:paraId="36A3818C" w14:textId="77777777" w:rsidTr="00A8507C">
        <w:trPr>
          <w:trHeight w:val="300"/>
        </w:trPr>
        <w:tc>
          <w:tcPr>
            <w:tcW w:w="14803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vAlign w:val="bottom"/>
            <w:hideMark/>
          </w:tcPr>
          <w:p w14:paraId="45FA83EA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Q38. 11. Over the past month how often have you experienced the following because of your pain: - Feeling bad about yourself</w:t>
            </w:r>
          </w:p>
        </w:tc>
      </w:tr>
      <w:tr w:rsidR="00A8507C" w:rsidRPr="00A8507C" w14:paraId="7DF5340E" w14:textId="77777777" w:rsidTr="00C32094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57E00DB0" w14:textId="7580AD3F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 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97A0C0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195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A2C426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2,847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EFB7B4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2,276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0B505D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1,328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BAD178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3,698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A6BEEB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5,054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9B161B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9,087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4FF23D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533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B0DDD7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9,730</w:t>
            </w:r>
          </w:p>
        </w:tc>
      </w:tr>
      <w:tr w:rsidR="00A8507C" w:rsidRPr="00A8507C" w14:paraId="14A75E4D" w14:textId="77777777" w:rsidTr="00A8507C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42DAEE8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Nearly every day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3FD8B2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38%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0D1514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41%</w:t>
            </w:r>
            <w:r w:rsidRPr="00A8507C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92719E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33%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C18C2D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32%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CF6FCA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34%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A488BE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28%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C2D18C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31%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91D6D8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29%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8FFB3F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31%</w:t>
            </w:r>
          </w:p>
        </w:tc>
      </w:tr>
      <w:tr w:rsidR="00A8507C" w:rsidRPr="00A8507C" w14:paraId="6163ECB4" w14:textId="77777777" w:rsidTr="00A8507C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73D96E7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More than half the days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76F916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E2B572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22%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FBBF29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22%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856B99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21A9FD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271ACC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DFD38C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21%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6794F1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22%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6DC02C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</w:p>
        </w:tc>
      </w:tr>
      <w:tr w:rsidR="00A8507C" w:rsidRPr="00A8507C" w14:paraId="55BF5172" w14:textId="77777777" w:rsidTr="00A8507C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517C8FC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Several days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2A3BB3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26%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E51766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29%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639512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34%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FEBDE7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37%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6C1B6F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33%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095362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36%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74BBC9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35%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F8E530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32%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213340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35%</w:t>
            </w:r>
          </w:p>
        </w:tc>
      </w:tr>
      <w:tr w:rsidR="00A8507C" w:rsidRPr="00A8507C" w14:paraId="7F4C75A5" w14:textId="77777777" w:rsidTr="00A8507C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27A4740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lastRenderedPageBreak/>
              <w:t>Not at all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B03324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4AD183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F88214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472368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CA3A62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D2AD5D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F5AED6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12%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E516C4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15%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4B3583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</w:p>
        </w:tc>
      </w:tr>
      <w:tr w:rsidR="00A8507C" w:rsidRPr="00A8507C" w14:paraId="1C5FA4B8" w14:textId="77777777" w:rsidTr="00A8507C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334A2D3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Prefer not to say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FB5243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33C3E2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9286F7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F4A507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0FE1D0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FAC851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87B6EC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1%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2554F1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2%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DC8D35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</w:tr>
      <w:tr w:rsidR="00A8507C" w:rsidRPr="00A8507C" w14:paraId="2D3B47C2" w14:textId="77777777" w:rsidTr="00A8507C">
        <w:trPr>
          <w:trHeight w:val="315"/>
        </w:trPr>
        <w:tc>
          <w:tcPr>
            <w:tcW w:w="2329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FF247A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61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CB2D3A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30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36E007C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9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E158104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2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A036CE9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81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0762D8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2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0BCF90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5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CA9129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A8507C" w:rsidRPr="00A8507C" w14:paraId="7466D9F9" w14:textId="77777777" w:rsidTr="00A8507C">
        <w:trPr>
          <w:trHeight w:val="525"/>
        </w:trPr>
        <w:tc>
          <w:tcPr>
            <w:tcW w:w="2329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63CAA21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61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05786DB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8DD7BB6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3DFF49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1B65DC2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C37915A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ACFF42D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6D72AF4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797ACDA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5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0CF1BB6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A8507C" w:rsidRPr="00A8507C" w14:paraId="2DD83B01" w14:textId="77777777" w:rsidTr="00A8507C">
        <w:trPr>
          <w:trHeight w:val="300"/>
        </w:trPr>
        <w:tc>
          <w:tcPr>
            <w:tcW w:w="14803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vAlign w:val="bottom"/>
            <w:hideMark/>
          </w:tcPr>
          <w:p w14:paraId="28C522E4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Q39. 11. Over the past month how often have you experienced the following because of your pain: - Trouble concentrating on things</w:t>
            </w:r>
          </w:p>
        </w:tc>
      </w:tr>
      <w:tr w:rsidR="00A8507C" w:rsidRPr="00A8507C" w14:paraId="6E9EEB56" w14:textId="77777777" w:rsidTr="00685C79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00433C2F" w14:textId="4721B6C1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 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E688C6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195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BDFF1A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2,857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946D43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2,288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D48D4B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1,329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E1659C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3,705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A7F48E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5,071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01D0B2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9,120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540CDD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531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224F38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9,761</w:t>
            </w:r>
          </w:p>
        </w:tc>
      </w:tr>
      <w:tr w:rsidR="00A8507C" w:rsidRPr="00A8507C" w14:paraId="68D4E6A1" w14:textId="77777777" w:rsidTr="00A8507C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61B7410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Nearly every day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E46438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36%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89A067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44%</w:t>
            </w:r>
            <w:r w:rsidRPr="00A8507C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7F6A3F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36%</w:t>
            </w:r>
            <w:r w:rsidRPr="00A8507C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BFD6FD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31%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4B8193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32%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5AB4C5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28%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79C496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30%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1B9875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28%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5898C3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30%</w:t>
            </w:r>
          </w:p>
        </w:tc>
      </w:tr>
      <w:tr w:rsidR="00A8507C" w:rsidRPr="00A8507C" w14:paraId="00D35E9C" w14:textId="77777777" w:rsidTr="00A8507C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4AA0A7B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More than half the days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04F3A0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29%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A70EB0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25%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8F4CA3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26%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1FDE6E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22%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48F5C9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25%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ADF192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24%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BD54F1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25%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1477E8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21%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ECE710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25%</w:t>
            </w:r>
          </w:p>
        </w:tc>
      </w:tr>
      <w:tr w:rsidR="00A8507C" w:rsidRPr="00A8507C" w14:paraId="49F08ABA" w14:textId="77777777" w:rsidTr="00A8507C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47E12F5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Several days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4E2A81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28%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657BDE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26%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F1DBD5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32%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2F635D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39%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A7CFEA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35%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843372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39%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5A87B4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37%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B8E735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39%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2EC9A8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37%</w:t>
            </w:r>
          </w:p>
        </w:tc>
      </w:tr>
      <w:tr w:rsidR="00A8507C" w:rsidRPr="00A8507C" w14:paraId="41FE1741" w14:textId="77777777" w:rsidTr="00A8507C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2C06D41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Not at all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D02807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408465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C7ED53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8C66A8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EF0DAA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90172A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797D0F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638C0A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A441C4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</w:p>
        </w:tc>
      </w:tr>
      <w:tr w:rsidR="00A8507C" w:rsidRPr="00A8507C" w14:paraId="36FEB4EE" w14:textId="77777777" w:rsidTr="00A8507C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4BCEE05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Prefer not to say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A807D1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E4C746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61AC6C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C49541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42C5B0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4AD503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7EA658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&lt;1%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645E44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1%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2544C4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</w:tr>
      <w:tr w:rsidR="00A8507C" w:rsidRPr="00A8507C" w14:paraId="452F1998" w14:textId="77777777" w:rsidTr="00A8507C">
        <w:trPr>
          <w:trHeight w:val="315"/>
        </w:trPr>
        <w:tc>
          <w:tcPr>
            <w:tcW w:w="115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46FDB5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7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23E5A0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D103B4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2BDBA0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39665B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BC9597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67A6D0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1B6230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36A89D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9364C0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30F835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A8507C" w:rsidRPr="00A8507C" w14:paraId="0C8E501D" w14:textId="77777777" w:rsidTr="00A8507C">
        <w:trPr>
          <w:trHeight w:val="315"/>
        </w:trPr>
        <w:tc>
          <w:tcPr>
            <w:tcW w:w="2329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AF5A66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61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CFD6A26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30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0DE1E81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9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4450785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2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73E25D2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81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63DE57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2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F981F6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5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9FA90B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A8507C" w:rsidRPr="00A8507C" w14:paraId="227174B5" w14:textId="77777777" w:rsidTr="00A8507C">
        <w:trPr>
          <w:trHeight w:val="525"/>
        </w:trPr>
        <w:tc>
          <w:tcPr>
            <w:tcW w:w="2329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AA432A4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61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83789B5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5AAAD36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FC3BCE5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3327396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1890587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0A5E32F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709656E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E850168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5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F93C175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A8507C" w:rsidRPr="00A8507C" w14:paraId="3B8EC47E" w14:textId="77777777" w:rsidTr="00A8507C">
        <w:trPr>
          <w:trHeight w:val="300"/>
        </w:trPr>
        <w:tc>
          <w:tcPr>
            <w:tcW w:w="14803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vAlign w:val="bottom"/>
            <w:hideMark/>
          </w:tcPr>
          <w:p w14:paraId="7596F700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Q40. 11. Over the past month how often have you experienced the following because of your pain: - Thoughts of hurting yourself</w:t>
            </w:r>
          </w:p>
        </w:tc>
      </w:tr>
      <w:tr w:rsidR="00A8507C" w:rsidRPr="00A8507C" w14:paraId="47ACB7C1" w14:textId="77777777" w:rsidTr="008E42FF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13051705" w14:textId="30882C3F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 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550C6C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195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6E771D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2,853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80787B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2,278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3ED86C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1,326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A58C60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3,697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AB1E1C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5,059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5300E1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9,091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F9AB23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532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CB505C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9,732</w:t>
            </w:r>
          </w:p>
        </w:tc>
      </w:tr>
      <w:tr w:rsidR="00A8507C" w:rsidRPr="00A8507C" w14:paraId="291CEA0F" w14:textId="77777777" w:rsidTr="00A8507C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4812542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Nearly every day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232813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693947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6B3544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8B4F75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182A73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C56C40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7ABE7F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3%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8EF9BE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3%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B3CDDF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</w:tr>
      <w:tr w:rsidR="00A8507C" w:rsidRPr="00A8507C" w14:paraId="309CF914" w14:textId="77777777" w:rsidTr="00A8507C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554C0F4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More than half the days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1F3CC3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0EF6D7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C47739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C2AC11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F3DBF7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EE7B9C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ACE2CC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4%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298BE5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4%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8C9CBD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</w:tr>
      <w:tr w:rsidR="00A8507C" w:rsidRPr="00A8507C" w14:paraId="7D143629" w14:textId="77777777" w:rsidTr="00A8507C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110C512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Several days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0930E2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493C49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26%</w:t>
            </w:r>
            <w:r w:rsidRPr="00A8507C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3E9B27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27%</w:t>
            </w:r>
            <w:r w:rsidRPr="00A8507C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76F6DD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19%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8D6CF2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19%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3D65F3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19%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20F9C7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19%</w:t>
            </w:r>
            <w:r w:rsidRPr="00A8507C">
              <w:rPr>
                <w:rFonts w:ascii="Arial" w:eastAsia="Times New Roman" w:hAnsi="Arial" w:cs="Arial"/>
                <w:color w:val="74B230"/>
                <w:sz w:val="20"/>
                <w:szCs w:val="20"/>
                <w:lang w:eastAsia="en-AU"/>
              </w:rPr>
              <w:t>^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BF2791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15%</w:t>
            </w:r>
            <w:r w:rsidRPr="00A8507C">
              <w:rPr>
                <w:rFonts w:ascii="Arial" w:eastAsia="Times New Roman" w:hAnsi="Arial" w:cs="Arial"/>
                <w:color w:val="C00000"/>
                <w:sz w:val="20"/>
                <w:szCs w:val="20"/>
                <w:lang w:eastAsia="en-AU"/>
              </w:rPr>
              <w:t>*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01D3F5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19%</w:t>
            </w:r>
          </w:p>
        </w:tc>
      </w:tr>
      <w:tr w:rsidR="00A8507C" w:rsidRPr="00A8507C" w14:paraId="0B5EC586" w14:textId="77777777" w:rsidTr="00A8507C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0B6EB44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Not at all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1064FD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64%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A31113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56%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76D5FD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57%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A02892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68%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E558DE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69%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331380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70%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240047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69%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CF9316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71%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EE9689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69%</w:t>
            </w:r>
          </w:p>
        </w:tc>
      </w:tr>
      <w:tr w:rsidR="00A8507C" w:rsidRPr="00A8507C" w14:paraId="59A614EA" w14:textId="77777777" w:rsidTr="00A8507C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4DCC569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Prefer not to say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323699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09704F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CA7927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3AB95F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  <w:r w:rsidRPr="00A8507C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8A4BC0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2CE6BA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403C87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4%</w:t>
            </w:r>
            <w:r w:rsidRPr="00A8507C">
              <w:rPr>
                <w:rFonts w:ascii="Arial" w:eastAsia="Times New Roman" w:hAnsi="Arial" w:cs="Arial"/>
                <w:color w:val="C00000"/>
                <w:sz w:val="20"/>
                <w:szCs w:val="20"/>
                <w:lang w:eastAsia="en-AU"/>
              </w:rPr>
              <w:t>*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02E7A4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6%</w:t>
            </w:r>
            <w:r w:rsidRPr="00A8507C">
              <w:rPr>
                <w:rFonts w:ascii="Arial" w:eastAsia="Times New Roman" w:hAnsi="Arial" w:cs="Arial"/>
                <w:color w:val="4EA72E"/>
                <w:sz w:val="20"/>
                <w:szCs w:val="20"/>
                <w:lang w:eastAsia="en-AU"/>
              </w:rPr>
              <w:t>^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216396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</w:tr>
      <w:tr w:rsidR="00A8507C" w:rsidRPr="00A8507C" w14:paraId="1A8EE62F" w14:textId="77777777" w:rsidTr="00A8507C">
        <w:trPr>
          <w:trHeight w:val="289"/>
        </w:trPr>
        <w:tc>
          <w:tcPr>
            <w:tcW w:w="115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37D3AD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7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646F7D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B9DB8C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CC5CE4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B8777E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70F80E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8D2044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BFBCFA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659C65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D1A792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BA7AC6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A8507C" w:rsidRPr="00A8507C" w14:paraId="1D0B2532" w14:textId="77777777" w:rsidTr="00A8507C">
        <w:trPr>
          <w:trHeight w:val="315"/>
        </w:trPr>
        <w:tc>
          <w:tcPr>
            <w:tcW w:w="2329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721540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61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4A201F6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30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6321DCC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9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BADF660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2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BD17D7E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81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EC8229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2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EE3D03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5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4B70A1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A8507C" w:rsidRPr="00A8507C" w14:paraId="0412289B" w14:textId="77777777" w:rsidTr="00A8507C">
        <w:trPr>
          <w:trHeight w:val="525"/>
        </w:trPr>
        <w:tc>
          <w:tcPr>
            <w:tcW w:w="2329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F9EA6E9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61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47617E2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17EE769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C80645C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497069E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0E5DC80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D48F32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2A48159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C030216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5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A73B5CC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A8507C" w:rsidRPr="00A8507C" w14:paraId="3FA24102" w14:textId="77777777" w:rsidTr="00A8507C">
        <w:trPr>
          <w:trHeight w:val="300"/>
        </w:trPr>
        <w:tc>
          <w:tcPr>
            <w:tcW w:w="14803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vAlign w:val="bottom"/>
            <w:hideMark/>
          </w:tcPr>
          <w:p w14:paraId="47AC7F73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Q48. 12. Have you sought help from a professional or service provider to assist you manage your pain?</w:t>
            </w:r>
          </w:p>
        </w:tc>
      </w:tr>
      <w:tr w:rsidR="00A8507C" w:rsidRPr="00A8507C" w14:paraId="508E52DF" w14:textId="77777777" w:rsidTr="00C55C4F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22AFFAAF" w14:textId="672001A0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 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430DD6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221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1AA530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3,099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E3FACC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2,570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BD5011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1,624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598FB8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4,431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8F50CE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6,168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BFDDF7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10,960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5731D1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712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C2EF58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1,185</w:t>
            </w:r>
          </w:p>
        </w:tc>
      </w:tr>
      <w:tr w:rsidR="00A8507C" w:rsidRPr="00A8507C" w14:paraId="3AB0DBFA" w14:textId="77777777" w:rsidTr="00A8507C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7F0E278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D0E485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93%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7F93E2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96%</w:t>
            </w:r>
            <w:r w:rsidRPr="00A8507C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FD1C86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95%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E0356F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92%</w:t>
            </w:r>
            <w:r w:rsidRPr="00A8507C">
              <w:rPr>
                <w:rFonts w:ascii="Aptos Narrow" w:eastAsia="Times New Roman" w:hAnsi="Aptos Narrow" w:cs="Times New Roman"/>
                <w:color w:val="FF0000"/>
                <w:lang w:eastAsia="en-AU"/>
              </w:rPr>
              <w:t>*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12C195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95%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3D4459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94%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17E93C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95%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FF86F5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95%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8D551D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95%</w:t>
            </w:r>
          </w:p>
        </w:tc>
      </w:tr>
      <w:tr w:rsidR="00A8507C" w:rsidRPr="00A8507C" w14:paraId="7AC37814" w14:textId="77777777" w:rsidTr="00A8507C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2DF3D4D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No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E3A3AB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AEA5D5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  <w:r w:rsidRPr="00A8507C">
              <w:rPr>
                <w:rFonts w:ascii="Aptos Narrow" w:eastAsia="Times New Roman" w:hAnsi="Aptos Narrow" w:cs="Times New Roman"/>
                <w:color w:val="FF0000"/>
                <w:lang w:eastAsia="en-AU"/>
              </w:rPr>
              <w:t>*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C0A84C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A94A16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  <w:r w:rsidRPr="00A8507C">
              <w:rPr>
                <w:rFonts w:ascii="Aptos Narrow" w:eastAsia="Times New Roman" w:hAnsi="Aptos Narrow" w:cs="Times New Roman"/>
                <w:color w:val="4EA72E"/>
                <w:lang w:eastAsia="en-AU"/>
              </w:rPr>
              <w:t>^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300E7D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4CA69B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4463FB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5%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60705C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4%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6767DC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</w:tr>
      <w:tr w:rsidR="00A8507C" w:rsidRPr="00A8507C" w14:paraId="346BD760" w14:textId="77777777" w:rsidTr="00A8507C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37E29A1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lastRenderedPageBreak/>
              <w:t>Prefer not to say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B3E43E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EBF4C0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BD3BBD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4D9521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02E036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046881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CDF171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&lt;1%</w:t>
            </w:r>
            <w:r w:rsidRPr="00A8507C">
              <w:rPr>
                <w:rFonts w:ascii="Arial" w:eastAsia="Times New Roman" w:hAnsi="Arial" w:cs="Arial"/>
                <w:color w:val="C00000"/>
                <w:sz w:val="20"/>
                <w:szCs w:val="20"/>
                <w:lang w:eastAsia="en-AU"/>
              </w:rPr>
              <w:t>*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584E30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1%</w:t>
            </w:r>
            <w:r w:rsidRPr="00A8507C">
              <w:rPr>
                <w:rFonts w:ascii="Arial" w:eastAsia="Times New Roman" w:hAnsi="Arial" w:cs="Arial"/>
                <w:color w:val="74B230"/>
                <w:sz w:val="20"/>
                <w:szCs w:val="20"/>
                <w:lang w:eastAsia="en-AU"/>
              </w:rPr>
              <w:t>^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6068D6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</w:tr>
    </w:tbl>
    <w:p w14:paraId="4C2EA6F0" w14:textId="77777777" w:rsidR="00A8507C" w:rsidRDefault="00A8507C">
      <w:r>
        <w:br w:type="page"/>
      </w:r>
    </w:p>
    <w:tbl>
      <w:tblPr>
        <w:tblW w:w="14803" w:type="dxa"/>
        <w:tblInd w:w="-15" w:type="dxa"/>
        <w:tblLook w:val="04A0" w:firstRow="1" w:lastRow="0" w:firstColumn="1" w:lastColumn="0" w:noHBand="0" w:noVBand="1"/>
      </w:tblPr>
      <w:tblGrid>
        <w:gridCol w:w="1153"/>
        <w:gridCol w:w="1176"/>
        <w:gridCol w:w="1614"/>
        <w:gridCol w:w="1530"/>
        <w:gridCol w:w="1597"/>
        <w:gridCol w:w="1727"/>
        <w:gridCol w:w="1360"/>
        <w:gridCol w:w="1454"/>
        <w:gridCol w:w="1151"/>
        <w:gridCol w:w="1087"/>
        <w:gridCol w:w="954"/>
      </w:tblGrid>
      <w:tr w:rsidR="00A8507C" w:rsidRPr="00A8507C" w14:paraId="765EE3B1" w14:textId="77777777" w:rsidTr="006A4A68">
        <w:trPr>
          <w:trHeight w:val="300"/>
        </w:trPr>
        <w:tc>
          <w:tcPr>
            <w:tcW w:w="2329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E0720A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lastRenderedPageBreak/>
              <w:t>Question and response categories</w:t>
            </w:r>
          </w:p>
        </w:tc>
        <w:tc>
          <w:tcPr>
            <w:tcW w:w="161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27CD362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30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9C5FDDE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9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BA8E806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2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9D9E564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81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742194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2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DCFA31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5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1B05FF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A8507C" w:rsidRPr="00A8507C" w14:paraId="48AA4990" w14:textId="77777777" w:rsidTr="006A4A68">
        <w:trPr>
          <w:trHeight w:val="525"/>
        </w:trPr>
        <w:tc>
          <w:tcPr>
            <w:tcW w:w="2329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151F064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61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F80062B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D79714B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6FC23A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1EFF270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D34A4CE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7A33ECF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CAD9272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9D7F402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5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CB8CD57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A8507C" w:rsidRPr="00A8507C" w14:paraId="665F889A" w14:textId="77777777" w:rsidTr="006A4A68">
        <w:trPr>
          <w:trHeight w:val="289"/>
        </w:trPr>
        <w:tc>
          <w:tcPr>
            <w:tcW w:w="10157" w:type="dxa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47D4F3AD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Q49. 13. If no, what has stopped you from seeking help?: I don't want side effects of treatment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4F950FEF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249126BB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6F87A4C7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41C9661F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A8507C" w:rsidRPr="00A8507C" w14:paraId="39C0AD13" w14:textId="77777777" w:rsidTr="006A4A68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7A0877E0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1EBB6D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n≤5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AD2810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17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8AC5CA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18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76B699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25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EBE36B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43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246168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62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5DAD8E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102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7BF5DE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7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38112F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109</w:t>
            </w:r>
          </w:p>
        </w:tc>
      </w:tr>
      <w:tr w:rsidR="00A8507C" w:rsidRPr="00A8507C" w14:paraId="09532948" w14:textId="77777777" w:rsidTr="006A4A68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2FBC7FC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D7DDE6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0C95C8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7F045F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7B81BA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D0974C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ED1455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D5EE99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D34E3E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1190EA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</w:tr>
      <w:tr w:rsidR="00A8507C" w:rsidRPr="00A8507C" w14:paraId="5471903C" w14:textId="77777777" w:rsidTr="006A4A68">
        <w:trPr>
          <w:trHeight w:val="315"/>
        </w:trPr>
        <w:tc>
          <w:tcPr>
            <w:tcW w:w="115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6636D1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7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F5E206B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90E80C4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C6E9526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95CCA9E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7D5D3E3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12E5FB2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B19D3ED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8E42801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3DF8BF3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208BE18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A8507C" w:rsidRPr="00A8507C" w14:paraId="152D6688" w14:textId="77777777" w:rsidTr="006A4A68">
        <w:trPr>
          <w:trHeight w:val="300"/>
        </w:trPr>
        <w:tc>
          <w:tcPr>
            <w:tcW w:w="2329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3B72ED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61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58C5D79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30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4EAB85C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9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BAF6D40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2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3FF033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81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92A71E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2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C6165F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5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F92936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A8507C" w:rsidRPr="00A8507C" w14:paraId="7E69426F" w14:textId="77777777" w:rsidTr="006A4A68">
        <w:trPr>
          <w:trHeight w:val="525"/>
        </w:trPr>
        <w:tc>
          <w:tcPr>
            <w:tcW w:w="2329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9C324E9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61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E6BA649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2D6F55F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B8FEF7E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BE36E2B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F0646B4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ED3547C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C5D04DE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790A119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5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2811E04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A8507C" w:rsidRPr="00A8507C" w14:paraId="3E5BE2EB" w14:textId="77777777" w:rsidTr="006A4A68">
        <w:trPr>
          <w:trHeight w:val="300"/>
        </w:trPr>
        <w:tc>
          <w:tcPr>
            <w:tcW w:w="8797" w:type="dxa"/>
            <w:gridSpan w:val="6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2726AB5D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Q49. 13. If no, what has stopped you from seeking help?: I can self-manage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1188DF30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4AE6E417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16C93447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3FE74D2D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278898D5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A8507C" w:rsidRPr="00A8507C" w14:paraId="72E2B964" w14:textId="77777777" w:rsidTr="006A4A68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661D2C68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83D863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n≤5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B52F68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24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8C846E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37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654C5B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50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D30CC9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79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42502D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107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AEB9BA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190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BBEEE1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8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6C0F0C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199</w:t>
            </w:r>
          </w:p>
        </w:tc>
      </w:tr>
      <w:tr w:rsidR="00A8507C" w:rsidRPr="00A8507C" w14:paraId="1E6918B6" w14:textId="77777777" w:rsidTr="006A4A68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7EEF381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A48F4C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BE31EF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3284ED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C66394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8B0D75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341665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EFFF39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C31D05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E12483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</w:tr>
      <w:tr w:rsidR="00A8507C" w:rsidRPr="00A8507C" w14:paraId="0FF52B40" w14:textId="77777777" w:rsidTr="006A4A68">
        <w:trPr>
          <w:trHeight w:val="315"/>
        </w:trPr>
        <w:tc>
          <w:tcPr>
            <w:tcW w:w="115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0E5B08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7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6B2A7B3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ED86ABF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F8410BB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882ACA0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8255608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B625DED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7BA3207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D1E03B8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3818721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B29DC4B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A8507C" w:rsidRPr="00A8507C" w14:paraId="779BCAFA" w14:textId="77777777" w:rsidTr="006A4A68">
        <w:trPr>
          <w:trHeight w:val="300"/>
        </w:trPr>
        <w:tc>
          <w:tcPr>
            <w:tcW w:w="2329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B88EF6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61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F55CC69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30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98FD19A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9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D68EBA5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2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D24E597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81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B88CB1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2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9E4072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5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BF315E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A8507C" w:rsidRPr="00A8507C" w14:paraId="041BDFF6" w14:textId="77777777" w:rsidTr="006A4A68">
        <w:trPr>
          <w:trHeight w:val="525"/>
        </w:trPr>
        <w:tc>
          <w:tcPr>
            <w:tcW w:w="2329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EC6E264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61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EE7DCB0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00A14EB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DD15210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2460FB9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4D5F2DE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ED2ED2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CE0444A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2A88601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5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62993E8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A8507C" w:rsidRPr="00A8507C" w14:paraId="6DF22016" w14:textId="77777777" w:rsidTr="006A4A68">
        <w:trPr>
          <w:trHeight w:val="300"/>
        </w:trPr>
        <w:tc>
          <w:tcPr>
            <w:tcW w:w="8797" w:type="dxa"/>
            <w:gridSpan w:val="6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3C6B8814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Q49. 13. If no, what has stopped you from seeking help?: I can't afford help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04504B73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176B28A3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0502AEFD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52FFD51C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3B9F6BAA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A8507C" w:rsidRPr="00A8507C" w14:paraId="00E76B60" w14:textId="77777777" w:rsidTr="006A4A68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7CC5E932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F90111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n≤5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4EC3E7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44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624AA3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52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7A354D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39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FFB0A9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57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CD2CD3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112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E17F9A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179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8D1050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8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5BAF8C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188</w:t>
            </w:r>
          </w:p>
        </w:tc>
      </w:tr>
      <w:tr w:rsidR="00A8507C" w:rsidRPr="00A8507C" w14:paraId="7C15E59F" w14:textId="77777777" w:rsidTr="006A4A68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490EFD5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F1AE18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54AF04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6F1A84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FD120E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4E9175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D31260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18C573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FFBE60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DB461B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</w:tr>
      <w:tr w:rsidR="00A8507C" w:rsidRPr="00A8507C" w14:paraId="2301E1B8" w14:textId="77777777" w:rsidTr="006A4A68">
        <w:trPr>
          <w:trHeight w:val="300"/>
        </w:trPr>
        <w:tc>
          <w:tcPr>
            <w:tcW w:w="1153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1708C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76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B8E2F4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E7A60D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D9FA6B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68AF78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2044D8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FDD96D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8B04F6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4A2D74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BE9E0C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C20334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A8507C" w:rsidRPr="00A8507C" w14:paraId="6231EF69" w14:textId="77777777" w:rsidTr="006A4A68">
        <w:trPr>
          <w:trHeight w:val="300"/>
        </w:trPr>
        <w:tc>
          <w:tcPr>
            <w:tcW w:w="2329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507B03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61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2FF2D07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30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26F4E97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9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326EA05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2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6ECA2B2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81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F2A818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2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CB8AD8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5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3E4F90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A8507C" w:rsidRPr="00A8507C" w14:paraId="68EDA168" w14:textId="77777777" w:rsidTr="006A4A68">
        <w:trPr>
          <w:trHeight w:val="525"/>
        </w:trPr>
        <w:tc>
          <w:tcPr>
            <w:tcW w:w="2329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0BA6AA2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61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A999A5F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1C4205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C190D10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816CA7F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D634001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39B4659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6E691F5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67A44BC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5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BABCD3E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A8507C" w:rsidRPr="00A8507C" w14:paraId="46F576F1" w14:textId="77777777" w:rsidTr="006A4A68">
        <w:trPr>
          <w:trHeight w:val="300"/>
        </w:trPr>
        <w:tc>
          <w:tcPr>
            <w:tcW w:w="11611" w:type="dxa"/>
            <w:gridSpan w:val="8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7F560378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Q49. 13. If no, what has stopped you from seeking help?: I can't get to a service provider for help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21D019FE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4781E171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5CB2806B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A8507C" w:rsidRPr="00A8507C" w14:paraId="3FF654B0" w14:textId="77777777" w:rsidTr="006A4A68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51E0CEDF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86D1A4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n≤5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C94EFE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10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8C444E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9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C94903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A6E35B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13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10FD1A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16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6EAA62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30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2F5A9C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n≤5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57FB95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31</w:t>
            </w:r>
          </w:p>
        </w:tc>
      </w:tr>
      <w:tr w:rsidR="00A8507C" w:rsidRPr="00A8507C" w14:paraId="5AA96DEB" w14:textId="77777777" w:rsidTr="006A4A68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681BB72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A4F585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0FD12B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7C4D6A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56B46B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F83CA7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DFB331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8E3B67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2DD085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496DD0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</w:tr>
      <w:tr w:rsidR="00A8507C" w:rsidRPr="00A8507C" w14:paraId="42AD4DD9" w14:textId="77777777" w:rsidTr="006A4A68">
        <w:trPr>
          <w:trHeight w:val="300"/>
        </w:trPr>
        <w:tc>
          <w:tcPr>
            <w:tcW w:w="1153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EAB93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76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CF916D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0AC968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DD6736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CD4096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337648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4DA669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F5E688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99C7D2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93AA04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EE367D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</w:tbl>
    <w:p w14:paraId="4F1DC31C" w14:textId="77777777" w:rsidR="006A4A68" w:rsidRDefault="006A4A68">
      <w:r>
        <w:br w:type="page"/>
      </w:r>
    </w:p>
    <w:tbl>
      <w:tblPr>
        <w:tblW w:w="14803" w:type="dxa"/>
        <w:tblInd w:w="-10" w:type="dxa"/>
        <w:tblLook w:val="04A0" w:firstRow="1" w:lastRow="0" w:firstColumn="1" w:lastColumn="0" w:noHBand="0" w:noVBand="1"/>
      </w:tblPr>
      <w:tblGrid>
        <w:gridCol w:w="1153"/>
        <w:gridCol w:w="1176"/>
        <w:gridCol w:w="1614"/>
        <w:gridCol w:w="1530"/>
        <w:gridCol w:w="1597"/>
        <w:gridCol w:w="1727"/>
        <w:gridCol w:w="1360"/>
        <w:gridCol w:w="1454"/>
        <w:gridCol w:w="1151"/>
        <w:gridCol w:w="1087"/>
        <w:gridCol w:w="954"/>
      </w:tblGrid>
      <w:tr w:rsidR="00A8507C" w:rsidRPr="00A8507C" w14:paraId="057EE16E" w14:textId="77777777" w:rsidTr="006A4A68">
        <w:trPr>
          <w:trHeight w:val="315"/>
        </w:trPr>
        <w:tc>
          <w:tcPr>
            <w:tcW w:w="1153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D90622A" w14:textId="4D97AEE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712A10C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0B9479E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EFD2E6B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1EABDA6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57A7008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528BDDF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708DB1E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9CAF633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A53D65F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D53DE2B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A8507C" w:rsidRPr="00A8507C" w14:paraId="7C64FD94" w14:textId="77777777" w:rsidTr="006A4A68">
        <w:trPr>
          <w:trHeight w:val="315"/>
        </w:trPr>
        <w:tc>
          <w:tcPr>
            <w:tcW w:w="2329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F9AE93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61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4F1BBEC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30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8C31796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9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F6CC0F1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2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A32A329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81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3AA2BE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2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263AFE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5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56059E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A8507C" w:rsidRPr="00A8507C" w14:paraId="63835DA8" w14:textId="77777777" w:rsidTr="006A4A68">
        <w:trPr>
          <w:trHeight w:val="525"/>
        </w:trPr>
        <w:tc>
          <w:tcPr>
            <w:tcW w:w="2329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96105BC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61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A25D796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8CC6A9D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522C9B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2A0A880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86D137D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B9165D8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3FCFB98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B4CADE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5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7B7DC17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A8507C" w:rsidRPr="00A8507C" w14:paraId="2D7337E2" w14:textId="77777777" w:rsidTr="006A4A68">
        <w:trPr>
          <w:trHeight w:val="300"/>
        </w:trPr>
        <w:tc>
          <w:tcPr>
            <w:tcW w:w="11611" w:type="dxa"/>
            <w:gridSpan w:val="8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41ACE740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Q49. 13. If no, what has stopped you from seeking help?: I did not know what services were available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21304756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542D73DA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6EC24237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A8507C" w:rsidRPr="00A8507C" w14:paraId="693592E1" w14:textId="77777777" w:rsidTr="006A4A68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3833B557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2C0951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n≤5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124359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27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52908C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32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243484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30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A37F72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47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01056B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85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DDBD7B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138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5EF5F8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n≤5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B305B9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142</w:t>
            </w:r>
          </w:p>
        </w:tc>
      </w:tr>
      <w:tr w:rsidR="00A8507C" w:rsidRPr="00A8507C" w14:paraId="3DB5DCBB" w14:textId="77777777" w:rsidTr="006A4A68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4750AD5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D168FC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597002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CEE25B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72900B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B0D71C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DD2BE7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8E135D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2DB60C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51DA7A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</w:tr>
      <w:tr w:rsidR="00A8507C" w:rsidRPr="00A8507C" w14:paraId="593A50B4" w14:textId="77777777" w:rsidTr="006A4A68">
        <w:trPr>
          <w:trHeight w:val="300"/>
        </w:trPr>
        <w:tc>
          <w:tcPr>
            <w:tcW w:w="115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4E1BFB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7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384716C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B0020F0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EFC75D2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640E304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251CF51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78B3F7A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40EF846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D575DD0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BB6B9DE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C057A86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A8507C" w:rsidRPr="00A8507C" w14:paraId="60ED5E00" w14:textId="77777777" w:rsidTr="006A4A68">
        <w:trPr>
          <w:trHeight w:val="300"/>
        </w:trPr>
        <w:tc>
          <w:tcPr>
            <w:tcW w:w="2329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9A9A9D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61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CE63842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30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7092600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9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503A8BD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2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86D333A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81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053065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2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C283D3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5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EC1EEA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A8507C" w:rsidRPr="00A8507C" w14:paraId="0960551C" w14:textId="77777777" w:rsidTr="006A4A68">
        <w:trPr>
          <w:trHeight w:val="525"/>
        </w:trPr>
        <w:tc>
          <w:tcPr>
            <w:tcW w:w="2329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D3BFDF8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61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18AD002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55AD06A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7FA5DBC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AEAA5FF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6EF2A64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039F074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9CA7FD5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8970B95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5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5A4410D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A8507C" w:rsidRPr="00A8507C" w14:paraId="73F615DB" w14:textId="77777777" w:rsidTr="006A4A68">
        <w:trPr>
          <w:trHeight w:val="300"/>
        </w:trPr>
        <w:tc>
          <w:tcPr>
            <w:tcW w:w="11611" w:type="dxa"/>
            <w:gridSpan w:val="8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4FADCE4A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Q49. 13. If no, what has stopped you from seeking help?: I didn't understand what services could support me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59CFD2C9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14D6440F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7AFDC185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A8507C" w:rsidRPr="00A8507C" w14:paraId="0FF30DA7" w14:textId="77777777" w:rsidTr="006A4A68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42B16D37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BB7BE2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n≤5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306E2F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30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A3D0C4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41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30D83C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35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885E7F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45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421248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88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6825C0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139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211595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n≤5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E9D9F3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144</w:t>
            </w:r>
          </w:p>
        </w:tc>
      </w:tr>
      <w:tr w:rsidR="00A8507C" w:rsidRPr="00A8507C" w14:paraId="39A1AEE6" w14:textId="77777777" w:rsidTr="006A4A68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7A5F8A5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E4C3C0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DA7800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DE7822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579FF4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443BF5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60FE69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B0EDA7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3E0FC3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938F87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</w:tr>
      <w:tr w:rsidR="00A8507C" w:rsidRPr="00A8507C" w14:paraId="1AA15D54" w14:textId="77777777" w:rsidTr="006A4A68">
        <w:trPr>
          <w:trHeight w:val="300"/>
        </w:trPr>
        <w:tc>
          <w:tcPr>
            <w:tcW w:w="115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ABF7F1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7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F7AEDB7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9FE824F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3DA0238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D93D8F0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BF64AAD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29BA05E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76427F7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85E0533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9FA4087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08A746D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A8507C" w:rsidRPr="00A8507C" w14:paraId="0774EA2F" w14:textId="77777777" w:rsidTr="006A4A68">
        <w:trPr>
          <w:trHeight w:val="300"/>
        </w:trPr>
        <w:tc>
          <w:tcPr>
            <w:tcW w:w="2329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8D5D23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61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DEF858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30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8E1EF7E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9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EADAD2F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2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7D9B9F2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81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6BF328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2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0027F6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5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ADE266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A8507C" w:rsidRPr="00A8507C" w14:paraId="0FCCE201" w14:textId="77777777" w:rsidTr="006A4A68">
        <w:trPr>
          <w:trHeight w:val="525"/>
        </w:trPr>
        <w:tc>
          <w:tcPr>
            <w:tcW w:w="2329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B48C499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61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1AAEBEA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5292AAD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757114F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23FAABD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F85E07D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E01EE5B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B21F5D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0E04E2F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5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824333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A8507C" w:rsidRPr="00A8507C" w14:paraId="42888C27" w14:textId="77777777" w:rsidTr="006A4A68">
        <w:trPr>
          <w:trHeight w:val="300"/>
        </w:trPr>
        <w:tc>
          <w:tcPr>
            <w:tcW w:w="8797" w:type="dxa"/>
            <w:gridSpan w:val="6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4206F5DD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Q49. 13. If no, what has stopped you from seeking help?: I dislike treatment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2012ED4A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1125E6BC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76116C45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15739931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0EC8A5AD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A8507C" w:rsidRPr="00A8507C" w14:paraId="4CE9B975" w14:textId="77777777" w:rsidTr="006A4A68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0B7597C0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94B639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n≤5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C384C3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6D14C0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7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65D6A4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n≤5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8C3DEB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7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D431A8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15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25D419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22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EA9756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n≤5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609B17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24</w:t>
            </w:r>
          </w:p>
        </w:tc>
      </w:tr>
      <w:tr w:rsidR="00A8507C" w:rsidRPr="00A8507C" w14:paraId="196C4191" w14:textId="77777777" w:rsidTr="006A4A68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3D7CA32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18D083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A80B3B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67A706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23811B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C0C669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2C8387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62A50D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06C49B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5556E1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</w:tr>
      <w:tr w:rsidR="00A8507C" w:rsidRPr="00A8507C" w14:paraId="43349A37" w14:textId="77777777" w:rsidTr="006A4A68">
        <w:trPr>
          <w:trHeight w:val="315"/>
        </w:trPr>
        <w:tc>
          <w:tcPr>
            <w:tcW w:w="115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91C24C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7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7BBBC9B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83F9019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98810C9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3F8B2AE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6EB97DF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72E3DF8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40C4BE1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6C7C916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97A1C5E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C9F3803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A8507C" w:rsidRPr="00A8507C" w14:paraId="7FB2F4E6" w14:textId="77777777" w:rsidTr="006A4A68">
        <w:trPr>
          <w:trHeight w:val="300"/>
        </w:trPr>
        <w:tc>
          <w:tcPr>
            <w:tcW w:w="2329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40D02A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61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22A9B61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30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7979742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9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D92693C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2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4DC0DB8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81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9072D6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2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3658EE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5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A28F10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A8507C" w:rsidRPr="00A8507C" w14:paraId="58DE29EB" w14:textId="77777777" w:rsidTr="006A4A68">
        <w:trPr>
          <w:trHeight w:val="525"/>
        </w:trPr>
        <w:tc>
          <w:tcPr>
            <w:tcW w:w="2329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F6A2294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61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5BD4787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96DF5FC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A82ACC7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22AF4E1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5014A7B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D933C5B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47F499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2365011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5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8AA507A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A8507C" w:rsidRPr="00A8507C" w14:paraId="1736981F" w14:textId="77777777" w:rsidTr="006A4A68">
        <w:trPr>
          <w:trHeight w:val="300"/>
        </w:trPr>
        <w:tc>
          <w:tcPr>
            <w:tcW w:w="10157" w:type="dxa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5DFAEECA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Q49. 13. If no, what has stopped you from seeking help?: I don't think my pain is a problem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7EA7B417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02B4C81A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6C6D36BA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34D980FF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A8507C" w:rsidRPr="00A8507C" w14:paraId="2F378AD7" w14:textId="77777777" w:rsidTr="006A4A68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24769CCE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56A3F8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n≤5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81352A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7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857281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12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2A9B62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15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3BDA7B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19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DD7340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34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3F4AF3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54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CF2984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n≤5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1CA0BE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56</w:t>
            </w:r>
          </w:p>
        </w:tc>
      </w:tr>
      <w:tr w:rsidR="00A8507C" w:rsidRPr="00A8507C" w14:paraId="2D715288" w14:textId="77777777" w:rsidTr="006A4A68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00D61F7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182DFE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4D413B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705D37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58EA5A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C76E8C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8CC77E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720A47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A5186D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4AF202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</w:tr>
      <w:tr w:rsidR="00A8507C" w:rsidRPr="00A8507C" w14:paraId="25C17A2D" w14:textId="77777777" w:rsidTr="006A4A68">
        <w:trPr>
          <w:trHeight w:val="300"/>
        </w:trPr>
        <w:tc>
          <w:tcPr>
            <w:tcW w:w="1153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78077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76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C44FAD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319710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7CF3FC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A90D12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675590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4A4FF9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EAFB6A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BC0A5D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E6918A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6A295D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</w:tbl>
    <w:p w14:paraId="0F8C1709" w14:textId="77777777" w:rsidR="006A4A68" w:rsidRDefault="006A4A68">
      <w:r>
        <w:br w:type="page"/>
      </w:r>
    </w:p>
    <w:tbl>
      <w:tblPr>
        <w:tblW w:w="14803" w:type="dxa"/>
        <w:tblInd w:w="-10" w:type="dxa"/>
        <w:tblLook w:val="04A0" w:firstRow="1" w:lastRow="0" w:firstColumn="1" w:lastColumn="0" w:noHBand="0" w:noVBand="1"/>
      </w:tblPr>
      <w:tblGrid>
        <w:gridCol w:w="1153"/>
        <w:gridCol w:w="1176"/>
        <w:gridCol w:w="1614"/>
        <w:gridCol w:w="1530"/>
        <w:gridCol w:w="1597"/>
        <w:gridCol w:w="1727"/>
        <w:gridCol w:w="1360"/>
        <w:gridCol w:w="1454"/>
        <w:gridCol w:w="1151"/>
        <w:gridCol w:w="1087"/>
        <w:gridCol w:w="954"/>
      </w:tblGrid>
      <w:tr w:rsidR="00A8507C" w:rsidRPr="00A8507C" w14:paraId="46F53898" w14:textId="77777777" w:rsidTr="006A4A68">
        <w:trPr>
          <w:trHeight w:val="315"/>
        </w:trPr>
        <w:tc>
          <w:tcPr>
            <w:tcW w:w="1153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A78DC54" w14:textId="43D2F84A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9A93D09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C9756CA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4E95906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7092C9E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601A9C0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8DA0A5B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FCC3C93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93C7C04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06E6A2A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6EB9663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A8507C" w:rsidRPr="00A8507C" w14:paraId="5B61EC84" w14:textId="77777777" w:rsidTr="006A4A68">
        <w:trPr>
          <w:trHeight w:val="300"/>
        </w:trPr>
        <w:tc>
          <w:tcPr>
            <w:tcW w:w="2329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888F6F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61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97709BE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30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6BD97B6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9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2720B37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2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C251E9D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81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7143A8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2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E15866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5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AD152C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A8507C" w:rsidRPr="00A8507C" w14:paraId="30142D8D" w14:textId="77777777" w:rsidTr="006A4A68">
        <w:trPr>
          <w:trHeight w:val="525"/>
        </w:trPr>
        <w:tc>
          <w:tcPr>
            <w:tcW w:w="2329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6BB7BB0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61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184F2D0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4641AA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F5EA978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D983AA8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40F259B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4229EB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F2F0861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A61326D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5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DD85A7C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A8507C" w:rsidRPr="00A8507C" w14:paraId="70F14658" w14:textId="77777777" w:rsidTr="006A4A68">
        <w:trPr>
          <w:trHeight w:val="300"/>
        </w:trPr>
        <w:tc>
          <w:tcPr>
            <w:tcW w:w="11611" w:type="dxa"/>
            <w:gridSpan w:val="8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11244049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Q49. 13. If no, what has stopped you from seeking help?: It felt too hard to get the support I needed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36C2DDA1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6CBD2A4D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300CAA62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A8507C" w:rsidRPr="00A8507C" w14:paraId="5608F2DB" w14:textId="77777777" w:rsidTr="006A4A68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73248884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B96152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n≤5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7B76ED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36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323DB8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50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1A90D4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33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D6F2AB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53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CC6AB1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101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C9E477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164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F280C8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n≤5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E75534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170</w:t>
            </w:r>
          </w:p>
        </w:tc>
      </w:tr>
      <w:tr w:rsidR="00A8507C" w:rsidRPr="00A8507C" w14:paraId="4E300D11" w14:textId="77777777" w:rsidTr="006A4A68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3059A58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A2F3FE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1B4167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4CE322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568314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938746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5D6389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645899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4BB46A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F918F3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</w:tr>
      <w:tr w:rsidR="00A8507C" w:rsidRPr="00A8507C" w14:paraId="2B245A86" w14:textId="77777777" w:rsidTr="006A4A68">
        <w:trPr>
          <w:trHeight w:val="300"/>
        </w:trPr>
        <w:tc>
          <w:tcPr>
            <w:tcW w:w="115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472281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7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A787E7A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B98E7CA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400DF38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080089D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AD73B63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E0E2253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F47B06E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C48438D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B545F07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ECE4B1C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A8507C" w:rsidRPr="00A8507C" w14:paraId="56A697D9" w14:textId="77777777" w:rsidTr="006A4A68">
        <w:trPr>
          <w:trHeight w:val="300"/>
        </w:trPr>
        <w:tc>
          <w:tcPr>
            <w:tcW w:w="2329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697081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61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B1D2A47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30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8EB9ECF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9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238742C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2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ACD70F5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81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67350F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2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0F58B5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5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6EF554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A8507C" w:rsidRPr="00A8507C" w14:paraId="3039DC29" w14:textId="77777777" w:rsidTr="006A4A68">
        <w:trPr>
          <w:trHeight w:val="525"/>
        </w:trPr>
        <w:tc>
          <w:tcPr>
            <w:tcW w:w="2329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01C35C6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61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547D3E1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F984E9C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10C716A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567D8EF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BFA121A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3956202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4DDDC97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E645C0F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5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B2C5EB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A8507C" w:rsidRPr="00A8507C" w14:paraId="3C2B9CED" w14:textId="77777777" w:rsidTr="006A4A68">
        <w:trPr>
          <w:trHeight w:val="300"/>
        </w:trPr>
        <w:tc>
          <w:tcPr>
            <w:tcW w:w="11611" w:type="dxa"/>
            <w:gridSpan w:val="8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36BFD049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Q49. 13. If no, what has stopped you from seeking help?: My caregiver won't assist me to get help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77A64D9E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41FCA314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140919B3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A8507C" w:rsidRPr="00A8507C" w14:paraId="69CE4605" w14:textId="77777777" w:rsidTr="006A4A68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70301313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F58BE1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n≤5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A8100F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n≤5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20F261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n≤5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A357E8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n≤5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143B4A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n≤5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D76E3B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n≤5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50B4E1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8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DBF4A9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n≤5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E9DE10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8</w:t>
            </w:r>
          </w:p>
        </w:tc>
      </w:tr>
      <w:tr w:rsidR="00A8507C" w:rsidRPr="00A8507C" w14:paraId="5DFD4D32" w14:textId="77777777" w:rsidTr="006A4A68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2961196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D18CB0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B329FD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02BE1F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E87894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0AB5C5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9032C4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9C5BCF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1EF132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BBF1E6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</w:tr>
      <w:tr w:rsidR="00A8507C" w:rsidRPr="00A8507C" w14:paraId="3F32F943" w14:textId="77777777" w:rsidTr="006A4A68">
        <w:trPr>
          <w:trHeight w:val="300"/>
        </w:trPr>
        <w:tc>
          <w:tcPr>
            <w:tcW w:w="115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9876ED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7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BB37190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E188424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D924952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013AC87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DCE736F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42F5298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680995D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E886046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0E22EF3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0301218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A8507C" w:rsidRPr="00A8507C" w14:paraId="77EC9DA2" w14:textId="77777777" w:rsidTr="006A4A68">
        <w:trPr>
          <w:trHeight w:val="300"/>
        </w:trPr>
        <w:tc>
          <w:tcPr>
            <w:tcW w:w="2329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D3E786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61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09E697B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30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8414788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9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B6220EB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2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E95C297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81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257185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2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24E64D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5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47FDA7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A8507C" w:rsidRPr="00A8507C" w14:paraId="23D76284" w14:textId="77777777" w:rsidTr="006A4A68">
        <w:trPr>
          <w:trHeight w:val="525"/>
        </w:trPr>
        <w:tc>
          <w:tcPr>
            <w:tcW w:w="2329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B68359B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61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7DD488E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F357A3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19DF83A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448B318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40B7A62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762D33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54D1DF4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A82C59F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5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5E45682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A8507C" w:rsidRPr="00A8507C" w14:paraId="5FA43C5E" w14:textId="77777777" w:rsidTr="006A4A68">
        <w:trPr>
          <w:trHeight w:val="300"/>
        </w:trPr>
        <w:tc>
          <w:tcPr>
            <w:tcW w:w="11611" w:type="dxa"/>
            <w:gridSpan w:val="8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18EB18A7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Q49. 13. If no, what has stopped you from seeking help?: My caregiving responsibilities get in the way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0E1D8913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1E205F8B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5AFE0F77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A8507C" w:rsidRPr="00A8507C" w14:paraId="6EEB142E" w14:textId="77777777" w:rsidTr="006A4A68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3AACD0D1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2D3C6A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n≤5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177ED1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7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0D0A7E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n≤5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FC673D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B56723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14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E689EE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14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EA474C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27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621025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n≤5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B63637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29</w:t>
            </w:r>
          </w:p>
        </w:tc>
      </w:tr>
      <w:tr w:rsidR="00A8507C" w:rsidRPr="00A8507C" w14:paraId="774858BB" w14:textId="77777777" w:rsidTr="006A4A68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4B722E0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65BE1F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DF86F0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EC88FF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F4920C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37B1E9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550D4B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8FDCFE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C1E36E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E2BF44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</w:tr>
      <w:tr w:rsidR="00A8507C" w:rsidRPr="00A8507C" w14:paraId="73FC4365" w14:textId="77777777" w:rsidTr="006A4A68">
        <w:trPr>
          <w:trHeight w:val="300"/>
        </w:trPr>
        <w:tc>
          <w:tcPr>
            <w:tcW w:w="115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D80FCA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7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868D90C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95B8769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766B01E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97F5B2B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5D96C85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124F35E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199612C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431B0EB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15D22B4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D092C7B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A8507C" w:rsidRPr="00A8507C" w14:paraId="4FE7DF68" w14:textId="77777777" w:rsidTr="006A4A68">
        <w:trPr>
          <w:trHeight w:val="300"/>
        </w:trPr>
        <w:tc>
          <w:tcPr>
            <w:tcW w:w="2329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2EFF3C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61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A67399D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30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519F13C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9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F48634A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2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715D537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81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BA175D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2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C31E72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5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17CE84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A8507C" w:rsidRPr="00A8507C" w14:paraId="03AA8EE9" w14:textId="77777777" w:rsidTr="006A4A68">
        <w:trPr>
          <w:trHeight w:val="525"/>
        </w:trPr>
        <w:tc>
          <w:tcPr>
            <w:tcW w:w="2329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D727D0A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61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C339D74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32C6D84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A723CE4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B96CBCC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3152A32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E00BF3F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DB589C2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872C852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5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67BBA64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A8507C" w:rsidRPr="00A8507C" w14:paraId="555D1771" w14:textId="77777777" w:rsidTr="006A4A68">
        <w:trPr>
          <w:trHeight w:val="300"/>
        </w:trPr>
        <w:tc>
          <w:tcPr>
            <w:tcW w:w="11611" w:type="dxa"/>
            <w:gridSpan w:val="8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4139286F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Q49. 13. If no, what has stopped you from seeking help?: My pain decreased so I didn't require help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48D0EF1C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1271D546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340F9893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A8507C" w:rsidRPr="00A8507C" w14:paraId="11F1595E" w14:textId="77777777" w:rsidTr="006A4A68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6F59344C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C38372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n≤5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3A9A50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n≤5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E2C8B5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9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DE9FF8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13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4FD2BC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17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F8602B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33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322AC2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50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4340CB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n≤5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BD7D41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54</w:t>
            </w:r>
          </w:p>
        </w:tc>
      </w:tr>
      <w:tr w:rsidR="00A8507C" w:rsidRPr="00A8507C" w14:paraId="581466B3" w14:textId="77777777" w:rsidTr="006A4A68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72FE362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D70493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7B49A2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68B346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565D95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F4F9F7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CA68A2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C0ECAC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E86924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BA79BE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</w:tr>
      <w:tr w:rsidR="00A8507C" w:rsidRPr="00A8507C" w14:paraId="7011F8DC" w14:textId="77777777" w:rsidTr="006A4A68">
        <w:trPr>
          <w:trHeight w:val="300"/>
        </w:trPr>
        <w:tc>
          <w:tcPr>
            <w:tcW w:w="1153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B4B7F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76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018D5E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990972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0C1A08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4F608C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37CB2E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7A61FB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0D8B7C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AD01D1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2B8CD0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C5D1E4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</w:tbl>
    <w:p w14:paraId="7918CC27" w14:textId="77777777" w:rsidR="006A4A68" w:rsidRDefault="006A4A68">
      <w:r>
        <w:br w:type="page"/>
      </w:r>
    </w:p>
    <w:tbl>
      <w:tblPr>
        <w:tblW w:w="14803" w:type="dxa"/>
        <w:tblInd w:w="-10" w:type="dxa"/>
        <w:tblLook w:val="04A0" w:firstRow="1" w:lastRow="0" w:firstColumn="1" w:lastColumn="0" w:noHBand="0" w:noVBand="1"/>
      </w:tblPr>
      <w:tblGrid>
        <w:gridCol w:w="1153"/>
        <w:gridCol w:w="1176"/>
        <w:gridCol w:w="1614"/>
        <w:gridCol w:w="1530"/>
        <w:gridCol w:w="1597"/>
        <w:gridCol w:w="1727"/>
        <w:gridCol w:w="1360"/>
        <w:gridCol w:w="1454"/>
        <w:gridCol w:w="1151"/>
        <w:gridCol w:w="1087"/>
        <w:gridCol w:w="954"/>
      </w:tblGrid>
      <w:tr w:rsidR="00A8507C" w:rsidRPr="00A8507C" w14:paraId="0BA68EF9" w14:textId="77777777" w:rsidTr="006A1EB2">
        <w:trPr>
          <w:trHeight w:val="315"/>
        </w:trPr>
        <w:tc>
          <w:tcPr>
            <w:tcW w:w="1153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C84F273" w14:textId="554FFFE5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3562096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A2CE93D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7FCC5B1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738ECCC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DE10B3F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D79787B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80FE59D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4E8BD8F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FBCE4CD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CA25BBF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A8507C" w:rsidRPr="00A8507C" w14:paraId="5B61B198" w14:textId="77777777" w:rsidTr="006A1EB2">
        <w:trPr>
          <w:trHeight w:val="300"/>
        </w:trPr>
        <w:tc>
          <w:tcPr>
            <w:tcW w:w="2329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FC79F1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61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82F8E92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30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37D66FB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9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CE4936A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2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7F7F006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81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DBFD79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2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3BEABA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5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4CBD97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A8507C" w:rsidRPr="00A8507C" w14:paraId="61989BBE" w14:textId="77777777" w:rsidTr="006A1EB2">
        <w:trPr>
          <w:trHeight w:val="525"/>
        </w:trPr>
        <w:tc>
          <w:tcPr>
            <w:tcW w:w="2329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DE7037D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61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27DA22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8C1D662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F4A33E2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CB54D7A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26A1C2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BC623E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B5B85A5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122DE0A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5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1ACE9F9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A8507C" w:rsidRPr="00A8507C" w14:paraId="49C6E2AF" w14:textId="77777777" w:rsidTr="006A1EB2">
        <w:trPr>
          <w:trHeight w:val="300"/>
        </w:trPr>
        <w:tc>
          <w:tcPr>
            <w:tcW w:w="10157" w:type="dxa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369BC143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Q49. 13. If no, what has stopped you from seeking help?: My pain is not bad enough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1051EDC7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321B94E1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672B4E4F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03680CFC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A8507C" w:rsidRPr="00A8507C" w14:paraId="701C1066" w14:textId="77777777" w:rsidTr="006A1EB2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6DF323D2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3B21DB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n≤5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32B854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15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7A3947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31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9832CC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32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85A1B8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49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3DEAAD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86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04DA93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150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E608C8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n≤5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8FBD4B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155</w:t>
            </w:r>
          </w:p>
        </w:tc>
      </w:tr>
      <w:tr w:rsidR="00A8507C" w:rsidRPr="00A8507C" w14:paraId="030C213E" w14:textId="77777777" w:rsidTr="006A1EB2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7FAE019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17F739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182463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DCB939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5E95D1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4A4603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10D092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C252D2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9431BE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E92066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</w:tr>
      <w:tr w:rsidR="00A8507C" w:rsidRPr="00A8507C" w14:paraId="3C67CBA2" w14:textId="77777777" w:rsidTr="006A1EB2">
        <w:trPr>
          <w:trHeight w:val="300"/>
        </w:trPr>
        <w:tc>
          <w:tcPr>
            <w:tcW w:w="115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364051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7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F250F37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BC58E1C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4E98A4C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E6B57BB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7117DC5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512CA6E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CECABF6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E8DD993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2E0DB1C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7427AA5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A8507C" w:rsidRPr="00A8507C" w14:paraId="51310A2A" w14:textId="77777777" w:rsidTr="006A1EB2">
        <w:trPr>
          <w:trHeight w:val="300"/>
        </w:trPr>
        <w:tc>
          <w:tcPr>
            <w:tcW w:w="2329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6FD9C8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61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A69C739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30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70C9EB1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9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A309CA1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2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5F5AC66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81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CE38BB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2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073A9F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5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04C7BA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A8507C" w:rsidRPr="00A8507C" w14:paraId="36645382" w14:textId="77777777" w:rsidTr="006A1EB2">
        <w:trPr>
          <w:trHeight w:val="525"/>
        </w:trPr>
        <w:tc>
          <w:tcPr>
            <w:tcW w:w="2329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15FCC31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61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32952F6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3607511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677F4E1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2FA1E3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06568CA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D71D432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2E6283A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2A21D67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5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04EB437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A8507C" w:rsidRPr="00A8507C" w14:paraId="7F48C06F" w14:textId="77777777" w:rsidTr="006A1EB2">
        <w:trPr>
          <w:trHeight w:val="300"/>
        </w:trPr>
        <w:tc>
          <w:tcPr>
            <w:tcW w:w="10157" w:type="dxa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41E47E8A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Q49. 13. If no, what has stopped you from seeking help?: I don't have time to get help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75D74594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5E95299D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1B6A46C7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5729F27E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A8507C" w:rsidRPr="00A8507C" w14:paraId="51EED1A0" w14:textId="77777777" w:rsidTr="006A1EB2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250B5B69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FBE930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n≤5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D1A484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20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452DCF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28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9F423D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31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6107BD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39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16D08C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84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EF5BFC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135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4CB5C8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n≤5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8A9B76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138</w:t>
            </w:r>
          </w:p>
        </w:tc>
      </w:tr>
      <w:tr w:rsidR="00A8507C" w:rsidRPr="00A8507C" w14:paraId="0CE77E1B" w14:textId="77777777" w:rsidTr="006A1EB2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51ECB8B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17763A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C35E9D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B58822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D84BA3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7E90A2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23848A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447DC2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3D5817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0D455A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</w:tr>
      <w:tr w:rsidR="00A8507C" w:rsidRPr="00A8507C" w14:paraId="568A5607" w14:textId="77777777" w:rsidTr="006A1EB2">
        <w:trPr>
          <w:trHeight w:val="315"/>
        </w:trPr>
        <w:tc>
          <w:tcPr>
            <w:tcW w:w="1153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7005D93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4128023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4CA66E0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3D986FF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B1CECDA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FB77017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B53F6CC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F2FE526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B76B201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397A9FB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C60BEF3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A8507C" w:rsidRPr="00A8507C" w14:paraId="75AE2082" w14:textId="77777777" w:rsidTr="006A1EB2">
        <w:trPr>
          <w:trHeight w:val="300"/>
        </w:trPr>
        <w:tc>
          <w:tcPr>
            <w:tcW w:w="2329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4133E2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61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14468C9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30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874C234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9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24B4744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2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CF9D7A5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81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7D2838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2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20D6AF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5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7CCC4F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A8507C" w:rsidRPr="00A8507C" w14:paraId="6D9347B8" w14:textId="77777777" w:rsidTr="006A1EB2">
        <w:trPr>
          <w:trHeight w:val="525"/>
        </w:trPr>
        <w:tc>
          <w:tcPr>
            <w:tcW w:w="2329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4220C12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61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935D74C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1914066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C604EF6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5C21F44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3363CC2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2C5BC2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6CF6680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D9C29E5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5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B001787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A8507C" w:rsidRPr="00A8507C" w14:paraId="3C59F144" w14:textId="77777777" w:rsidTr="006A1EB2">
        <w:trPr>
          <w:trHeight w:val="300"/>
        </w:trPr>
        <w:tc>
          <w:tcPr>
            <w:tcW w:w="10157" w:type="dxa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46334818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Q49. 13. If no, what has stopped you from seeking help?: I don't think my pain is treatable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38618A13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10FACE13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00C07A36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731D0BC8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A8507C" w:rsidRPr="00A8507C" w14:paraId="4E9E40FE" w14:textId="77777777" w:rsidTr="006A1EB2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61899B96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722BA2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n≤5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A4D7E1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32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9EBB45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32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27241F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34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459DB8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56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6479D5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91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46CD20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150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DC216E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8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9F59D3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158</w:t>
            </w:r>
          </w:p>
        </w:tc>
      </w:tr>
      <w:tr w:rsidR="00A8507C" w:rsidRPr="00A8507C" w14:paraId="11D83DC2" w14:textId="77777777" w:rsidTr="006A1EB2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2830389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CF7333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275DB8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E742D4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9FAB99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2AEAEC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27492E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D33F2F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CFC0EA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CCA8EE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</w:tr>
      <w:tr w:rsidR="00A8507C" w:rsidRPr="00A8507C" w14:paraId="059F4A7C" w14:textId="77777777" w:rsidTr="0054066F">
        <w:trPr>
          <w:trHeight w:val="300"/>
        </w:trPr>
        <w:tc>
          <w:tcPr>
            <w:tcW w:w="115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FC6042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7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A9A53B6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D8A5D82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0322FBF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05EA567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9FC335D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B4B538C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3D0F6C1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2971C3D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A2306A2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CC250B7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A8507C" w:rsidRPr="00A8507C" w14:paraId="57A56B2A" w14:textId="77777777" w:rsidTr="0054066F">
        <w:trPr>
          <w:trHeight w:val="300"/>
        </w:trPr>
        <w:tc>
          <w:tcPr>
            <w:tcW w:w="2329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C257DA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61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5535D2B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30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A2A161C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9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B9F01B2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2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E10D51E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81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6CCB65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2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67CFF2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5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4554E3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A8507C" w:rsidRPr="00A8507C" w14:paraId="1172B0DF" w14:textId="77777777" w:rsidTr="0054066F">
        <w:trPr>
          <w:trHeight w:val="525"/>
        </w:trPr>
        <w:tc>
          <w:tcPr>
            <w:tcW w:w="2329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00D2166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61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2C6F231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545F4C0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7CB6507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0EF87F2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03F36EA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42A8D59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F7D36BE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1AA05B2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5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2A93C14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A8507C" w:rsidRPr="00A8507C" w14:paraId="0C5C7F19" w14:textId="77777777" w:rsidTr="0054066F">
        <w:trPr>
          <w:trHeight w:val="300"/>
        </w:trPr>
        <w:tc>
          <w:tcPr>
            <w:tcW w:w="11611" w:type="dxa"/>
            <w:gridSpan w:val="8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77F81A2C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Q49. 13. If no, what has stopped you from seeking help?: Others discouraged me from seeking help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04110EE9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1D75BD1D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48E4CB6A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A8507C" w:rsidRPr="00A8507C" w14:paraId="29B97DF8" w14:textId="77777777" w:rsidTr="0054066F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53849089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FA9C94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n≤5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F9BD67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9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87FE1C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10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D0693B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7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05DEBA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11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E2688D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17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75D514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30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20456F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n≤5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B899F8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30</w:t>
            </w:r>
          </w:p>
        </w:tc>
      </w:tr>
      <w:tr w:rsidR="00A8507C" w:rsidRPr="00A8507C" w14:paraId="004BC694" w14:textId="77777777" w:rsidTr="0054066F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4C2265F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EAE8A8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9050FB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237F16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735298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D8603F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953243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5A1847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0636FF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1CB536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</w:tr>
      <w:tr w:rsidR="00A8507C" w:rsidRPr="00A8507C" w14:paraId="75525943" w14:textId="77777777" w:rsidTr="0054066F">
        <w:trPr>
          <w:trHeight w:val="300"/>
        </w:trPr>
        <w:tc>
          <w:tcPr>
            <w:tcW w:w="1153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0DD0A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76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0AECBE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28F4F0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4972B4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C2433A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99C7C2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914674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4895FA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AE5662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34E124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AE0DC1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</w:tbl>
    <w:p w14:paraId="76D0AF72" w14:textId="77777777" w:rsidR="0054066F" w:rsidRDefault="0054066F">
      <w:r>
        <w:br w:type="page"/>
      </w:r>
    </w:p>
    <w:tbl>
      <w:tblPr>
        <w:tblW w:w="14803" w:type="dxa"/>
        <w:tblInd w:w="-10" w:type="dxa"/>
        <w:tblLook w:val="04A0" w:firstRow="1" w:lastRow="0" w:firstColumn="1" w:lastColumn="0" w:noHBand="0" w:noVBand="1"/>
      </w:tblPr>
      <w:tblGrid>
        <w:gridCol w:w="1153"/>
        <w:gridCol w:w="1176"/>
        <w:gridCol w:w="1614"/>
        <w:gridCol w:w="1530"/>
        <w:gridCol w:w="1597"/>
        <w:gridCol w:w="1727"/>
        <w:gridCol w:w="1360"/>
        <w:gridCol w:w="1454"/>
        <w:gridCol w:w="1151"/>
        <w:gridCol w:w="1087"/>
        <w:gridCol w:w="954"/>
      </w:tblGrid>
      <w:tr w:rsidR="00221775" w:rsidRPr="00A8507C" w14:paraId="590FF0A9" w14:textId="77777777" w:rsidTr="00221775">
        <w:trPr>
          <w:trHeight w:val="315"/>
        </w:trPr>
        <w:tc>
          <w:tcPr>
            <w:tcW w:w="1153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B5F07F5" w14:textId="77777777" w:rsidR="00221775" w:rsidRPr="00A8507C" w:rsidRDefault="00221775" w:rsidP="00190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7C0FA0D" w14:textId="77777777" w:rsidR="00221775" w:rsidRPr="00A8507C" w:rsidRDefault="00221775" w:rsidP="00190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1459978" w14:textId="77777777" w:rsidR="00221775" w:rsidRPr="00A8507C" w:rsidRDefault="00221775" w:rsidP="00190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61D54C7" w14:textId="77777777" w:rsidR="00221775" w:rsidRPr="00A8507C" w:rsidRDefault="00221775" w:rsidP="00190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E4A3B5F" w14:textId="77777777" w:rsidR="00221775" w:rsidRPr="00A8507C" w:rsidRDefault="00221775" w:rsidP="00190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0D486A0" w14:textId="77777777" w:rsidR="00221775" w:rsidRPr="00A8507C" w:rsidRDefault="00221775" w:rsidP="00190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43D7D2B" w14:textId="77777777" w:rsidR="00221775" w:rsidRPr="00A8507C" w:rsidRDefault="00221775" w:rsidP="00190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5F7BAAE" w14:textId="77777777" w:rsidR="00221775" w:rsidRPr="00A8507C" w:rsidRDefault="00221775" w:rsidP="00190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BC179CD" w14:textId="77777777" w:rsidR="00221775" w:rsidRPr="00A8507C" w:rsidRDefault="00221775" w:rsidP="00190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86AB072" w14:textId="77777777" w:rsidR="00221775" w:rsidRPr="00A8507C" w:rsidRDefault="00221775" w:rsidP="00190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FFFF2BC" w14:textId="77777777" w:rsidR="00221775" w:rsidRPr="00A8507C" w:rsidRDefault="00221775" w:rsidP="00190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221775" w:rsidRPr="00A8507C" w14:paraId="533EF518" w14:textId="77777777" w:rsidTr="00221775">
        <w:trPr>
          <w:trHeight w:val="300"/>
        </w:trPr>
        <w:tc>
          <w:tcPr>
            <w:tcW w:w="2329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3905F7B" w14:textId="77777777" w:rsidR="00221775" w:rsidRPr="00A8507C" w:rsidRDefault="00221775" w:rsidP="0019081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61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4ABD496" w14:textId="77777777" w:rsidR="00221775" w:rsidRPr="00A8507C" w:rsidRDefault="00221775" w:rsidP="00190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30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F0775B4" w14:textId="77777777" w:rsidR="00221775" w:rsidRPr="00A8507C" w:rsidRDefault="00221775" w:rsidP="00190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9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C3B53DB" w14:textId="77777777" w:rsidR="00221775" w:rsidRPr="00A8507C" w:rsidRDefault="00221775" w:rsidP="00190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2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B0CCDC1" w14:textId="77777777" w:rsidR="00221775" w:rsidRPr="00A8507C" w:rsidRDefault="00221775" w:rsidP="00190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81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53E2CBE" w14:textId="77777777" w:rsidR="00221775" w:rsidRPr="00A8507C" w:rsidRDefault="00221775" w:rsidP="00190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2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D4767BD" w14:textId="77777777" w:rsidR="00221775" w:rsidRPr="00A8507C" w:rsidRDefault="00221775" w:rsidP="00190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5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7639B05" w14:textId="77777777" w:rsidR="00221775" w:rsidRPr="00A8507C" w:rsidRDefault="00221775" w:rsidP="00190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221775" w:rsidRPr="00A8507C" w14:paraId="4DF765EB" w14:textId="77777777" w:rsidTr="00221775">
        <w:trPr>
          <w:trHeight w:val="525"/>
        </w:trPr>
        <w:tc>
          <w:tcPr>
            <w:tcW w:w="2329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14D713C" w14:textId="77777777" w:rsidR="00221775" w:rsidRPr="00A8507C" w:rsidRDefault="00221775" w:rsidP="00190810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61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2FDEAA2" w14:textId="77777777" w:rsidR="00221775" w:rsidRPr="00A8507C" w:rsidRDefault="00221775" w:rsidP="00190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21F088A" w14:textId="77777777" w:rsidR="00221775" w:rsidRPr="00A8507C" w:rsidRDefault="00221775" w:rsidP="00190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B977F1C" w14:textId="77777777" w:rsidR="00221775" w:rsidRPr="00A8507C" w:rsidRDefault="00221775" w:rsidP="00190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DF43202" w14:textId="77777777" w:rsidR="00221775" w:rsidRPr="00A8507C" w:rsidRDefault="00221775" w:rsidP="00190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C2F5296" w14:textId="77777777" w:rsidR="00221775" w:rsidRPr="00A8507C" w:rsidRDefault="00221775" w:rsidP="00190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E8038DB" w14:textId="77777777" w:rsidR="00221775" w:rsidRPr="00A8507C" w:rsidRDefault="00221775" w:rsidP="00190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81206D8" w14:textId="77777777" w:rsidR="00221775" w:rsidRPr="00A8507C" w:rsidRDefault="00221775" w:rsidP="00190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69D6BC7" w14:textId="77777777" w:rsidR="00221775" w:rsidRPr="00A8507C" w:rsidRDefault="00221775" w:rsidP="00190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5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03C8CEF" w14:textId="77777777" w:rsidR="00221775" w:rsidRPr="00A8507C" w:rsidRDefault="00221775" w:rsidP="00190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221775" w:rsidRPr="00A8507C" w14:paraId="0F0A7FF5" w14:textId="77777777" w:rsidTr="00221775">
        <w:trPr>
          <w:trHeight w:val="300"/>
        </w:trPr>
        <w:tc>
          <w:tcPr>
            <w:tcW w:w="8797" w:type="dxa"/>
            <w:gridSpan w:val="6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270DD1F2" w14:textId="59638447" w:rsidR="00221775" w:rsidRPr="00AF2A11" w:rsidRDefault="00AF2A11" w:rsidP="00AF2A11">
            <w:pPr>
              <w:rPr>
                <w:rFonts w:ascii="Aptos Narrow" w:hAnsi="Aptos Narrow"/>
                <w:b/>
                <w:bCs/>
                <w:i/>
                <w:iCs/>
                <w:color w:val="000000"/>
              </w:rPr>
            </w:pPr>
            <w:r>
              <w:rPr>
                <w:rFonts w:ascii="Aptos Narrow" w:hAnsi="Aptos Narrow"/>
                <w:b/>
                <w:bCs/>
                <w:i/>
                <w:iCs/>
                <w:color w:val="000000"/>
              </w:rPr>
              <w:t>Q50. If no, what has stopped you from seeking help?: Other (please specify)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583C0821" w14:textId="77777777" w:rsidR="00221775" w:rsidRPr="00A8507C" w:rsidRDefault="00221775" w:rsidP="00190810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1210C451" w14:textId="77777777" w:rsidR="00221775" w:rsidRPr="00A8507C" w:rsidRDefault="00221775" w:rsidP="00190810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2848013D" w14:textId="77777777" w:rsidR="00221775" w:rsidRPr="00A8507C" w:rsidRDefault="00221775" w:rsidP="00190810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6D644245" w14:textId="77777777" w:rsidR="00221775" w:rsidRPr="00A8507C" w:rsidRDefault="00221775" w:rsidP="00190810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3A4F4B5A" w14:textId="77777777" w:rsidR="00221775" w:rsidRPr="00A8507C" w:rsidRDefault="00221775" w:rsidP="00190810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AF2A11" w:rsidRPr="00A8507C" w14:paraId="443950AA" w14:textId="77777777" w:rsidTr="00221775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20DB9FB0" w14:textId="77777777" w:rsidR="00AF2A11" w:rsidRPr="00A8507C" w:rsidRDefault="00AF2A11" w:rsidP="00AF2A11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489F9EE" w14:textId="02D71615" w:rsidR="00AF2A11" w:rsidRPr="00A8507C" w:rsidRDefault="00AF2A11" w:rsidP="00AF2A1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>
              <w:rPr>
                <w:rFonts w:ascii="Aptos Narrow" w:hAnsi="Aptos Narrow"/>
                <w:b/>
                <w:bCs/>
                <w:color w:val="000000"/>
              </w:rPr>
              <w:t>n≤5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C45F4E1" w14:textId="3A85D437" w:rsidR="00AF2A11" w:rsidRPr="00A8507C" w:rsidRDefault="00AF2A11" w:rsidP="00AF2A1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>
              <w:rPr>
                <w:rFonts w:ascii="Aptos Narrow" w:hAnsi="Aptos Narrow"/>
                <w:b/>
                <w:bCs/>
                <w:i/>
                <w:iCs/>
                <w:color w:val="000000"/>
              </w:rPr>
              <w:t>20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2D03847" w14:textId="0016561F" w:rsidR="00AF2A11" w:rsidRPr="00A8507C" w:rsidRDefault="00AF2A11" w:rsidP="00AF2A1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>
              <w:rPr>
                <w:rFonts w:ascii="Aptos Narrow" w:hAnsi="Aptos Narrow"/>
                <w:b/>
                <w:bCs/>
                <w:i/>
                <w:iCs/>
                <w:color w:val="000000"/>
              </w:rPr>
              <w:t>30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90BBBC9" w14:textId="3A65BB2A" w:rsidR="00AF2A11" w:rsidRPr="00A8507C" w:rsidRDefault="00AF2A11" w:rsidP="00AF2A1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>
              <w:rPr>
                <w:rFonts w:ascii="Aptos Narrow" w:hAnsi="Aptos Narrow"/>
                <w:b/>
                <w:bCs/>
                <w:i/>
                <w:iCs/>
                <w:color w:val="000000"/>
              </w:rPr>
              <w:t>11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22FC625" w14:textId="42499691" w:rsidR="00AF2A11" w:rsidRPr="00A8507C" w:rsidRDefault="00AF2A11" w:rsidP="00AF2A1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>
              <w:rPr>
                <w:rFonts w:ascii="Aptos Narrow" w:hAnsi="Aptos Narrow"/>
                <w:b/>
                <w:bCs/>
                <w:i/>
                <w:iCs/>
                <w:color w:val="000000"/>
              </w:rPr>
              <w:t>33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DD145C9" w14:textId="5F41C540" w:rsidR="00AF2A11" w:rsidRPr="00A8507C" w:rsidRDefault="00AF2A11" w:rsidP="00AF2A1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>
              <w:rPr>
                <w:rFonts w:ascii="Aptos Narrow" w:hAnsi="Aptos Narrow"/>
                <w:b/>
                <w:bCs/>
                <w:i/>
                <w:iCs/>
                <w:color w:val="000000"/>
              </w:rPr>
              <w:t>56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06EFE23" w14:textId="1A994376" w:rsidR="00AF2A11" w:rsidRPr="00A8507C" w:rsidRDefault="00AF2A11" w:rsidP="00AF2A1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>
              <w:rPr>
                <w:rFonts w:ascii="Aptos Narrow" w:hAnsi="Aptos Narrow"/>
                <w:b/>
                <w:bCs/>
                <w:i/>
                <w:iCs/>
                <w:color w:val="000000"/>
              </w:rPr>
              <w:t>91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D1832D5" w14:textId="005C158A" w:rsidR="00AF2A11" w:rsidRPr="00A8507C" w:rsidRDefault="00AF2A11" w:rsidP="00AF2A1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>
              <w:rPr>
                <w:rFonts w:ascii="Aptos Narrow" w:hAnsi="Aptos Narrow"/>
                <w:b/>
                <w:bCs/>
                <w:i/>
                <w:iCs/>
                <w:color w:val="000000"/>
              </w:rPr>
              <w:t>6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462FAB8" w14:textId="5686CE3A" w:rsidR="00AF2A11" w:rsidRPr="00A8507C" w:rsidRDefault="00AF2A11" w:rsidP="00AF2A1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>
              <w:rPr>
                <w:rFonts w:ascii="Aptos Narrow" w:hAnsi="Aptos Narrow"/>
                <w:b/>
                <w:bCs/>
                <w:i/>
                <w:iCs/>
                <w:color w:val="000000"/>
              </w:rPr>
              <w:t>98</w:t>
            </w:r>
          </w:p>
        </w:tc>
      </w:tr>
      <w:tr w:rsidR="00AF2A11" w:rsidRPr="00A8507C" w14:paraId="6D86E306" w14:textId="77777777" w:rsidTr="00221775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65D87235" w14:textId="77777777" w:rsidR="00AF2A11" w:rsidRPr="00A8507C" w:rsidRDefault="00AF2A11" w:rsidP="00AF2A1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BA23D09" w14:textId="4F57FAB1" w:rsidR="00AF2A11" w:rsidRPr="00A8507C" w:rsidRDefault="00AF2A11" w:rsidP="00AF2A1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>
              <w:rPr>
                <w:rFonts w:ascii="Aptos Narrow" w:hAnsi="Aptos Narrow"/>
                <w:color w:val="000000"/>
              </w:rPr>
              <w:t>n≤5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A0C5DAE" w14:textId="169B9CDF" w:rsidR="00AF2A11" w:rsidRPr="00A8507C" w:rsidRDefault="00AF2A11" w:rsidP="00AF2A1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>
              <w:rPr>
                <w:rFonts w:ascii="Aptos Narrow" w:hAnsi="Aptos Narrow"/>
                <w:color w:val="000000"/>
              </w:rPr>
              <w:t>&lt;1%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772CD21" w14:textId="5E14BC62" w:rsidR="00AF2A11" w:rsidRPr="00A8507C" w:rsidRDefault="00AF2A11" w:rsidP="00AF2A1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>
              <w:rPr>
                <w:rFonts w:ascii="Aptos Narrow" w:hAnsi="Aptos Narrow"/>
                <w:color w:val="000000"/>
              </w:rPr>
              <w:t>1%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A343A8F" w14:textId="009B6746" w:rsidR="00AF2A11" w:rsidRPr="00A8507C" w:rsidRDefault="00AF2A11" w:rsidP="00AF2A1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>
              <w:rPr>
                <w:rFonts w:ascii="Aptos Narrow" w:hAnsi="Aptos Narrow"/>
                <w:color w:val="000000"/>
              </w:rPr>
              <w:t>&lt;1%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0B77C68" w14:textId="6E894A75" w:rsidR="00AF2A11" w:rsidRPr="00A8507C" w:rsidRDefault="00AF2A11" w:rsidP="00AF2A1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>
              <w:rPr>
                <w:rFonts w:ascii="Aptos Narrow" w:hAnsi="Aptos Narrow"/>
                <w:color w:val="000000"/>
              </w:rPr>
              <w:t>&lt;1%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A2C7061" w14:textId="55A3788B" w:rsidR="00AF2A11" w:rsidRPr="00A8507C" w:rsidRDefault="00AF2A11" w:rsidP="00AF2A1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>
              <w:rPr>
                <w:rFonts w:ascii="Aptos Narrow" w:hAnsi="Aptos Narrow"/>
                <w:color w:val="000000"/>
              </w:rPr>
              <w:t>&lt;1%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5E027D4" w14:textId="6A0FCEF0" w:rsidR="00AF2A11" w:rsidRPr="00A8507C" w:rsidRDefault="00AF2A11" w:rsidP="00AF2A1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>
              <w:rPr>
                <w:rFonts w:ascii="Aptos Narrow" w:hAnsi="Aptos Narrow"/>
                <w:color w:val="000000"/>
              </w:rPr>
              <w:t>&lt;1%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364F41E" w14:textId="63F1884B" w:rsidR="00AF2A11" w:rsidRPr="00A8507C" w:rsidRDefault="00AF2A11" w:rsidP="00AF2A1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>
              <w:rPr>
                <w:rFonts w:ascii="Aptos Narrow" w:hAnsi="Aptos Narrow"/>
                <w:color w:val="000000"/>
              </w:rPr>
              <w:t>&lt;1%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2F5DF5E" w14:textId="48A23C87" w:rsidR="00AF2A11" w:rsidRPr="00A8507C" w:rsidRDefault="00AF2A11" w:rsidP="00AF2A1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>
              <w:rPr>
                <w:rFonts w:ascii="Aptos Narrow" w:hAnsi="Aptos Narrow"/>
                <w:color w:val="000000"/>
              </w:rPr>
              <w:t>&lt;1%</w:t>
            </w:r>
          </w:p>
        </w:tc>
      </w:tr>
      <w:tr w:rsidR="00A8507C" w:rsidRPr="00A8507C" w14:paraId="081F6317" w14:textId="77777777" w:rsidTr="00221775">
        <w:trPr>
          <w:trHeight w:val="315"/>
        </w:trPr>
        <w:tc>
          <w:tcPr>
            <w:tcW w:w="1153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337495C" w14:textId="585CAFCA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B064F86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C25A052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A843F0F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E73F10C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0F347F4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01C3960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5D1FAA1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388DBC3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463A98B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E6C344E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A8507C" w:rsidRPr="00A8507C" w14:paraId="64C7EC0C" w14:textId="77777777" w:rsidTr="00221775">
        <w:trPr>
          <w:trHeight w:val="300"/>
        </w:trPr>
        <w:tc>
          <w:tcPr>
            <w:tcW w:w="2329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729192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61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EB70F6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30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FD62C79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9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674D9D4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2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BD55282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81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1CB43C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2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DF4218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5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9B80C9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A8507C" w:rsidRPr="00A8507C" w14:paraId="495F656C" w14:textId="77777777" w:rsidTr="00221775">
        <w:trPr>
          <w:trHeight w:val="525"/>
        </w:trPr>
        <w:tc>
          <w:tcPr>
            <w:tcW w:w="2329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4B7777A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61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D6F6B78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67AC6DD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F2BF84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4DFCC01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8A1F58A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8558B4C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4CDA61F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06ABFFE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5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A5426C0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A8507C" w:rsidRPr="00A8507C" w14:paraId="5669232C" w14:textId="77777777" w:rsidTr="00221775">
        <w:trPr>
          <w:trHeight w:val="300"/>
        </w:trPr>
        <w:tc>
          <w:tcPr>
            <w:tcW w:w="8797" w:type="dxa"/>
            <w:gridSpan w:val="6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6BC2B99F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Q51. 14. If Yes, who have you sought help from?: A General Practitioner (GP)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2857FD5A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529F3172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4038D4C1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5F46D0FE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3ACC9B28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A8507C" w:rsidRPr="00A8507C" w14:paraId="21B9D751" w14:textId="77777777" w:rsidTr="00221775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1A77406E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BEF6F9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184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B98AD1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2,728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B358F9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2,255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0D2893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1,282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7E607E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4,446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EC8E58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6,180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C196A7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10,984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6173B7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716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450257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9,970</w:t>
            </w:r>
          </w:p>
        </w:tc>
      </w:tr>
      <w:tr w:rsidR="00A8507C" w:rsidRPr="00A8507C" w14:paraId="7A99487A" w14:textId="77777777" w:rsidTr="00221775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718601C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CFF612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83%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C3FB73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88%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36497D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88%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521EB4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79%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14C946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85%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1E7274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84%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BDB07D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85%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CC99C2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80%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D78491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84%</w:t>
            </w:r>
          </w:p>
        </w:tc>
      </w:tr>
      <w:tr w:rsidR="00A8507C" w:rsidRPr="00A8507C" w14:paraId="77786F11" w14:textId="77777777" w:rsidTr="00221775">
        <w:trPr>
          <w:trHeight w:val="300"/>
        </w:trPr>
        <w:tc>
          <w:tcPr>
            <w:tcW w:w="115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57E6EF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7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E733938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566E41F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74A5DBE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AFB0BC1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BFEBAC3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64FA7E8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8E91353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09718CA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F9EDBB8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C5FEF9F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A8507C" w:rsidRPr="00A8507C" w14:paraId="34DF3AEB" w14:textId="77777777" w:rsidTr="00221775">
        <w:trPr>
          <w:trHeight w:val="300"/>
        </w:trPr>
        <w:tc>
          <w:tcPr>
            <w:tcW w:w="2329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E6AD8B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61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4098FAC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30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DD98397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9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C9A03FB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2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B97A301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81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35529A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2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52B4EF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5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9816A7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A8507C" w:rsidRPr="00A8507C" w14:paraId="31FDEF97" w14:textId="77777777" w:rsidTr="00221775">
        <w:trPr>
          <w:trHeight w:val="525"/>
        </w:trPr>
        <w:tc>
          <w:tcPr>
            <w:tcW w:w="2329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2E4065C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61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0D4F215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457D070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7E45D75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EE24C9D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AA1E739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030346D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457EE59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C5FA160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5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BBECE5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3769D7" w:rsidRPr="00A8507C" w14:paraId="792394BF" w14:textId="77777777" w:rsidTr="00221775">
        <w:trPr>
          <w:trHeight w:val="300"/>
        </w:trPr>
        <w:tc>
          <w:tcPr>
            <w:tcW w:w="7070" w:type="dxa"/>
            <w:gridSpan w:val="5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75DD387D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Q51. 14. If Yes, who have you sought help from?: Nurse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42CCFBEF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4CE9E8A6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448F0691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3DFBAF7C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7B87F478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29BAAA4A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A8507C" w:rsidRPr="00A8507C" w14:paraId="3BCE3CCB" w14:textId="77777777" w:rsidTr="00221775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650E689B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4D0010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32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AC3AFD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366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03DF71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313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43C1BD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110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105113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415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A71A24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433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46C367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916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67272E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35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FAF1BE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967</w:t>
            </w:r>
          </w:p>
        </w:tc>
      </w:tr>
      <w:tr w:rsidR="00A8507C" w:rsidRPr="00A8507C" w14:paraId="4EE6D431" w14:textId="77777777" w:rsidTr="00221775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71FF035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F3051B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BBC826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9E43D0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4052C0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577BCA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D8D028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5A7915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87ED62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4EB389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</w:p>
        </w:tc>
      </w:tr>
      <w:tr w:rsidR="00A8507C" w:rsidRPr="00A8507C" w14:paraId="69FFBE00" w14:textId="77777777" w:rsidTr="00221775">
        <w:trPr>
          <w:trHeight w:val="300"/>
        </w:trPr>
        <w:tc>
          <w:tcPr>
            <w:tcW w:w="115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86745C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7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CEBAA71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7F6AD21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D5CC366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AC0F5FF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7AA1E96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4645083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7717A46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76C8A40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A008348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0B92650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A8507C" w:rsidRPr="00A8507C" w14:paraId="4E7DFC99" w14:textId="77777777" w:rsidTr="00221775">
        <w:trPr>
          <w:trHeight w:val="300"/>
        </w:trPr>
        <w:tc>
          <w:tcPr>
            <w:tcW w:w="2329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7C453F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61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1D5DA75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30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42AAF64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9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49776F4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2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1BB507F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81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A0BFA8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2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89686B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5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1BC43B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A8507C" w:rsidRPr="00A8507C" w14:paraId="11349996" w14:textId="77777777" w:rsidTr="00221775">
        <w:trPr>
          <w:trHeight w:val="525"/>
        </w:trPr>
        <w:tc>
          <w:tcPr>
            <w:tcW w:w="2329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25059DD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61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F945CC8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9B85B45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0922E39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304177A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F0563D5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CD3CB47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42A4806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519D0DF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5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A6EA17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A8507C" w:rsidRPr="00A8507C" w14:paraId="5E30C85D" w14:textId="77777777" w:rsidTr="00221775">
        <w:trPr>
          <w:trHeight w:val="300"/>
        </w:trPr>
        <w:tc>
          <w:tcPr>
            <w:tcW w:w="8797" w:type="dxa"/>
            <w:gridSpan w:val="6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29F4DD0B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Q51. 14. If Yes, who have you sought help from?: Aboriginal Health Practitioner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31D0C8C3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31B2AB8B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2E6BD102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793E0793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5BB5880A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A8507C" w:rsidRPr="00A8507C" w14:paraId="4A932DC5" w14:textId="77777777" w:rsidTr="00221775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108384BC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087D7D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32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66F5D9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20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967576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12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C91F96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14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71A4B4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22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6C6884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17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9661EE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39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DBD207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n≤5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B947D2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41</w:t>
            </w:r>
          </w:p>
        </w:tc>
      </w:tr>
      <w:tr w:rsidR="00A8507C" w:rsidRPr="00A8507C" w14:paraId="4A164F10" w14:textId="77777777" w:rsidTr="00221775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0B4FB32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B99088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8E82A3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DA7277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0A0CFC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44FC1D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2CBFF9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7191D5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986A7F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n≤5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DE7362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&lt;1%</w:t>
            </w:r>
          </w:p>
        </w:tc>
      </w:tr>
    </w:tbl>
    <w:p w14:paraId="4C79437A" w14:textId="77777777" w:rsidR="00633A30" w:rsidRDefault="00633A30">
      <w:r>
        <w:br w:type="page"/>
      </w:r>
    </w:p>
    <w:tbl>
      <w:tblPr>
        <w:tblW w:w="14803" w:type="dxa"/>
        <w:tblInd w:w="-10" w:type="dxa"/>
        <w:tblLook w:val="04A0" w:firstRow="1" w:lastRow="0" w:firstColumn="1" w:lastColumn="0" w:noHBand="0" w:noVBand="1"/>
      </w:tblPr>
      <w:tblGrid>
        <w:gridCol w:w="1153"/>
        <w:gridCol w:w="1176"/>
        <w:gridCol w:w="1614"/>
        <w:gridCol w:w="1530"/>
        <w:gridCol w:w="1597"/>
        <w:gridCol w:w="1727"/>
        <w:gridCol w:w="1360"/>
        <w:gridCol w:w="1454"/>
        <w:gridCol w:w="1151"/>
        <w:gridCol w:w="1087"/>
        <w:gridCol w:w="954"/>
      </w:tblGrid>
      <w:tr w:rsidR="00A8507C" w:rsidRPr="00A8507C" w14:paraId="18567BEB" w14:textId="77777777" w:rsidTr="00633A30">
        <w:trPr>
          <w:trHeight w:val="300"/>
        </w:trPr>
        <w:tc>
          <w:tcPr>
            <w:tcW w:w="1153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4E3F62C" w14:textId="7FF7475A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76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867DC43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1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379CDDB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2DB2A65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CF62462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9DE8636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8CFC8D1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5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657D5DE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51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2B45440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87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B111AB5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5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A3A442F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A8507C" w:rsidRPr="00A8507C" w14:paraId="2D54368E" w14:textId="77777777" w:rsidTr="00633A30">
        <w:trPr>
          <w:trHeight w:val="300"/>
        </w:trPr>
        <w:tc>
          <w:tcPr>
            <w:tcW w:w="2329" w:type="dxa"/>
            <w:gridSpan w:val="2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D7E00C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5F0F9C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8AA601E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B36342B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97C2439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A8666E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127E2E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2395A9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A8507C" w:rsidRPr="00A8507C" w14:paraId="373E1254" w14:textId="77777777" w:rsidTr="00221775">
        <w:trPr>
          <w:trHeight w:val="525"/>
        </w:trPr>
        <w:tc>
          <w:tcPr>
            <w:tcW w:w="2329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2BDC32D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61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4F543CE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03700FE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92DCADD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CCC8222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CA94A4F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594B190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46C9457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4839BD5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5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7FE062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A8507C" w:rsidRPr="00A8507C" w14:paraId="4123F9A7" w14:textId="77777777" w:rsidTr="00221775">
        <w:trPr>
          <w:trHeight w:val="300"/>
        </w:trPr>
        <w:tc>
          <w:tcPr>
            <w:tcW w:w="8797" w:type="dxa"/>
            <w:gridSpan w:val="6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63520165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Q51. 14. If Yes, who have you sought help from?: Community support groups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5C0C7A93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65C72F0B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2564AA71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21EB64AE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5E822074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A8507C" w:rsidRPr="00A8507C" w14:paraId="65629F8C" w14:textId="77777777" w:rsidTr="00221775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1C2D4AA5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09560A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15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DA9AFC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239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1CA09B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132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EE46F5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68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C8FB0E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166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F83428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212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99CD58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389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0B80EE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30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021A27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424</w:t>
            </w:r>
          </w:p>
        </w:tc>
      </w:tr>
      <w:tr w:rsidR="00A8507C" w:rsidRPr="00A8507C" w14:paraId="1ADF3491" w14:textId="77777777" w:rsidTr="00221775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138FA26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8568D3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B73F5C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AA8D71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A507AA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C7F193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2F708B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A15C45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01B485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1B293D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</w:tr>
      <w:tr w:rsidR="00A8507C" w:rsidRPr="00A8507C" w14:paraId="4E0F2D4B" w14:textId="77777777" w:rsidTr="00221775">
        <w:trPr>
          <w:trHeight w:val="300"/>
        </w:trPr>
        <w:tc>
          <w:tcPr>
            <w:tcW w:w="1153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F069C0" w14:textId="77777777" w:rsidR="00A8507C" w:rsidRPr="00A8507C" w:rsidRDefault="00A8507C" w:rsidP="00633A3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76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15EB1A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E92420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1BDE1B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247CA9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CF4AD8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770614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30FD49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71D96C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AEE079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E64C6F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A8507C" w:rsidRPr="00A8507C" w14:paraId="2D129962" w14:textId="77777777" w:rsidTr="00000365">
        <w:trPr>
          <w:trHeight w:val="300"/>
        </w:trPr>
        <w:tc>
          <w:tcPr>
            <w:tcW w:w="2329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414B2E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61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91FB27D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30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00F413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9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4450890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2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7663749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81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7639D1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2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38F918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5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5CF4EE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A8507C" w:rsidRPr="00A8507C" w14:paraId="07840D9F" w14:textId="77777777" w:rsidTr="00000365">
        <w:trPr>
          <w:trHeight w:val="525"/>
        </w:trPr>
        <w:tc>
          <w:tcPr>
            <w:tcW w:w="2329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D93178C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61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EFB329F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5D1D2A9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D8B4927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3823A01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5F8143A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92CC312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54466C0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C26AC17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5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2A4CE1E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A8507C" w:rsidRPr="00A8507C" w14:paraId="7D447192" w14:textId="77777777" w:rsidTr="00000365">
        <w:trPr>
          <w:trHeight w:val="300"/>
        </w:trPr>
        <w:tc>
          <w:tcPr>
            <w:tcW w:w="11611" w:type="dxa"/>
            <w:gridSpan w:val="8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700B537E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Q51. 14. If Yes, who have you sought help from?: Complementary therapies (eg. acupuncture, naturopathy)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7D8F0B96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73BC701A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1F2583F8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A8507C" w:rsidRPr="00A8507C" w14:paraId="665A46C9" w14:textId="77777777" w:rsidTr="00000365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45C5DBE2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291520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53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C04CA1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1,067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EC964E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793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F31445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410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016B31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1,297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1E04C4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1,750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4DADCA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3,167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B4F56C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191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DC1941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3,391</w:t>
            </w:r>
          </w:p>
        </w:tc>
      </w:tr>
      <w:tr w:rsidR="00A8507C" w:rsidRPr="00A8507C" w14:paraId="68A73103" w14:textId="77777777" w:rsidTr="00000365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305A7B7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A3F540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24%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A877B8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34%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A9B45A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31%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1CC26C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25%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FF89DF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29%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FD03E3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28%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2EF5A5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29%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368677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27%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756D14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29%</w:t>
            </w:r>
          </w:p>
        </w:tc>
      </w:tr>
      <w:tr w:rsidR="00A8507C" w:rsidRPr="00A8507C" w14:paraId="7CC77C2D" w14:textId="77777777" w:rsidTr="007446F8">
        <w:trPr>
          <w:trHeight w:val="300"/>
        </w:trPr>
        <w:tc>
          <w:tcPr>
            <w:tcW w:w="115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1101DF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7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25ACA27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009F4D6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9029832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395A9ED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FA4DB4A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27D78D4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29139C8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8625C31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0776F91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0FFB4CA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A8507C" w:rsidRPr="00A8507C" w14:paraId="025A02EF" w14:textId="77777777" w:rsidTr="007446F8">
        <w:trPr>
          <w:trHeight w:val="300"/>
        </w:trPr>
        <w:tc>
          <w:tcPr>
            <w:tcW w:w="2329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A89CC0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61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36469E8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30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E3FA274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9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A480652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2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8274AE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81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670AAC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2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B55472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5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196698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A8507C" w:rsidRPr="00A8507C" w14:paraId="1EE0835F" w14:textId="77777777" w:rsidTr="007446F8">
        <w:trPr>
          <w:trHeight w:val="525"/>
        </w:trPr>
        <w:tc>
          <w:tcPr>
            <w:tcW w:w="2329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22F3D7A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61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9564E90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F10E8B7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6BC9ECE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D251515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2A6B51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07D69B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64CE307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EAE45B5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5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EB4F325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3769D7" w:rsidRPr="00A8507C" w14:paraId="1199C018" w14:textId="77777777" w:rsidTr="007446F8">
        <w:trPr>
          <w:trHeight w:val="300"/>
        </w:trPr>
        <w:tc>
          <w:tcPr>
            <w:tcW w:w="7070" w:type="dxa"/>
            <w:gridSpan w:val="5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261C9E71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Q51. 14. If Yes, who have you sought help from?: Exercise group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32F7211B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4DBDCA4C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05069603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68B5A0BE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1AE486F2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4C19B74C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A8507C" w:rsidRPr="00A8507C" w14:paraId="737B765E" w14:textId="77777777" w:rsidTr="007446F8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526B1842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18E770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34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178A28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606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BFFF96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415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60E93A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215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843EA8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641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0888EA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947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1D5D8E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1,646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3EE611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143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B0FAD6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1,813</w:t>
            </w:r>
          </w:p>
        </w:tc>
      </w:tr>
      <w:tr w:rsidR="00A8507C" w:rsidRPr="00A8507C" w14:paraId="19425F14" w14:textId="77777777" w:rsidTr="007446F8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6278F85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5DB4B8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15%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8ECC5B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E6AEC1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6F098B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7201E5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639CD3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15%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282CBB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15%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ECDF44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E2269D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15%</w:t>
            </w:r>
          </w:p>
        </w:tc>
      </w:tr>
      <w:tr w:rsidR="00A8507C" w:rsidRPr="00A8507C" w14:paraId="2DA45BA9" w14:textId="77777777" w:rsidTr="007446F8">
        <w:trPr>
          <w:trHeight w:val="300"/>
        </w:trPr>
        <w:tc>
          <w:tcPr>
            <w:tcW w:w="115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246482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7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D4BABE1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B0DC628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A77CA44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0977576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D81F2C7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D4B9E00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8F93A72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C43F617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6449F8D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1A9E433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A8507C" w:rsidRPr="00A8507C" w14:paraId="355B388A" w14:textId="77777777" w:rsidTr="007446F8">
        <w:trPr>
          <w:trHeight w:val="300"/>
        </w:trPr>
        <w:tc>
          <w:tcPr>
            <w:tcW w:w="2329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AFEB37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61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8375137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30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D33905D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9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E35EA0C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2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56092EB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81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4F122E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2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1D5CAF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5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1D8630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A8507C" w:rsidRPr="00A8507C" w14:paraId="336AE657" w14:textId="77777777" w:rsidTr="007446F8">
        <w:trPr>
          <w:trHeight w:val="525"/>
        </w:trPr>
        <w:tc>
          <w:tcPr>
            <w:tcW w:w="2329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794E6CB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61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666B95B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DE1E06D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D6BA5EA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5C8E68F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741F302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814859E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656DBD5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D3C679F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5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16038AC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3769D7" w:rsidRPr="00A8507C" w14:paraId="109A949D" w14:textId="77777777" w:rsidTr="007446F8">
        <w:trPr>
          <w:trHeight w:val="300"/>
        </w:trPr>
        <w:tc>
          <w:tcPr>
            <w:tcW w:w="7070" w:type="dxa"/>
            <w:gridSpan w:val="5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271378DD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Q51. 14. If Yes, who have you sought help from?: Helpline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31108749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6222BC8E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69A886E6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014C144E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5EB39348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2A260BAC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A8507C" w:rsidRPr="00A8507C" w14:paraId="68F9BDCA" w14:textId="77777777" w:rsidTr="007446F8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1543F752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B73C5A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12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373633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154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CB278C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108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5CFE91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55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42E1B2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93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7D4946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180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14E79E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287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AA7733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13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4FB550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302</w:t>
            </w:r>
          </w:p>
        </w:tc>
      </w:tr>
      <w:tr w:rsidR="00A8507C" w:rsidRPr="00A8507C" w14:paraId="7F7C5AC7" w14:textId="77777777" w:rsidTr="007446F8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4FF2DCE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31160B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CB7007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39924A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520E61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A274FF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133107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F0A9FD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5A3887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DB763C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</w:tr>
    </w:tbl>
    <w:p w14:paraId="130463F7" w14:textId="77777777" w:rsidR="00633A30" w:rsidRDefault="00633A30">
      <w:r>
        <w:br w:type="page"/>
      </w:r>
    </w:p>
    <w:tbl>
      <w:tblPr>
        <w:tblW w:w="14803" w:type="dxa"/>
        <w:tblInd w:w="-10" w:type="dxa"/>
        <w:tblLook w:val="04A0" w:firstRow="1" w:lastRow="0" w:firstColumn="1" w:lastColumn="0" w:noHBand="0" w:noVBand="1"/>
      </w:tblPr>
      <w:tblGrid>
        <w:gridCol w:w="1153"/>
        <w:gridCol w:w="1176"/>
        <w:gridCol w:w="1614"/>
        <w:gridCol w:w="1530"/>
        <w:gridCol w:w="1597"/>
        <w:gridCol w:w="1727"/>
        <w:gridCol w:w="1360"/>
        <w:gridCol w:w="1454"/>
        <w:gridCol w:w="1151"/>
        <w:gridCol w:w="1087"/>
        <w:gridCol w:w="954"/>
      </w:tblGrid>
      <w:tr w:rsidR="00A8507C" w:rsidRPr="00A8507C" w14:paraId="5B489E17" w14:textId="77777777" w:rsidTr="00633A30">
        <w:trPr>
          <w:trHeight w:val="300"/>
        </w:trPr>
        <w:tc>
          <w:tcPr>
            <w:tcW w:w="1153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0B38432" w14:textId="1FF4F269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76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1E34E66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1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8438FE5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2F4332A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D5B861B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B34AE52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F1081F0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5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755C1A9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51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FF33255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87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FDEBAB9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5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EAE2EDC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A8507C" w:rsidRPr="00A8507C" w14:paraId="0E63EF1A" w14:textId="77777777" w:rsidTr="00633A30">
        <w:trPr>
          <w:trHeight w:val="300"/>
        </w:trPr>
        <w:tc>
          <w:tcPr>
            <w:tcW w:w="2329" w:type="dxa"/>
            <w:gridSpan w:val="2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F2CD28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59563AD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F1DCD80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5615F5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392B2FF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DE98AD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37F7E3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D1AF63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A8507C" w:rsidRPr="00A8507C" w14:paraId="446E0943" w14:textId="77777777" w:rsidTr="007446F8">
        <w:trPr>
          <w:trHeight w:val="525"/>
        </w:trPr>
        <w:tc>
          <w:tcPr>
            <w:tcW w:w="2329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AD87391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61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CD64137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290B604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4A3ABE5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6062E01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61FD6F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E85E20C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13DC1EC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9455339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5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3969F68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3769D7" w:rsidRPr="00A8507C" w14:paraId="44064205" w14:textId="77777777" w:rsidTr="007446F8">
        <w:trPr>
          <w:trHeight w:val="300"/>
        </w:trPr>
        <w:tc>
          <w:tcPr>
            <w:tcW w:w="7070" w:type="dxa"/>
            <w:gridSpan w:val="5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4C6616D2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Q51. 14. If Yes, who have you sought help from?: Hydrotherapy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03865B12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546080C7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153937D3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4F1F51D9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7F93D482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654C87E5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A8507C" w:rsidRPr="00A8507C" w14:paraId="2E252D4C" w14:textId="77777777" w:rsidTr="007446F8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3F1F8DE3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8930FA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36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CCCAA3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568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2AA3E4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251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823AB8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131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B77C79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453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D3191A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502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1AD6F4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913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5941A0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140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DB6F01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1,068</w:t>
            </w:r>
          </w:p>
        </w:tc>
      </w:tr>
      <w:tr w:rsidR="00A8507C" w:rsidRPr="00A8507C" w14:paraId="35C6BBC5" w14:textId="77777777" w:rsidTr="007446F8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6347840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9A06B4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A3FD31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18%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D90F1F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C9F72C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C04669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FDF636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7F6208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84A529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64EBD7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</w:tr>
      <w:tr w:rsidR="00A8507C" w:rsidRPr="00A8507C" w14:paraId="2009C289" w14:textId="77777777" w:rsidTr="007446F8">
        <w:trPr>
          <w:trHeight w:val="300"/>
        </w:trPr>
        <w:tc>
          <w:tcPr>
            <w:tcW w:w="1153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1E49F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76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092516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E07CFB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2787AA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8C86D6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1D7FCF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BCE74B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01D97A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00DDC1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483D68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68A834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A8507C" w:rsidRPr="00A8507C" w14:paraId="78BC48B8" w14:textId="77777777" w:rsidTr="007446F8">
        <w:trPr>
          <w:trHeight w:val="300"/>
        </w:trPr>
        <w:tc>
          <w:tcPr>
            <w:tcW w:w="2329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237FE2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61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91E9342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30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5042A70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9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BDCE4E6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2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4464012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81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614B76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2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3CC9B1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5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B67D0A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A8507C" w:rsidRPr="00A8507C" w14:paraId="48D356FE" w14:textId="77777777" w:rsidTr="007446F8">
        <w:trPr>
          <w:trHeight w:val="525"/>
        </w:trPr>
        <w:tc>
          <w:tcPr>
            <w:tcW w:w="2329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A3EA191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61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FC9391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59F8257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35827F0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800DDFB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450BE1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898BB37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652FE6E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8F78672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5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AED9E01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A8507C" w:rsidRPr="00A8507C" w14:paraId="6231FECD" w14:textId="77777777" w:rsidTr="007446F8">
        <w:trPr>
          <w:trHeight w:val="300"/>
        </w:trPr>
        <w:tc>
          <w:tcPr>
            <w:tcW w:w="8797" w:type="dxa"/>
            <w:gridSpan w:val="6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6EBD24D0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Q51. 14. If Yes, who have you sought help from?: Online support groups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693A37E5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797F419A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2204A2FD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26ED8912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01B0441F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A8507C" w:rsidRPr="00A8507C" w14:paraId="42F12F88" w14:textId="77777777" w:rsidTr="007446F8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3308D864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5623D9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30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4E255D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685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A0541E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455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6BCFD8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195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B55EA2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613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A0474B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765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7FD8FA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1,442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57DD6D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71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7A7944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1,525</w:t>
            </w:r>
          </w:p>
        </w:tc>
      </w:tr>
      <w:tr w:rsidR="00A8507C" w:rsidRPr="00A8507C" w14:paraId="6EFDAB23" w14:textId="77777777" w:rsidTr="007446F8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39B93AE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215F9E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021C78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22%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AF1268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18%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05F7C1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A27FB3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ADD087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C9B238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6B00CB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AE504F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</w:p>
        </w:tc>
      </w:tr>
      <w:tr w:rsidR="00A8507C" w:rsidRPr="00A8507C" w14:paraId="793F6860" w14:textId="77777777" w:rsidTr="007446F8">
        <w:trPr>
          <w:trHeight w:val="300"/>
        </w:trPr>
        <w:tc>
          <w:tcPr>
            <w:tcW w:w="115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49B4B5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7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4A5F231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D491460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79F60CB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851353F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E748222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6B140CD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90FA20F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7C8EC05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2135C1A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BC11495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A8507C" w:rsidRPr="00A8507C" w14:paraId="1A07E7E3" w14:textId="77777777" w:rsidTr="007446F8">
        <w:trPr>
          <w:trHeight w:val="300"/>
        </w:trPr>
        <w:tc>
          <w:tcPr>
            <w:tcW w:w="2329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8EC664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61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01C63B2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30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C297C74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9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E985158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2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47589B0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81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C30145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2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B89C4B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5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F4CA2A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A8507C" w:rsidRPr="00A8507C" w14:paraId="2266A74D" w14:textId="77777777" w:rsidTr="007446F8">
        <w:trPr>
          <w:trHeight w:val="525"/>
        </w:trPr>
        <w:tc>
          <w:tcPr>
            <w:tcW w:w="2329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C57AA6F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61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A323C4B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43FC62A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DA20695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BE36D5A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EE6ECC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C15D13B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C08767C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BB659C6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5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D9EDBE5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3769D7" w:rsidRPr="00A8507C" w14:paraId="24F0A89C" w14:textId="77777777" w:rsidTr="007446F8">
        <w:trPr>
          <w:trHeight w:val="300"/>
        </w:trPr>
        <w:tc>
          <w:tcPr>
            <w:tcW w:w="7070" w:type="dxa"/>
            <w:gridSpan w:val="5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572CF6E9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Q51. 14. If Yes, who have you sought help from?: Pharmacy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73091C7D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3F96CB11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16F91522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6CAC778A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2F72E032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650FA9C4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A8507C" w:rsidRPr="00A8507C" w14:paraId="171725E2" w14:textId="77777777" w:rsidTr="007446F8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3F812B6F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96C151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80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272166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1,266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DD261B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926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AFB32F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451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1E03D1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1,400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294C77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1,909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0B502E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3,469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B3D86F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200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26EFE1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3,715</w:t>
            </w:r>
          </w:p>
        </w:tc>
      </w:tr>
      <w:tr w:rsidR="00A8507C" w:rsidRPr="00A8507C" w14:paraId="2A213EDC" w14:textId="77777777" w:rsidTr="007446F8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6E14FAE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5EB86A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36%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798A63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41%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62DF3C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36%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BEF25E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28%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08D5F9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31%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A97F8F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31%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336296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32%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FDEB41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28%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DB0FE8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31%</w:t>
            </w:r>
          </w:p>
        </w:tc>
      </w:tr>
      <w:tr w:rsidR="00A8507C" w:rsidRPr="00A8507C" w14:paraId="2B2438BE" w14:textId="77777777" w:rsidTr="007446F8">
        <w:trPr>
          <w:trHeight w:val="300"/>
        </w:trPr>
        <w:tc>
          <w:tcPr>
            <w:tcW w:w="115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875522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7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7DD0F37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69D662D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F65CB34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F315139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205CE8C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3D1BEB5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08DE42B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E772B3A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CC20F3D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BCF4F5C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A8507C" w:rsidRPr="00A8507C" w14:paraId="14B50FCF" w14:textId="77777777" w:rsidTr="007446F8">
        <w:trPr>
          <w:trHeight w:val="300"/>
        </w:trPr>
        <w:tc>
          <w:tcPr>
            <w:tcW w:w="2329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EA5F88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61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03C515F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30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50A8CF1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9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0CDD4D0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2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36A128B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81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756365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2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16E706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5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4DB1B5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A8507C" w:rsidRPr="00A8507C" w14:paraId="44EC65D8" w14:textId="77777777" w:rsidTr="007446F8">
        <w:trPr>
          <w:trHeight w:val="525"/>
        </w:trPr>
        <w:tc>
          <w:tcPr>
            <w:tcW w:w="2329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12C3006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61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73B1605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0C88E5D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90A753E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1409972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64BA706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F534748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8E24E2D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CDDF6F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5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A57C9FA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A8507C" w:rsidRPr="00A8507C" w14:paraId="7335D240" w14:textId="77777777" w:rsidTr="007446F8">
        <w:trPr>
          <w:trHeight w:val="300"/>
        </w:trPr>
        <w:tc>
          <w:tcPr>
            <w:tcW w:w="11611" w:type="dxa"/>
            <w:gridSpan w:val="8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3C0BEA22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Q51. 14. If Yes, who have you sought help from?: Manual therapies (eg. massage, Osteopathy, Chiropractor)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3021EBF3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20659BB3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7512F45F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A8507C" w:rsidRPr="00A8507C" w14:paraId="411F8BC2" w14:textId="77777777" w:rsidTr="007446F8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72CFD742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A82027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91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8A5D3C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1,668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CB9F10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1,249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4615A5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626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5D279C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2,059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69631B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2,706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AFE075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4,929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E6C172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293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3C113C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5,280</w:t>
            </w:r>
          </w:p>
        </w:tc>
      </w:tr>
      <w:tr w:rsidR="00A8507C" w:rsidRPr="00A8507C" w14:paraId="3307B004" w14:textId="77777777" w:rsidTr="007446F8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7241779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4963EE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41%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2F772B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54%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9F7BD2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48%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0214F2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lang w:eastAsia="en-AU"/>
              </w:rPr>
              <w:t>38%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8E5480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46%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F0A1B3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44%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1C3559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45%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DB880B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41%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A2FB38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45%</w:t>
            </w:r>
          </w:p>
        </w:tc>
      </w:tr>
    </w:tbl>
    <w:p w14:paraId="79E8E930" w14:textId="77777777" w:rsidR="00633A30" w:rsidRDefault="00633A30">
      <w:r>
        <w:br w:type="page"/>
      </w:r>
    </w:p>
    <w:tbl>
      <w:tblPr>
        <w:tblW w:w="14803" w:type="dxa"/>
        <w:tblInd w:w="-10" w:type="dxa"/>
        <w:tblLook w:val="04A0" w:firstRow="1" w:lastRow="0" w:firstColumn="1" w:lastColumn="0" w:noHBand="0" w:noVBand="1"/>
      </w:tblPr>
      <w:tblGrid>
        <w:gridCol w:w="1153"/>
        <w:gridCol w:w="1176"/>
        <w:gridCol w:w="1614"/>
        <w:gridCol w:w="1530"/>
        <w:gridCol w:w="1597"/>
        <w:gridCol w:w="1727"/>
        <w:gridCol w:w="1360"/>
        <w:gridCol w:w="1454"/>
        <w:gridCol w:w="1151"/>
        <w:gridCol w:w="1087"/>
        <w:gridCol w:w="954"/>
      </w:tblGrid>
      <w:tr w:rsidR="00A8507C" w:rsidRPr="00A8507C" w14:paraId="720CA73E" w14:textId="77777777" w:rsidTr="00633A30">
        <w:trPr>
          <w:trHeight w:val="300"/>
        </w:trPr>
        <w:tc>
          <w:tcPr>
            <w:tcW w:w="1153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8F85F19" w14:textId="0F959E5C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76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B650D28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1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EB6B7E2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2B938C8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6C44F36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41F9C83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BC43BE2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5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23A3554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51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E1CA477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87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BDE57FA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5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BE1D748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A8507C" w:rsidRPr="00A8507C" w14:paraId="7D293649" w14:textId="77777777" w:rsidTr="00633A30">
        <w:trPr>
          <w:trHeight w:val="300"/>
        </w:trPr>
        <w:tc>
          <w:tcPr>
            <w:tcW w:w="2329" w:type="dxa"/>
            <w:gridSpan w:val="2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498A4F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EFE4769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C068E9D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29A0676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9F6A63A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653ABE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2F5A20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456488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A8507C" w:rsidRPr="00A8507C" w14:paraId="6B991C42" w14:textId="77777777" w:rsidTr="007446F8">
        <w:trPr>
          <w:trHeight w:val="525"/>
        </w:trPr>
        <w:tc>
          <w:tcPr>
            <w:tcW w:w="2329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1148728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61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B91CE16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39C29EA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900BCAA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C52AA9C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A680F3E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51D9F01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C69CF45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2413EBE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5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C10CD19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3769D7" w:rsidRPr="00A8507C" w14:paraId="683D969D" w14:textId="77777777" w:rsidTr="007446F8">
        <w:trPr>
          <w:trHeight w:val="300"/>
        </w:trPr>
        <w:tc>
          <w:tcPr>
            <w:tcW w:w="7070" w:type="dxa"/>
            <w:gridSpan w:val="5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6BDE0A8F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Q51. 14. If Yes, who have you sought help from?: Physiotherapy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4047F015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22D23145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74B8DD29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73095777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486D6DE3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291D6878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A8507C" w:rsidRPr="00A8507C" w14:paraId="400C7C81" w14:textId="77777777" w:rsidTr="007446F8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1DC7E8C4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93977F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86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CBC845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1,777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72CF0B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1,262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21C704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645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80C4A1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1,941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A83C06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2,747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B78298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4,786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BDDBCD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378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4A16E2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5,232</w:t>
            </w:r>
          </w:p>
        </w:tc>
      </w:tr>
      <w:tr w:rsidR="00A8507C" w:rsidRPr="00A8507C" w14:paraId="4EB4D0C8" w14:textId="77777777" w:rsidTr="007446F8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3A1137A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190025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39%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CB792A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57%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98328C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49%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7C1298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40%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862C67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44%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0653D9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44%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6F7B83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44%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8622BC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53%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9376F4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44%</w:t>
            </w:r>
          </w:p>
        </w:tc>
      </w:tr>
      <w:tr w:rsidR="00A8507C" w:rsidRPr="00A8507C" w14:paraId="1ED19257" w14:textId="77777777" w:rsidTr="007446F8">
        <w:trPr>
          <w:trHeight w:val="300"/>
        </w:trPr>
        <w:tc>
          <w:tcPr>
            <w:tcW w:w="1153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BA684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76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3EC9DA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D27F2C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657FB2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E098CC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528860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46A28A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D675E7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75FCCE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70352A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B46D4A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A8507C" w:rsidRPr="00A8507C" w14:paraId="3C85FAD9" w14:textId="77777777" w:rsidTr="009713A7">
        <w:trPr>
          <w:trHeight w:val="300"/>
        </w:trPr>
        <w:tc>
          <w:tcPr>
            <w:tcW w:w="2329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899F0E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61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4BBA0B7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30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D115B4D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9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DE89C79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2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FC79F67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81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83B1D4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2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EDE947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5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BF18B9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A8507C" w:rsidRPr="00A8507C" w14:paraId="77699D59" w14:textId="77777777" w:rsidTr="009713A7">
        <w:trPr>
          <w:trHeight w:val="525"/>
        </w:trPr>
        <w:tc>
          <w:tcPr>
            <w:tcW w:w="2329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AF5377C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61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C5E9C64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4A2640C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4E4F149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E093796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2A66CEE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5ADAE9F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310BA2A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3C2C422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5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1EB3554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A8507C" w:rsidRPr="00A8507C" w14:paraId="02E3B750" w14:textId="77777777" w:rsidTr="009713A7">
        <w:trPr>
          <w:trHeight w:val="300"/>
        </w:trPr>
        <w:tc>
          <w:tcPr>
            <w:tcW w:w="8797" w:type="dxa"/>
            <w:gridSpan w:val="6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29C64443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Q51. 14. If Yes, who have you sought help from?: Occupational Therapy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36358B98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3F39041C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095F815D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2FF2826F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0582B844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A8507C" w:rsidRPr="00A8507C" w14:paraId="7D18241B" w14:textId="77777777" w:rsidTr="009713A7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74FC2AC9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902601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19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B2D926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502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E561B6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225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8675CF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108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0677D2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280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D3904D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372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F7B13A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650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FAECBC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83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FCD969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746</w:t>
            </w:r>
          </w:p>
        </w:tc>
      </w:tr>
      <w:tr w:rsidR="00A8507C" w:rsidRPr="00A8507C" w14:paraId="0ABAC3D6" w14:textId="77777777" w:rsidTr="009713A7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222E118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C641DD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7DAD11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093904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813E85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EC5099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80D408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F71DCC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E30892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70B61F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</w:tr>
      <w:tr w:rsidR="00A8507C" w:rsidRPr="00A8507C" w14:paraId="12540448" w14:textId="77777777" w:rsidTr="00C52B15">
        <w:trPr>
          <w:trHeight w:val="300"/>
        </w:trPr>
        <w:tc>
          <w:tcPr>
            <w:tcW w:w="115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9F7A0B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7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BDD5A41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5DC5E49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219D4F0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40ABA6E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A9ECD21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9302330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6C2A4C1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437626B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BC788B3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0D40F18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A8507C" w:rsidRPr="00A8507C" w14:paraId="2D7803CC" w14:textId="77777777" w:rsidTr="00C52B15">
        <w:trPr>
          <w:trHeight w:val="300"/>
        </w:trPr>
        <w:tc>
          <w:tcPr>
            <w:tcW w:w="2329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02488D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61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4A27A8B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30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84409A1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9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53224E0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2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FBD98D6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81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79D466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2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7A380A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5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68BD50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A8507C" w:rsidRPr="00A8507C" w14:paraId="73018A7E" w14:textId="77777777" w:rsidTr="00C52B15">
        <w:trPr>
          <w:trHeight w:val="525"/>
        </w:trPr>
        <w:tc>
          <w:tcPr>
            <w:tcW w:w="2329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03680EC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61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5FCD970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02E99B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6CB0CD2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6B78EE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AF15DF5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8AE5495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2EF963F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C63B89D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5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8AE550D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3769D7" w:rsidRPr="00A8507C" w14:paraId="5FEFD2E9" w14:textId="77777777" w:rsidTr="00C52B15">
        <w:trPr>
          <w:trHeight w:val="300"/>
        </w:trPr>
        <w:tc>
          <w:tcPr>
            <w:tcW w:w="7070" w:type="dxa"/>
            <w:gridSpan w:val="5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1D2AFB83" w14:textId="1311BCBF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Q5</w:t>
            </w:r>
            <w:r w:rsidR="00A9196B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</w:t>
            </w: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. 14. If Yes, who have you sought help from?: Podiatrist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14FF8E42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2B014043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6A0B0C59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44E5B382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3B2461C3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7DC74004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A8507C" w:rsidRPr="00A8507C" w14:paraId="43D79D5C" w14:textId="77777777" w:rsidTr="00C52B15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0E7B1F6C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4711F7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22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2D1F38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539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B7831D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280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D1D275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134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27A7EB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471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05CB53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587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FA093F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1,018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E5918C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148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B19B23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1,178</w:t>
            </w:r>
          </w:p>
        </w:tc>
      </w:tr>
      <w:tr w:rsidR="00A8507C" w:rsidRPr="00A8507C" w14:paraId="37D6E888" w14:textId="77777777" w:rsidTr="00C52B15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41BCAC0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E20B86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84F06C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17%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AC5007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2AF200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36CAE1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B5FAAB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025A3E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F0C76F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C3D544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</w:p>
        </w:tc>
      </w:tr>
      <w:tr w:rsidR="00A8507C" w:rsidRPr="00A8507C" w14:paraId="54858702" w14:textId="77777777" w:rsidTr="00C52B15">
        <w:trPr>
          <w:trHeight w:val="300"/>
        </w:trPr>
        <w:tc>
          <w:tcPr>
            <w:tcW w:w="115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AA380D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7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D92DDB2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64FDFD7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14AFD6B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4E8C231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06EC737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4DD54BB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A087C46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2946A50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2BF5395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0F650C6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A8507C" w:rsidRPr="00A8507C" w14:paraId="7CB31688" w14:textId="77777777" w:rsidTr="00C52B15">
        <w:trPr>
          <w:trHeight w:val="300"/>
        </w:trPr>
        <w:tc>
          <w:tcPr>
            <w:tcW w:w="2329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E0B5AB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61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4A4FF04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30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8D82E0C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9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86B43ED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2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6198C1B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81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D20935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2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5C15EE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5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66285C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A8507C" w:rsidRPr="00A8507C" w14:paraId="2CA49D04" w14:textId="77777777" w:rsidTr="00C52B15">
        <w:trPr>
          <w:trHeight w:val="525"/>
        </w:trPr>
        <w:tc>
          <w:tcPr>
            <w:tcW w:w="2329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D74472E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61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0DB9F94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485D1F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CD4216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11178BB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651666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BD1D69C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C22CEB4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E60936D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5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A0493BD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A8507C" w:rsidRPr="00A8507C" w14:paraId="264863EC" w14:textId="77777777" w:rsidTr="00C52B15">
        <w:trPr>
          <w:trHeight w:val="300"/>
        </w:trPr>
        <w:tc>
          <w:tcPr>
            <w:tcW w:w="8797" w:type="dxa"/>
            <w:gridSpan w:val="6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422876BF" w14:textId="7409286E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Q5</w:t>
            </w:r>
            <w:r w:rsidR="00A9196B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</w:t>
            </w: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. 14. If Yes, who have you sought help from?: Other allied health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2560647D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7DFBE6D9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43D4120F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39C5B3C6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708E831A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A8507C" w:rsidRPr="00A8507C" w14:paraId="0000CE9B" w14:textId="77777777" w:rsidTr="00C52B15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422E28BB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FDD592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27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9B261D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563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B5F8CB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345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BA6BAC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147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6590E6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462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18B888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692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100579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1,201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52DF5F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73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F4187B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1,287</w:t>
            </w:r>
          </w:p>
        </w:tc>
      </w:tr>
      <w:tr w:rsidR="00A8507C" w:rsidRPr="00A8507C" w14:paraId="3C758FA1" w14:textId="77777777" w:rsidTr="00C52B15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3A02B03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42F897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EB8C30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18%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11E39D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F9C8D7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3EB20A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E51C45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1E65DF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DAF286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3AD5A7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</w:p>
        </w:tc>
      </w:tr>
    </w:tbl>
    <w:p w14:paraId="25E21C51" w14:textId="77777777" w:rsidR="00817BD8" w:rsidRDefault="00817BD8">
      <w:r>
        <w:br w:type="page"/>
      </w:r>
    </w:p>
    <w:tbl>
      <w:tblPr>
        <w:tblW w:w="14803" w:type="dxa"/>
        <w:tblInd w:w="-10" w:type="dxa"/>
        <w:tblLook w:val="04A0" w:firstRow="1" w:lastRow="0" w:firstColumn="1" w:lastColumn="0" w:noHBand="0" w:noVBand="1"/>
      </w:tblPr>
      <w:tblGrid>
        <w:gridCol w:w="1153"/>
        <w:gridCol w:w="1176"/>
        <w:gridCol w:w="1614"/>
        <w:gridCol w:w="1530"/>
        <w:gridCol w:w="1597"/>
        <w:gridCol w:w="1727"/>
        <w:gridCol w:w="1360"/>
        <w:gridCol w:w="1454"/>
        <w:gridCol w:w="1151"/>
        <w:gridCol w:w="1087"/>
        <w:gridCol w:w="954"/>
      </w:tblGrid>
      <w:tr w:rsidR="00A8507C" w:rsidRPr="00A8507C" w14:paraId="3F325692" w14:textId="77777777" w:rsidTr="00817BD8">
        <w:trPr>
          <w:trHeight w:val="300"/>
        </w:trPr>
        <w:tc>
          <w:tcPr>
            <w:tcW w:w="1153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513F6FF" w14:textId="1E044BF1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76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9F75081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1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FD843B9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6AAE866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5A262E0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1B812B3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DB24960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5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BB5B460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51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4D5B22C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87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5212004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5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2D63816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A8507C" w:rsidRPr="00A8507C" w14:paraId="63D75230" w14:textId="77777777" w:rsidTr="00817BD8">
        <w:trPr>
          <w:trHeight w:val="300"/>
        </w:trPr>
        <w:tc>
          <w:tcPr>
            <w:tcW w:w="2329" w:type="dxa"/>
            <w:gridSpan w:val="2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7D01CC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5EDF5D6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4FCD4E8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2808AAA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854996A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08E428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C9A6E9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B923A6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A8507C" w:rsidRPr="00A8507C" w14:paraId="684D796F" w14:textId="77777777" w:rsidTr="008C5034">
        <w:trPr>
          <w:trHeight w:val="525"/>
        </w:trPr>
        <w:tc>
          <w:tcPr>
            <w:tcW w:w="2329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678F472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61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946A0A9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58E7F2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6B03269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08AD80A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98EAEB5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1D11CA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E446C9C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2077CE1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5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44EA645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A8507C" w:rsidRPr="00A8507C" w14:paraId="5AD3BDC4" w14:textId="77777777" w:rsidTr="008C5034">
        <w:trPr>
          <w:trHeight w:val="300"/>
        </w:trPr>
        <w:tc>
          <w:tcPr>
            <w:tcW w:w="11611" w:type="dxa"/>
            <w:gridSpan w:val="8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7F388564" w14:textId="0BEC455E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Q5</w:t>
            </w:r>
            <w:r w:rsidR="00A9196B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</w:t>
            </w: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. 14. If Yes, who have you sought help from?: Private hospital (including Emergency Department)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36624703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734B1754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22CAD82B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A8507C" w:rsidRPr="00A8507C" w14:paraId="63EBBB2F" w14:textId="77777777" w:rsidTr="008C5034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0823E15F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389B2D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34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49E6D7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564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CDB6BF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412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8CAB45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227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375F30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581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EF949E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984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C96090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1,675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2E4213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60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4DBEBA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1,759</w:t>
            </w:r>
          </w:p>
        </w:tc>
      </w:tr>
      <w:tr w:rsidR="00A8507C" w:rsidRPr="00A8507C" w14:paraId="094A10D9" w14:textId="77777777" w:rsidTr="008C5034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6578D44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774E90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15%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B1CC30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18%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973C02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8A0AB9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6E34B2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8C79AD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C8D263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15%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DFFF79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FC9BC4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15%</w:t>
            </w:r>
          </w:p>
        </w:tc>
      </w:tr>
      <w:tr w:rsidR="00A8507C" w:rsidRPr="00A8507C" w14:paraId="70BCB584" w14:textId="77777777" w:rsidTr="008C5034">
        <w:trPr>
          <w:trHeight w:val="300"/>
        </w:trPr>
        <w:tc>
          <w:tcPr>
            <w:tcW w:w="1153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7508C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76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DDCF99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71E13E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DAFE5C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5CEC8F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EBFB53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155CAC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90EAD6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8DB7A3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CA9BEB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CC4697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A8507C" w:rsidRPr="00A8507C" w14:paraId="301470DF" w14:textId="77777777" w:rsidTr="005D50C4">
        <w:trPr>
          <w:trHeight w:val="300"/>
        </w:trPr>
        <w:tc>
          <w:tcPr>
            <w:tcW w:w="2329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0BEA9A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61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D7EC41B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30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3361D3F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9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E0CC0C5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2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A4C18F6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81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466759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2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9B96AE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5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948273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A8507C" w:rsidRPr="00A8507C" w14:paraId="633966B7" w14:textId="77777777" w:rsidTr="005D50C4">
        <w:trPr>
          <w:trHeight w:val="525"/>
        </w:trPr>
        <w:tc>
          <w:tcPr>
            <w:tcW w:w="2329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B3AEE56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61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ED60C1E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49BC18D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65D1237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B90B992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A2BFDF8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4BAC419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C01C4FB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AEE991E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5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E74D5C2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A8507C" w:rsidRPr="00A8507C" w14:paraId="58EA4D03" w14:textId="77777777" w:rsidTr="005D50C4">
        <w:trPr>
          <w:trHeight w:val="300"/>
        </w:trPr>
        <w:tc>
          <w:tcPr>
            <w:tcW w:w="11611" w:type="dxa"/>
            <w:gridSpan w:val="8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2C266268" w14:textId="370BBC90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Q5</w:t>
            </w:r>
            <w:r w:rsidR="00A9196B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</w:t>
            </w: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. 14. If Yes, who have you sought help from?: Public hospital (including Emergency Department)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579A0726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4B110EB3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686DD752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A8507C" w:rsidRPr="00A8507C" w14:paraId="76D197E7" w14:textId="77777777" w:rsidTr="005D50C4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2F995F55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9EB014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94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79D63A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1,187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C05BDF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915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3565A1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441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2CB13A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1,303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3BCB0E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1,676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8DC38B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3,178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379467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121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E90DF4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3,329</w:t>
            </w:r>
          </w:p>
        </w:tc>
      </w:tr>
      <w:tr w:rsidR="00A8507C" w:rsidRPr="00A8507C" w14:paraId="67D03554" w14:textId="77777777" w:rsidTr="005D50C4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61BD6A3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AA065A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42%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66938F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38%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DBB78D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36%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C183F9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27%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94BD85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29%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DB6AD8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27%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42C424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29%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0F6772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17%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A45EE3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28%</w:t>
            </w:r>
          </w:p>
        </w:tc>
      </w:tr>
      <w:tr w:rsidR="00A8507C" w:rsidRPr="00A8507C" w14:paraId="4B1DB03B" w14:textId="77777777" w:rsidTr="005D50C4">
        <w:trPr>
          <w:trHeight w:val="300"/>
        </w:trPr>
        <w:tc>
          <w:tcPr>
            <w:tcW w:w="115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99ABBD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7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0252FA1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DA0E504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07EA6C5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5D08D09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CBF7853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877CAC4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6AA870A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70B4933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703F6B3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E1C34AD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A8507C" w:rsidRPr="00A8507C" w14:paraId="19407673" w14:textId="77777777" w:rsidTr="005D50C4">
        <w:trPr>
          <w:trHeight w:val="300"/>
        </w:trPr>
        <w:tc>
          <w:tcPr>
            <w:tcW w:w="2329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27160C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61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299EFFB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30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698538A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9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CC9A96D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2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F75A1B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81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EC9277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2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5FBFF7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5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F8415A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A8507C" w:rsidRPr="00A8507C" w14:paraId="15E1B34B" w14:textId="77777777" w:rsidTr="005D50C4">
        <w:trPr>
          <w:trHeight w:val="525"/>
        </w:trPr>
        <w:tc>
          <w:tcPr>
            <w:tcW w:w="2329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90CE322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61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E726285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53A79FB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F668115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A72AF82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CC406DC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74810B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2B55049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0D5CF45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5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57D603B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3769D7" w:rsidRPr="00A8507C" w14:paraId="338FB9AA" w14:textId="77777777" w:rsidTr="005D50C4">
        <w:trPr>
          <w:trHeight w:val="300"/>
        </w:trPr>
        <w:tc>
          <w:tcPr>
            <w:tcW w:w="7070" w:type="dxa"/>
            <w:gridSpan w:val="5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0EA80164" w14:textId="355C1BD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Q5</w:t>
            </w:r>
            <w:r w:rsidR="00A9196B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</w:t>
            </w: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. 14. If Yes, who have you sought help from?: Psychologist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5E4A1532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5B1BFE06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5BED045E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2ECD8256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1D0DDE35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38125D3D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A8507C" w:rsidRPr="00A8507C" w14:paraId="6E888BE0" w14:textId="77777777" w:rsidTr="005D50C4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2BD273B2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3AD2B5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71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5645A8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1,503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5F1060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1,123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A80AAA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489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51FDBC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1,255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23E441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1,971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9C7236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3,402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7A6530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146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2CD06B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3,588</w:t>
            </w:r>
          </w:p>
        </w:tc>
      </w:tr>
      <w:tr w:rsidR="00A8507C" w:rsidRPr="00A8507C" w14:paraId="3178487B" w14:textId="77777777" w:rsidTr="005D50C4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076AFCF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E76B16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32%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A80559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48%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860834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44%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998490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30%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2375BE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28%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0CD812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32%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6DFFBD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31%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9CD8F6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E02EE2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30%</w:t>
            </w:r>
          </w:p>
        </w:tc>
      </w:tr>
      <w:tr w:rsidR="00A8507C" w:rsidRPr="00A8507C" w14:paraId="70524496" w14:textId="77777777" w:rsidTr="005D50C4">
        <w:trPr>
          <w:trHeight w:val="300"/>
        </w:trPr>
        <w:tc>
          <w:tcPr>
            <w:tcW w:w="115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E81747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7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75EEF7F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016C05E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3DE98E9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D9CF66B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9A61D32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4BAD516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E8DA998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BB02F0B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1099888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82D6396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A8507C" w:rsidRPr="00A8507C" w14:paraId="5B0E2468" w14:textId="77777777" w:rsidTr="005D50C4">
        <w:trPr>
          <w:trHeight w:val="300"/>
        </w:trPr>
        <w:tc>
          <w:tcPr>
            <w:tcW w:w="2329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210771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61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CB61E5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30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1B635FD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9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641EA9A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2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9D1D88F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81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26DABC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2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463FC9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5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ADDD3A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A8507C" w:rsidRPr="00A8507C" w14:paraId="6AA872CC" w14:textId="77777777" w:rsidTr="005D50C4">
        <w:trPr>
          <w:trHeight w:val="525"/>
        </w:trPr>
        <w:tc>
          <w:tcPr>
            <w:tcW w:w="2329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897892A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61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875F2DC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FF2E39F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41334CA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FDCDDAE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731542D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A76EE7C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FA7BE00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130CD42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5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83F2CDA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A8507C" w:rsidRPr="00A8507C" w14:paraId="5B6554C7" w14:textId="77777777" w:rsidTr="005D50C4">
        <w:trPr>
          <w:trHeight w:val="300"/>
        </w:trPr>
        <w:tc>
          <w:tcPr>
            <w:tcW w:w="10157" w:type="dxa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5B48E083" w14:textId="34370285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Q5</w:t>
            </w:r>
            <w:r w:rsidR="00A9196B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</w:t>
            </w: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. 14. If Yes, who have you sought help from?: Other mental health or counselling service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15D9EAB8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640E4240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12106DF0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1B565E1E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A8507C" w:rsidRPr="00A8507C" w14:paraId="2140C048" w14:textId="77777777" w:rsidTr="005D50C4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597232C1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D11F58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43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503EBB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706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277B35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506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528BA5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199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682A23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548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C95B7F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736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6BFBAC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1,365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46E212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57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FFB282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1,436</w:t>
            </w:r>
          </w:p>
        </w:tc>
      </w:tr>
      <w:tr w:rsidR="00A8507C" w:rsidRPr="00A8507C" w14:paraId="4F9AF9FF" w14:textId="77777777" w:rsidTr="005D50C4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4C1D48A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A78CE8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19%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797590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23%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43E0D9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B9B793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685676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6DBC38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7E8592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7B1CBF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AEBB56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</w:p>
        </w:tc>
      </w:tr>
    </w:tbl>
    <w:p w14:paraId="26872051" w14:textId="77777777" w:rsidR="00817BD8" w:rsidRDefault="00817BD8">
      <w:r>
        <w:br w:type="page"/>
      </w:r>
    </w:p>
    <w:tbl>
      <w:tblPr>
        <w:tblW w:w="14803" w:type="dxa"/>
        <w:tblInd w:w="-10" w:type="dxa"/>
        <w:tblLook w:val="04A0" w:firstRow="1" w:lastRow="0" w:firstColumn="1" w:lastColumn="0" w:noHBand="0" w:noVBand="1"/>
      </w:tblPr>
      <w:tblGrid>
        <w:gridCol w:w="1153"/>
        <w:gridCol w:w="1176"/>
        <w:gridCol w:w="1614"/>
        <w:gridCol w:w="1530"/>
        <w:gridCol w:w="1597"/>
        <w:gridCol w:w="1727"/>
        <w:gridCol w:w="1360"/>
        <w:gridCol w:w="1454"/>
        <w:gridCol w:w="1151"/>
        <w:gridCol w:w="1087"/>
        <w:gridCol w:w="954"/>
      </w:tblGrid>
      <w:tr w:rsidR="00A8507C" w:rsidRPr="00A8507C" w14:paraId="3AE654AB" w14:textId="77777777" w:rsidTr="00DF02DC">
        <w:trPr>
          <w:trHeight w:val="300"/>
        </w:trPr>
        <w:tc>
          <w:tcPr>
            <w:tcW w:w="1153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77593B7" w14:textId="4C2AF1B2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76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4B0926C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1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4EE02E4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9F1AD81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79A3569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1FFC741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C8BAE60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5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5AD87B3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51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D3B9AF3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87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2B4033D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5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EED2663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A8507C" w:rsidRPr="00A8507C" w14:paraId="746B072B" w14:textId="77777777" w:rsidTr="00DF02DC">
        <w:trPr>
          <w:trHeight w:val="300"/>
        </w:trPr>
        <w:tc>
          <w:tcPr>
            <w:tcW w:w="2329" w:type="dxa"/>
            <w:gridSpan w:val="2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BA188C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F092A76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DAEC77C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527B8FD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FF08CAF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A52206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BB272A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7E62D7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A8507C" w:rsidRPr="00A8507C" w14:paraId="66A42E4F" w14:textId="77777777" w:rsidTr="00402691">
        <w:trPr>
          <w:trHeight w:val="525"/>
        </w:trPr>
        <w:tc>
          <w:tcPr>
            <w:tcW w:w="2329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8FEEDC3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61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6F43677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1DA714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437DEE6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E6EE2F0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F04F2AC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BDE7019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F7F5116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256A94F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5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1AA2041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A8507C" w:rsidRPr="00A8507C" w14:paraId="7B0D1D4D" w14:textId="77777777" w:rsidTr="00402691">
        <w:trPr>
          <w:trHeight w:val="300"/>
        </w:trPr>
        <w:tc>
          <w:tcPr>
            <w:tcW w:w="8797" w:type="dxa"/>
            <w:gridSpan w:val="6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43917E97" w14:textId="6BC95C0C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Q5</w:t>
            </w:r>
            <w:r w:rsidR="00A9196B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</w:t>
            </w: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. 14. If Yes, who have you sought help from?: Rehabilitation clinic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3FB2444B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34F2B821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5E8E9D62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203898D0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364B1FBB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A8507C" w:rsidRPr="00A8507C" w14:paraId="38DD4542" w14:textId="77777777" w:rsidTr="00402691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412A010B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376D66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15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10B9A8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254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5345C4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91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4C5CA5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48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2F0652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156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B66515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177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F4A6A1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322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4D454D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43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0C6775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366</w:t>
            </w:r>
          </w:p>
        </w:tc>
      </w:tr>
      <w:tr w:rsidR="00A8507C" w:rsidRPr="00A8507C" w14:paraId="4E639A2C" w14:textId="77777777" w:rsidTr="00402691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1BB6CA1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E73E1B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EA82CD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4CDD0E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6D43E1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75E716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D30C0E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266156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14FA09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6D116C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</w:tr>
    </w:tbl>
    <w:p w14:paraId="58BED2DA" w14:textId="28EF976C" w:rsidR="00402691" w:rsidRDefault="00402691"/>
    <w:tbl>
      <w:tblPr>
        <w:tblW w:w="14803" w:type="dxa"/>
        <w:tblInd w:w="-20" w:type="dxa"/>
        <w:tblLook w:val="04A0" w:firstRow="1" w:lastRow="0" w:firstColumn="1" w:lastColumn="0" w:noHBand="0" w:noVBand="1"/>
      </w:tblPr>
      <w:tblGrid>
        <w:gridCol w:w="1153"/>
        <w:gridCol w:w="1176"/>
        <w:gridCol w:w="1614"/>
        <w:gridCol w:w="1530"/>
        <w:gridCol w:w="1597"/>
        <w:gridCol w:w="1727"/>
        <w:gridCol w:w="1360"/>
        <w:gridCol w:w="1454"/>
        <w:gridCol w:w="1151"/>
        <w:gridCol w:w="1087"/>
        <w:gridCol w:w="954"/>
      </w:tblGrid>
      <w:tr w:rsidR="00A8507C" w:rsidRPr="00A8507C" w14:paraId="58EDC858" w14:textId="77777777" w:rsidTr="00402691">
        <w:trPr>
          <w:trHeight w:val="300"/>
        </w:trPr>
        <w:tc>
          <w:tcPr>
            <w:tcW w:w="2329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385CAA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61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EBC4401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30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789C451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9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B3D04E9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2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EF21BF0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81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9268FF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2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76ED9E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5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2A9D8C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A8507C" w:rsidRPr="00A8507C" w14:paraId="4C46E864" w14:textId="77777777" w:rsidTr="00402691">
        <w:trPr>
          <w:trHeight w:val="525"/>
        </w:trPr>
        <w:tc>
          <w:tcPr>
            <w:tcW w:w="2329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52BBC73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61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9E95181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6E8B7E0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8E2E970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4223817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FCEB25B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79D2B64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3968F77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20AB70D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5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01D3A01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A8507C" w:rsidRPr="00A8507C" w14:paraId="57E40CEB" w14:textId="77777777" w:rsidTr="00402691">
        <w:trPr>
          <w:trHeight w:val="300"/>
        </w:trPr>
        <w:tc>
          <w:tcPr>
            <w:tcW w:w="10157" w:type="dxa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574E2EBA" w14:textId="0EBBCA7A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Q5</w:t>
            </w:r>
            <w:r w:rsidR="00A9196B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</w:t>
            </w: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. 14. If Yes, who have you sought help from?: Sexual and reproductive hub/clinic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6D636CB6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1A4E657A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4C97A767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70FDE917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A8507C" w:rsidRPr="00A8507C" w14:paraId="0F697585" w14:textId="77777777" w:rsidTr="00402691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62D06D0F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0F4C28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17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8D8567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262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E7AED5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328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CEF62F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113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6B57BF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303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B60CC7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487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B905A4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858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BE525F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15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0EF826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882</w:t>
            </w:r>
          </w:p>
        </w:tc>
      </w:tr>
      <w:tr w:rsidR="00A8507C" w:rsidRPr="00A8507C" w14:paraId="1D820BCD" w14:textId="77777777" w:rsidTr="00402691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5BCE1E3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D6A3F4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00B81E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484653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62B11E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D5B4DA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2BE94A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45978C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77A2C6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50720C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</w:p>
        </w:tc>
      </w:tr>
      <w:tr w:rsidR="00A8507C" w:rsidRPr="00A8507C" w14:paraId="178E923A" w14:textId="77777777" w:rsidTr="00402691">
        <w:trPr>
          <w:trHeight w:val="300"/>
        </w:trPr>
        <w:tc>
          <w:tcPr>
            <w:tcW w:w="115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10B7B3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7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08281E3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9BDAEF1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CED2659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0E4F327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A5122AB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5ABCB92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AAD6487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8F64346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A7F78B1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7461B35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A8507C" w:rsidRPr="00A8507C" w14:paraId="2DC197E3" w14:textId="77777777" w:rsidTr="00402691">
        <w:trPr>
          <w:trHeight w:val="300"/>
        </w:trPr>
        <w:tc>
          <w:tcPr>
            <w:tcW w:w="2329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EF63AF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61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7408F97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30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2D14B60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9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2459291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2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214A5B6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81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D25F33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2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3F02C0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5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FD587A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A8507C" w:rsidRPr="00A8507C" w14:paraId="7C2F77C9" w14:textId="77777777" w:rsidTr="00402691">
        <w:trPr>
          <w:trHeight w:val="525"/>
        </w:trPr>
        <w:tc>
          <w:tcPr>
            <w:tcW w:w="2329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6ECBC39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61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2FDD1F6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E6CC2EE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D7EE1F9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7B01289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8C3B5AA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71CEE75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BF4E516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D0523A8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5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935B361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A8507C" w:rsidRPr="00A8507C" w14:paraId="617ED7FB" w14:textId="77777777" w:rsidTr="00402691">
        <w:trPr>
          <w:trHeight w:val="300"/>
        </w:trPr>
        <w:tc>
          <w:tcPr>
            <w:tcW w:w="10157" w:type="dxa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44135B45" w14:textId="7D082CD6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Q5</w:t>
            </w:r>
            <w:r w:rsidR="00A9196B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</w:t>
            </w: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. 14. If Yes, who have you sought help from?: Other specialist doctor (please specify):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35A14CA5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080622F9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6E785371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1925FD9B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A8507C" w:rsidRPr="00A8507C" w14:paraId="4A040EC8" w14:textId="77777777" w:rsidTr="00402691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5A30AC9F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85B33F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65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DE478C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1,291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0F9FDB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898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18697A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506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375343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1,613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2610B8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2,197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0051DC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3,946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F552BC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242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17E0149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4,246</w:t>
            </w:r>
          </w:p>
        </w:tc>
      </w:tr>
      <w:tr w:rsidR="00A8507C" w:rsidRPr="00A8507C" w14:paraId="47B63728" w14:textId="77777777" w:rsidTr="00402691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18B7F08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392B3F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29%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E0F1DE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42%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4FA83C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35%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99E3BD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31%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66B6DB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36%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25CFCE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36%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45F8B6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36%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072D12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34%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FCE483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36%</w:t>
            </w:r>
          </w:p>
        </w:tc>
      </w:tr>
      <w:tr w:rsidR="00A8507C" w:rsidRPr="00A8507C" w14:paraId="402EED84" w14:textId="77777777" w:rsidTr="007F04FA">
        <w:trPr>
          <w:trHeight w:val="300"/>
        </w:trPr>
        <w:tc>
          <w:tcPr>
            <w:tcW w:w="115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46EE20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7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CE31BD7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FAFB808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333FC33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C5EFC95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30CA19F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6A0FACD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8C23A21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E3CE28D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0CBF78A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BE44B70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A8507C" w:rsidRPr="00A8507C" w14:paraId="46B3C158" w14:textId="77777777" w:rsidTr="007F04FA">
        <w:trPr>
          <w:trHeight w:val="300"/>
        </w:trPr>
        <w:tc>
          <w:tcPr>
            <w:tcW w:w="2329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6DA878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61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88D7379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30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593BC81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9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FB368A5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2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0C25C3C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81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B59188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23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40FC03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5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B4F27B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A8507C" w:rsidRPr="00A8507C" w14:paraId="4D794EFE" w14:textId="77777777" w:rsidTr="007F04FA">
        <w:trPr>
          <w:trHeight w:val="525"/>
        </w:trPr>
        <w:tc>
          <w:tcPr>
            <w:tcW w:w="2329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90D1E56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61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751D37D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92B1AD4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5B12E9A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9559FE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4E3AE6B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DA7085F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BF92BFC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119259B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5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CC49AF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A8507C" w:rsidRPr="00A8507C" w14:paraId="4CFDE2A4" w14:textId="77777777" w:rsidTr="007F04FA">
        <w:trPr>
          <w:trHeight w:val="300"/>
        </w:trPr>
        <w:tc>
          <w:tcPr>
            <w:tcW w:w="8797" w:type="dxa"/>
            <w:gridSpan w:val="6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41D843B6" w14:textId="2FDAD2AB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Q5</w:t>
            </w:r>
            <w:r w:rsidR="00A9196B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</w:t>
            </w: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. 14. If Yes, who have you sought help from?: Specialist pain clinic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20AA6400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43CB2765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63B32DE6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6BF4B315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2587275D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A8507C" w:rsidRPr="00A8507C" w14:paraId="6194D254" w14:textId="77777777" w:rsidTr="007F04FA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42EC8ED6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83078BE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35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694D21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777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64B7CC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396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8FE339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207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B0DC6C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603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A9080F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726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4B12D9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1,354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C2E14B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137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EDD0EF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1,510</w:t>
            </w:r>
          </w:p>
        </w:tc>
      </w:tr>
      <w:tr w:rsidR="00A8507C" w:rsidRPr="00A8507C" w14:paraId="565F3990" w14:textId="77777777" w:rsidTr="007F04FA">
        <w:trPr>
          <w:trHeight w:val="300"/>
        </w:trPr>
        <w:tc>
          <w:tcPr>
            <w:tcW w:w="232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2555D93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97B517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</w:p>
        </w:tc>
        <w:tc>
          <w:tcPr>
            <w:tcW w:w="15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AF0784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25%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6430AE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15%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7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506AC0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</w:p>
        </w:tc>
        <w:tc>
          <w:tcPr>
            <w:tcW w:w="13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C01FCB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3486AC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</w:p>
        </w:tc>
        <w:tc>
          <w:tcPr>
            <w:tcW w:w="11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C34D83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08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256945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19%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E866F0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</w:p>
        </w:tc>
      </w:tr>
    </w:tbl>
    <w:p w14:paraId="05368DF2" w14:textId="77777777" w:rsidR="00136E4B" w:rsidRDefault="00136E4B">
      <w:r>
        <w:br w:type="page"/>
      </w:r>
    </w:p>
    <w:tbl>
      <w:tblPr>
        <w:tblW w:w="15036" w:type="dxa"/>
        <w:tblInd w:w="-15" w:type="dxa"/>
        <w:tblLook w:val="04A0" w:firstRow="1" w:lastRow="0" w:firstColumn="1" w:lastColumn="0" w:noHBand="0" w:noVBand="1"/>
      </w:tblPr>
      <w:tblGrid>
        <w:gridCol w:w="20"/>
        <w:gridCol w:w="1099"/>
        <w:gridCol w:w="34"/>
        <w:gridCol w:w="1065"/>
        <w:gridCol w:w="111"/>
        <w:gridCol w:w="1614"/>
        <w:gridCol w:w="36"/>
        <w:gridCol w:w="1418"/>
        <w:gridCol w:w="76"/>
        <w:gridCol w:w="1483"/>
        <w:gridCol w:w="114"/>
        <w:gridCol w:w="1587"/>
        <w:gridCol w:w="140"/>
        <w:gridCol w:w="1278"/>
        <w:gridCol w:w="82"/>
        <w:gridCol w:w="1454"/>
        <w:gridCol w:w="23"/>
        <w:gridCol w:w="1128"/>
        <w:gridCol w:w="6"/>
        <w:gridCol w:w="992"/>
        <w:gridCol w:w="89"/>
        <w:gridCol w:w="954"/>
        <w:gridCol w:w="233"/>
      </w:tblGrid>
      <w:tr w:rsidR="00A8507C" w:rsidRPr="00A8507C" w14:paraId="3CE26B0E" w14:textId="77777777" w:rsidTr="00136E4B">
        <w:trPr>
          <w:gridAfter w:val="1"/>
          <w:wAfter w:w="233" w:type="dxa"/>
          <w:trHeight w:val="300"/>
        </w:trPr>
        <w:tc>
          <w:tcPr>
            <w:tcW w:w="1153" w:type="dxa"/>
            <w:gridSpan w:val="3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E301C1C" w14:textId="2EB8DE5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76" w:type="dxa"/>
            <w:gridSpan w:val="2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6B32CFF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1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2D20FC7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gridSpan w:val="3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FB3F04E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gridSpan w:val="2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5169DDA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gridSpan w:val="2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FB292E7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gridSpan w:val="2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0BA9889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5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17A99D5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51" w:type="dxa"/>
            <w:gridSpan w:val="2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76C66F6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87" w:type="dxa"/>
            <w:gridSpan w:val="3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4B6921A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5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B0FEC20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A8507C" w:rsidRPr="00A8507C" w14:paraId="4A458299" w14:textId="77777777" w:rsidTr="00136E4B">
        <w:trPr>
          <w:gridAfter w:val="1"/>
          <w:wAfter w:w="233" w:type="dxa"/>
          <w:trHeight w:val="300"/>
        </w:trPr>
        <w:tc>
          <w:tcPr>
            <w:tcW w:w="2329" w:type="dxa"/>
            <w:gridSpan w:val="5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1E4973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989F0B8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530" w:type="dxa"/>
            <w:gridSpan w:val="3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BE4B795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97" w:type="dxa"/>
            <w:gridSpan w:val="2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063A8F8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27" w:type="dxa"/>
            <w:gridSpan w:val="2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A5603C5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814" w:type="dxa"/>
            <w:gridSpan w:val="3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0DB4F9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238" w:type="dxa"/>
            <w:gridSpan w:val="5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8894872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5AD092B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A8507C" w:rsidRPr="00A8507C" w14:paraId="662812B5" w14:textId="77777777" w:rsidTr="00136E4B">
        <w:trPr>
          <w:gridAfter w:val="1"/>
          <w:wAfter w:w="233" w:type="dxa"/>
          <w:trHeight w:val="525"/>
        </w:trPr>
        <w:tc>
          <w:tcPr>
            <w:tcW w:w="2329" w:type="dxa"/>
            <w:gridSpan w:val="5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7B00876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61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74191BF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gridSpan w:val="3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9814864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FC315C5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A27008F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54D2733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BE57A50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51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D921E0A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1087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9972A58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A850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95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7403B1A" w14:textId="77777777" w:rsidR="00A8507C" w:rsidRPr="00A8507C" w:rsidRDefault="00A8507C" w:rsidP="00A85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A8507C" w:rsidRPr="00A8507C" w14:paraId="25CB916E" w14:textId="77777777" w:rsidTr="00136E4B">
        <w:trPr>
          <w:gridAfter w:val="1"/>
          <w:wAfter w:w="233" w:type="dxa"/>
          <w:trHeight w:val="300"/>
        </w:trPr>
        <w:tc>
          <w:tcPr>
            <w:tcW w:w="14803" w:type="dxa"/>
            <w:gridSpan w:val="2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2A62A7C9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Q53. 15. When seeking help has worked well, what assisted you to seek advice or support for your pain?: I knew who, what or how to ask for advice/further information</w:t>
            </w:r>
          </w:p>
        </w:tc>
      </w:tr>
      <w:tr w:rsidR="00A8507C" w:rsidRPr="00A8507C" w14:paraId="4902CBF2" w14:textId="77777777" w:rsidTr="00136E4B">
        <w:trPr>
          <w:gridAfter w:val="1"/>
          <w:wAfter w:w="233" w:type="dxa"/>
          <w:trHeight w:val="300"/>
        </w:trPr>
        <w:tc>
          <w:tcPr>
            <w:tcW w:w="2329" w:type="dxa"/>
            <w:gridSpan w:val="5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0D96E069" w14:textId="77777777" w:rsidR="00A8507C" w:rsidRPr="00A8507C" w:rsidRDefault="00A8507C" w:rsidP="00A8507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02BDF8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75</w:t>
            </w:r>
          </w:p>
        </w:tc>
        <w:tc>
          <w:tcPr>
            <w:tcW w:w="1530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E2A3D0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1,286</w:t>
            </w:r>
          </w:p>
        </w:tc>
        <w:tc>
          <w:tcPr>
            <w:tcW w:w="15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573A4B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1,075</w:t>
            </w:r>
          </w:p>
        </w:tc>
        <w:tc>
          <w:tcPr>
            <w:tcW w:w="172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081AC7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673</w:t>
            </w:r>
          </w:p>
        </w:tc>
        <w:tc>
          <w:tcPr>
            <w:tcW w:w="136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9C0F683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1,644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ABDF7C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2,638</w:t>
            </w:r>
          </w:p>
        </w:tc>
        <w:tc>
          <w:tcPr>
            <w:tcW w:w="1151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4D74E4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4,432</w:t>
            </w:r>
          </w:p>
        </w:tc>
        <w:tc>
          <w:tcPr>
            <w:tcW w:w="1087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2E1FFF6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296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3254CDF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4,786</w:t>
            </w:r>
          </w:p>
        </w:tc>
      </w:tr>
      <w:tr w:rsidR="00A8507C" w:rsidRPr="00A8507C" w14:paraId="1299C7A7" w14:textId="77777777" w:rsidTr="00136E4B">
        <w:trPr>
          <w:gridAfter w:val="1"/>
          <w:wAfter w:w="233" w:type="dxa"/>
          <w:trHeight w:val="300"/>
        </w:trPr>
        <w:tc>
          <w:tcPr>
            <w:tcW w:w="2329" w:type="dxa"/>
            <w:gridSpan w:val="5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0B56E0F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F00B98C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34%</w:t>
            </w:r>
          </w:p>
        </w:tc>
        <w:tc>
          <w:tcPr>
            <w:tcW w:w="1530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9DAFF94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41%</w:t>
            </w:r>
          </w:p>
        </w:tc>
        <w:tc>
          <w:tcPr>
            <w:tcW w:w="159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18BDB28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42%</w:t>
            </w:r>
          </w:p>
        </w:tc>
        <w:tc>
          <w:tcPr>
            <w:tcW w:w="172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D637A4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41%</w:t>
            </w:r>
          </w:p>
        </w:tc>
        <w:tc>
          <w:tcPr>
            <w:tcW w:w="136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C55D897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37%</w:t>
            </w:r>
            <w:r w:rsidRPr="00A8507C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46315EA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43%</w:t>
            </w:r>
            <w:r w:rsidRPr="00A8507C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151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84C6BA0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40%</w:t>
            </w:r>
          </w:p>
        </w:tc>
        <w:tc>
          <w:tcPr>
            <w:tcW w:w="1087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6C9CD1D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41%</w:t>
            </w: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6CEB245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A8507C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40%</w:t>
            </w:r>
          </w:p>
        </w:tc>
      </w:tr>
      <w:tr w:rsidR="00A8507C" w:rsidRPr="00A8507C" w14:paraId="1362A7E9" w14:textId="77777777" w:rsidTr="00136E4B">
        <w:trPr>
          <w:gridAfter w:val="1"/>
          <w:wAfter w:w="233" w:type="dxa"/>
          <w:trHeight w:val="300"/>
        </w:trPr>
        <w:tc>
          <w:tcPr>
            <w:tcW w:w="1153" w:type="dxa"/>
            <w:gridSpan w:val="3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8D0931" w14:textId="77777777" w:rsidR="00A8507C" w:rsidRPr="00A8507C" w:rsidRDefault="00A8507C" w:rsidP="00A8507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A66722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14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CF3E05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30" w:type="dxa"/>
            <w:gridSpan w:val="3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8B2846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97" w:type="dxa"/>
            <w:gridSpan w:val="2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94D2D5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690136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602134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54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E67E4A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87B1C6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87" w:type="dxa"/>
            <w:gridSpan w:val="3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BBF169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54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294C58" w14:textId="77777777" w:rsidR="00A8507C" w:rsidRPr="00A8507C" w:rsidRDefault="00A8507C" w:rsidP="00A8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3769D7" w:rsidRPr="003769D7" w14:paraId="78105733" w14:textId="77777777" w:rsidTr="00136E4B">
        <w:trPr>
          <w:gridBefore w:val="1"/>
          <w:wBefore w:w="20" w:type="dxa"/>
          <w:trHeight w:val="300"/>
        </w:trPr>
        <w:tc>
          <w:tcPr>
            <w:tcW w:w="2198" w:type="dxa"/>
            <w:gridSpan w:val="3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26FD45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761" w:type="dxa"/>
            <w:gridSpan w:val="3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7328E9D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41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995D190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3954174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FFCC533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977" w:type="dxa"/>
            <w:gridSpan w:val="5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F26090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126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13405D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3CFDAF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3769D7" w:rsidRPr="003769D7" w14:paraId="1CA20DB7" w14:textId="77777777" w:rsidTr="00136E4B">
        <w:trPr>
          <w:gridBefore w:val="1"/>
          <w:wBefore w:w="20" w:type="dxa"/>
          <w:trHeight w:val="525"/>
        </w:trPr>
        <w:tc>
          <w:tcPr>
            <w:tcW w:w="2198" w:type="dxa"/>
            <w:gridSpan w:val="3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5EE2A14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761" w:type="dxa"/>
            <w:gridSpan w:val="3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CD10022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8FEDB0A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425DB70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B601221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FA46FE8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559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265CAAF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3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61D6648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0E98F4E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1276" w:type="dxa"/>
            <w:gridSpan w:val="3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B2B7131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3769D7" w:rsidRPr="003769D7" w14:paraId="4036B509" w14:textId="77777777" w:rsidTr="00136E4B">
        <w:trPr>
          <w:gridBefore w:val="1"/>
          <w:wBefore w:w="20" w:type="dxa"/>
          <w:trHeight w:val="300"/>
        </w:trPr>
        <w:tc>
          <w:tcPr>
            <w:tcW w:w="15016" w:type="dxa"/>
            <w:gridSpan w:val="2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0FF4DFB4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Q53. 15. When seeking help has worked well, what assisted you to seek advice or support for your pain?: I felt comfortable discussing my symptoms or condition</w:t>
            </w:r>
          </w:p>
        </w:tc>
      </w:tr>
      <w:tr w:rsidR="00A141BF" w:rsidRPr="003769D7" w14:paraId="2F860354" w14:textId="77777777" w:rsidTr="00136E4B">
        <w:trPr>
          <w:gridBefore w:val="1"/>
          <w:wBefore w:w="20" w:type="dxa"/>
          <w:trHeight w:val="300"/>
        </w:trPr>
        <w:tc>
          <w:tcPr>
            <w:tcW w:w="2198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0DCC0066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761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63812A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108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02FB8E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1,708</w:t>
            </w:r>
          </w:p>
        </w:tc>
        <w:tc>
          <w:tcPr>
            <w:tcW w:w="155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1D6416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1,472</w:t>
            </w:r>
          </w:p>
        </w:tc>
        <w:tc>
          <w:tcPr>
            <w:tcW w:w="1701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397D61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920</w:t>
            </w:r>
          </w:p>
        </w:tc>
        <w:tc>
          <w:tcPr>
            <w:tcW w:w="14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2FC5F9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2,287</w:t>
            </w:r>
          </w:p>
        </w:tc>
        <w:tc>
          <w:tcPr>
            <w:tcW w:w="1559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6EBB85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3,539</w:t>
            </w:r>
          </w:p>
        </w:tc>
        <w:tc>
          <w:tcPr>
            <w:tcW w:w="113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C0A9F1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6,068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E8620E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373</w:t>
            </w:r>
          </w:p>
        </w:tc>
        <w:tc>
          <w:tcPr>
            <w:tcW w:w="1276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AA8245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6,519</w:t>
            </w:r>
          </w:p>
        </w:tc>
      </w:tr>
      <w:tr w:rsidR="00A141BF" w:rsidRPr="003769D7" w14:paraId="16F9E951" w14:textId="77777777" w:rsidTr="00136E4B">
        <w:trPr>
          <w:gridBefore w:val="1"/>
          <w:wBefore w:w="20" w:type="dxa"/>
          <w:trHeight w:val="300"/>
        </w:trPr>
        <w:tc>
          <w:tcPr>
            <w:tcW w:w="2198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433A876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761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76A5F9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49%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6E26C3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55%</w:t>
            </w:r>
          </w:p>
        </w:tc>
        <w:tc>
          <w:tcPr>
            <w:tcW w:w="155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75E489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57%</w:t>
            </w:r>
          </w:p>
        </w:tc>
        <w:tc>
          <w:tcPr>
            <w:tcW w:w="1701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713445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57%</w:t>
            </w:r>
          </w:p>
        </w:tc>
        <w:tc>
          <w:tcPr>
            <w:tcW w:w="14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9325B2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51%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59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BDFF04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57%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13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91209F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55%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414523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52%</w:t>
            </w:r>
          </w:p>
        </w:tc>
        <w:tc>
          <w:tcPr>
            <w:tcW w:w="1276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AA2148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55%</w:t>
            </w:r>
          </w:p>
        </w:tc>
      </w:tr>
      <w:tr w:rsidR="00A141BF" w:rsidRPr="003769D7" w14:paraId="1EA2AB68" w14:textId="77777777" w:rsidTr="00136E4B">
        <w:trPr>
          <w:gridBefore w:val="1"/>
          <w:wBefore w:w="20" w:type="dxa"/>
          <w:trHeight w:val="300"/>
        </w:trPr>
        <w:tc>
          <w:tcPr>
            <w:tcW w:w="109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C78885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7134920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61" w:type="dxa"/>
            <w:gridSpan w:val="3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9E90A19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C3520C5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D370E8B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435B055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ABA6B73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CB8C197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6E79B24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E379363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51E1899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3769D7" w:rsidRPr="003769D7" w14:paraId="3044531E" w14:textId="77777777" w:rsidTr="00136E4B">
        <w:trPr>
          <w:gridBefore w:val="1"/>
          <w:wBefore w:w="20" w:type="dxa"/>
          <w:trHeight w:val="300"/>
        </w:trPr>
        <w:tc>
          <w:tcPr>
            <w:tcW w:w="2198" w:type="dxa"/>
            <w:gridSpan w:val="3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470B46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761" w:type="dxa"/>
            <w:gridSpan w:val="3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2C50738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41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BB2AD4E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0AF91DC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A7B569A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977" w:type="dxa"/>
            <w:gridSpan w:val="5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8B615D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126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C70559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C9020B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3769D7" w:rsidRPr="003769D7" w14:paraId="5557233E" w14:textId="77777777" w:rsidTr="00136E4B">
        <w:trPr>
          <w:gridBefore w:val="1"/>
          <w:wBefore w:w="20" w:type="dxa"/>
          <w:trHeight w:val="525"/>
        </w:trPr>
        <w:tc>
          <w:tcPr>
            <w:tcW w:w="2198" w:type="dxa"/>
            <w:gridSpan w:val="3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8356DAE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761" w:type="dxa"/>
            <w:gridSpan w:val="3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4BD8680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5DDB19F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4F3E16E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B1BE311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7E30687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559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B7E2C8E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3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2801050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5FEA6E7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1276" w:type="dxa"/>
            <w:gridSpan w:val="3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555BD97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3769D7" w:rsidRPr="003769D7" w14:paraId="32C1824A" w14:textId="77777777" w:rsidTr="00136E4B">
        <w:trPr>
          <w:gridBefore w:val="1"/>
          <w:wBefore w:w="20" w:type="dxa"/>
          <w:trHeight w:val="300"/>
        </w:trPr>
        <w:tc>
          <w:tcPr>
            <w:tcW w:w="15016" w:type="dxa"/>
            <w:gridSpan w:val="2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0AEFF61E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Q53. 15. When seeking help has worked well, what assisted you to seek advice or support for your pain?: I was able to afford the advice or support I needed</w:t>
            </w:r>
          </w:p>
        </w:tc>
      </w:tr>
      <w:tr w:rsidR="00A141BF" w:rsidRPr="003769D7" w14:paraId="0A2F19A8" w14:textId="77777777" w:rsidTr="00136E4B">
        <w:trPr>
          <w:gridBefore w:val="1"/>
          <w:wBefore w:w="20" w:type="dxa"/>
          <w:trHeight w:val="300"/>
        </w:trPr>
        <w:tc>
          <w:tcPr>
            <w:tcW w:w="2198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44B01CDC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761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35004C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79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FD5275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1,434</w:t>
            </w:r>
          </w:p>
        </w:tc>
        <w:tc>
          <w:tcPr>
            <w:tcW w:w="155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F53A3B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1,361</w:t>
            </w:r>
          </w:p>
        </w:tc>
        <w:tc>
          <w:tcPr>
            <w:tcW w:w="1701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6BBFB7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750</w:t>
            </w:r>
          </w:p>
        </w:tc>
        <w:tc>
          <w:tcPr>
            <w:tcW w:w="14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4AB049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1,926</w:t>
            </w:r>
          </w:p>
        </w:tc>
        <w:tc>
          <w:tcPr>
            <w:tcW w:w="1559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FDBA7B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3,217</w:t>
            </w:r>
          </w:p>
        </w:tc>
        <w:tc>
          <w:tcPr>
            <w:tcW w:w="113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8BECEC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5,393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B10AA2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278</w:t>
            </w:r>
          </w:p>
        </w:tc>
        <w:tc>
          <w:tcPr>
            <w:tcW w:w="1276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95D450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5,731</w:t>
            </w:r>
          </w:p>
        </w:tc>
      </w:tr>
      <w:tr w:rsidR="00A141BF" w:rsidRPr="003769D7" w14:paraId="0BA03291" w14:textId="77777777" w:rsidTr="00136E4B">
        <w:trPr>
          <w:gridBefore w:val="1"/>
          <w:wBefore w:w="20" w:type="dxa"/>
          <w:trHeight w:val="300"/>
        </w:trPr>
        <w:tc>
          <w:tcPr>
            <w:tcW w:w="2198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4BF8075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761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53E6F1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36%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739BBE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46%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5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CEB276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53%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701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45345A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46%</w:t>
            </w:r>
          </w:p>
        </w:tc>
        <w:tc>
          <w:tcPr>
            <w:tcW w:w="14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9A3EA1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43%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59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05846B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52%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13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59D32D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49%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AB45EF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39%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276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4AAE85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48%</w:t>
            </w:r>
          </w:p>
        </w:tc>
      </w:tr>
      <w:tr w:rsidR="00A141BF" w:rsidRPr="003769D7" w14:paraId="1441C2F9" w14:textId="77777777" w:rsidTr="00136E4B">
        <w:trPr>
          <w:gridBefore w:val="1"/>
          <w:wBefore w:w="20" w:type="dxa"/>
          <w:trHeight w:val="300"/>
        </w:trPr>
        <w:tc>
          <w:tcPr>
            <w:tcW w:w="109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BC099C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6D91EFF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61" w:type="dxa"/>
            <w:gridSpan w:val="3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286E818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C8290D2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7FAB9A9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8B1350E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14D1775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5898DEA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9161C82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0505A2F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5A05DF8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3769D7" w:rsidRPr="003769D7" w14:paraId="2BF5ED5F" w14:textId="77777777" w:rsidTr="00136E4B">
        <w:trPr>
          <w:gridBefore w:val="1"/>
          <w:wBefore w:w="20" w:type="dxa"/>
          <w:trHeight w:val="300"/>
        </w:trPr>
        <w:tc>
          <w:tcPr>
            <w:tcW w:w="2198" w:type="dxa"/>
            <w:gridSpan w:val="3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4DBB74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761" w:type="dxa"/>
            <w:gridSpan w:val="3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C12C9C4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41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7D33174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C1D1365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27DE4E0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977" w:type="dxa"/>
            <w:gridSpan w:val="5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2C267C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126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7130CB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0DA90E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3769D7" w:rsidRPr="003769D7" w14:paraId="74FD578C" w14:textId="77777777" w:rsidTr="00136E4B">
        <w:trPr>
          <w:gridBefore w:val="1"/>
          <w:wBefore w:w="20" w:type="dxa"/>
          <w:trHeight w:val="525"/>
        </w:trPr>
        <w:tc>
          <w:tcPr>
            <w:tcW w:w="2198" w:type="dxa"/>
            <w:gridSpan w:val="3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4A02E3B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761" w:type="dxa"/>
            <w:gridSpan w:val="3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01A434E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A94F82D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001C550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EFB8EA5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39BF7BA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559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17B85B7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3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AC5B3F2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D950521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1276" w:type="dxa"/>
            <w:gridSpan w:val="3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8F2C85C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3769D7" w:rsidRPr="003769D7" w14:paraId="4C5DF1B3" w14:textId="77777777" w:rsidTr="00136E4B">
        <w:trPr>
          <w:gridBefore w:val="1"/>
          <w:wBefore w:w="20" w:type="dxa"/>
          <w:trHeight w:val="300"/>
        </w:trPr>
        <w:tc>
          <w:tcPr>
            <w:tcW w:w="15016" w:type="dxa"/>
            <w:gridSpan w:val="2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361485CE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Q53. 15. When seeking help has worked well, what assisted you to seek advice or support for your pain?: I was able to travel to get advice or support</w:t>
            </w:r>
          </w:p>
        </w:tc>
      </w:tr>
      <w:tr w:rsidR="00A141BF" w:rsidRPr="003769D7" w14:paraId="36839AD4" w14:textId="77777777" w:rsidTr="00136E4B">
        <w:trPr>
          <w:gridBefore w:val="1"/>
          <w:wBefore w:w="20" w:type="dxa"/>
          <w:trHeight w:val="300"/>
        </w:trPr>
        <w:tc>
          <w:tcPr>
            <w:tcW w:w="2198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4B0E2CE7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761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9DD81B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59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1C5531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966</w:t>
            </w:r>
          </w:p>
        </w:tc>
        <w:tc>
          <w:tcPr>
            <w:tcW w:w="155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A1199D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792</w:t>
            </w:r>
          </w:p>
        </w:tc>
        <w:tc>
          <w:tcPr>
            <w:tcW w:w="1701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048541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517</w:t>
            </w:r>
          </w:p>
        </w:tc>
        <w:tc>
          <w:tcPr>
            <w:tcW w:w="14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1CF58B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1,391</w:t>
            </w:r>
          </w:p>
        </w:tc>
        <w:tc>
          <w:tcPr>
            <w:tcW w:w="1559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A8B343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1,863</w:t>
            </w:r>
          </w:p>
        </w:tc>
        <w:tc>
          <w:tcPr>
            <w:tcW w:w="113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95E92E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3,352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C372E0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222</w:t>
            </w:r>
          </w:p>
        </w:tc>
        <w:tc>
          <w:tcPr>
            <w:tcW w:w="1276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BED37D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3,620</w:t>
            </w:r>
          </w:p>
        </w:tc>
      </w:tr>
      <w:tr w:rsidR="00A141BF" w:rsidRPr="003769D7" w14:paraId="55B23ACD" w14:textId="77777777" w:rsidTr="00136E4B">
        <w:trPr>
          <w:gridBefore w:val="1"/>
          <w:wBefore w:w="20" w:type="dxa"/>
          <w:trHeight w:val="300"/>
        </w:trPr>
        <w:tc>
          <w:tcPr>
            <w:tcW w:w="2198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71D7968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761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6B7696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27%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55367A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31%</w:t>
            </w:r>
          </w:p>
        </w:tc>
        <w:tc>
          <w:tcPr>
            <w:tcW w:w="155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BBCB71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31%</w:t>
            </w:r>
          </w:p>
        </w:tc>
        <w:tc>
          <w:tcPr>
            <w:tcW w:w="1701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1C9524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32%</w:t>
            </w:r>
          </w:p>
        </w:tc>
        <w:tc>
          <w:tcPr>
            <w:tcW w:w="14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365AAC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31%</w:t>
            </w:r>
          </w:p>
        </w:tc>
        <w:tc>
          <w:tcPr>
            <w:tcW w:w="1559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E56923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30%</w:t>
            </w:r>
          </w:p>
        </w:tc>
        <w:tc>
          <w:tcPr>
            <w:tcW w:w="113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A33A7E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31%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ABD796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31%</w:t>
            </w:r>
          </w:p>
        </w:tc>
        <w:tc>
          <w:tcPr>
            <w:tcW w:w="1276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1E628A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31%</w:t>
            </w:r>
          </w:p>
        </w:tc>
      </w:tr>
    </w:tbl>
    <w:p w14:paraId="2E5C7A78" w14:textId="77777777" w:rsidR="00136E4B" w:rsidRDefault="00136E4B">
      <w:r>
        <w:br w:type="page"/>
      </w:r>
    </w:p>
    <w:tbl>
      <w:tblPr>
        <w:tblW w:w="15016" w:type="dxa"/>
        <w:tblInd w:w="5" w:type="dxa"/>
        <w:tblLook w:val="04A0" w:firstRow="1" w:lastRow="0" w:firstColumn="1" w:lastColumn="0" w:noHBand="0" w:noVBand="1"/>
      </w:tblPr>
      <w:tblGrid>
        <w:gridCol w:w="1099"/>
        <w:gridCol w:w="1099"/>
        <w:gridCol w:w="1761"/>
        <w:gridCol w:w="1418"/>
        <w:gridCol w:w="1559"/>
        <w:gridCol w:w="1701"/>
        <w:gridCol w:w="1418"/>
        <w:gridCol w:w="1559"/>
        <w:gridCol w:w="1134"/>
        <w:gridCol w:w="992"/>
        <w:gridCol w:w="1276"/>
      </w:tblGrid>
      <w:tr w:rsidR="00A141BF" w:rsidRPr="003769D7" w14:paraId="516E89D7" w14:textId="77777777" w:rsidTr="00136E4B">
        <w:trPr>
          <w:trHeight w:val="300"/>
        </w:trPr>
        <w:tc>
          <w:tcPr>
            <w:tcW w:w="1099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186A3CA" w14:textId="0E13F2F6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099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54643A4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61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39DBA74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506BFBF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EF6C06E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B40FEBA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778D2FB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1429D81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3A15227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ED97868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7ED309C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3769D7" w:rsidRPr="003769D7" w14:paraId="60BC03F1" w14:textId="77777777" w:rsidTr="00136E4B">
        <w:trPr>
          <w:trHeight w:val="300"/>
        </w:trPr>
        <w:tc>
          <w:tcPr>
            <w:tcW w:w="2198" w:type="dxa"/>
            <w:gridSpan w:val="2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5862E1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7A2B4CB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7FEAF6D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09CE714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E59B51F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2862B5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039BAF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1C57F9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3769D7" w:rsidRPr="003769D7" w14:paraId="6AB053EF" w14:textId="77777777" w:rsidTr="00136E4B">
        <w:trPr>
          <w:trHeight w:val="525"/>
        </w:trPr>
        <w:tc>
          <w:tcPr>
            <w:tcW w:w="2198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7F010B7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76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FBDFFFE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7127FFF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BC559D7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D145ED9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187B18E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DB35ED8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54A382C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B59B034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127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AC9618F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3769D7" w:rsidRPr="003769D7" w14:paraId="15D640C4" w14:textId="77777777" w:rsidTr="00136E4B">
        <w:trPr>
          <w:trHeight w:val="300"/>
        </w:trPr>
        <w:tc>
          <w:tcPr>
            <w:tcW w:w="15016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0990DF61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Q53. 15. When seeking help has worked well, what assisted you to seek advice or support for your pain?: I was able to seek advice or support close to home</w:t>
            </w:r>
          </w:p>
        </w:tc>
      </w:tr>
      <w:tr w:rsidR="00A141BF" w:rsidRPr="003769D7" w14:paraId="274E8D32" w14:textId="77777777" w:rsidTr="00136E4B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577F5F57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C79790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65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B24D50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963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F0CBB4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853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678FE3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529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ABC533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1,232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5D19F1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2,074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5D189C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3,444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29F6F5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188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97EFA2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3,679</w:t>
            </w:r>
          </w:p>
        </w:tc>
      </w:tr>
      <w:tr w:rsidR="00A141BF" w:rsidRPr="003769D7" w14:paraId="1736BDF5" w14:textId="77777777" w:rsidTr="00136E4B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0B8B7C6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130289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29%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F9263B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31%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E08B0D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33%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E75C88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33%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79B4BC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28%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BB8151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34%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00F26B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31%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04C4BB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26%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A0259A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31%</w:t>
            </w:r>
          </w:p>
        </w:tc>
      </w:tr>
      <w:tr w:rsidR="00A141BF" w:rsidRPr="003769D7" w14:paraId="5B887E90" w14:textId="77777777" w:rsidTr="00136E4B">
        <w:trPr>
          <w:trHeight w:val="300"/>
        </w:trPr>
        <w:tc>
          <w:tcPr>
            <w:tcW w:w="1099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2210C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099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EA5009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0D5221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14B0F3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D548F2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5C509F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8D9C08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A7C88F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C5CDC5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73E4C4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1C2A1E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3769D7" w:rsidRPr="003769D7" w14:paraId="722CF986" w14:textId="77777777" w:rsidTr="003A5D63">
        <w:trPr>
          <w:trHeight w:val="300"/>
        </w:trPr>
        <w:tc>
          <w:tcPr>
            <w:tcW w:w="2198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06B9F6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761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BCF48A6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41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A22E96A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5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8615608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01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92E5888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97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2073B4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12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A795BB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127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CC08EA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3769D7" w:rsidRPr="003769D7" w14:paraId="050497BD" w14:textId="77777777" w:rsidTr="003A5D63">
        <w:trPr>
          <w:trHeight w:val="525"/>
        </w:trPr>
        <w:tc>
          <w:tcPr>
            <w:tcW w:w="2198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26D829D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76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E38A177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D9749AA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FF1ED48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F28938F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2B1BBD3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77F768D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FF3E473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A8FF8D3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127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049A9D1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3769D7" w:rsidRPr="003769D7" w14:paraId="0B1B629A" w14:textId="77777777" w:rsidTr="003A5D63">
        <w:trPr>
          <w:trHeight w:val="300"/>
        </w:trPr>
        <w:tc>
          <w:tcPr>
            <w:tcW w:w="15016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1C3DD4DA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Q53. 15. When seeking help has worked well, what assisted you to seek advice or support for your pain?: I had the technology I needed to attend telehealth appointments</w:t>
            </w:r>
          </w:p>
        </w:tc>
      </w:tr>
      <w:tr w:rsidR="00A141BF" w:rsidRPr="003769D7" w14:paraId="7BBE8B8A" w14:textId="77777777" w:rsidTr="003A5D63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34A25249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23B980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55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34438C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1,079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B4239B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6AE5B5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465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9F2AAF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1,068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D958C7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1,688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D3A76B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2,840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6E8266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196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31585E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3,070</w:t>
            </w:r>
          </w:p>
        </w:tc>
      </w:tr>
      <w:tr w:rsidR="00A141BF" w:rsidRPr="003769D7" w14:paraId="460B25A8" w14:textId="77777777" w:rsidTr="003A5D63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57FC15C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CDD769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25%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71BA19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35%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A13588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31%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337123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29%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2C3DC5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24%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EE9E80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27%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E7815C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26%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FE7A7E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27%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521A03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26%</w:t>
            </w:r>
          </w:p>
        </w:tc>
      </w:tr>
      <w:tr w:rsidR="00A141BF" w:rsidRPr="003769D7" w14:paraId="752950C1" w14:textId="77777777" w:rsidTr="003A5D63">
        <w:trPr>
          <w:trHeight w:val="315"/>
        </w:trPr>
        <w:tc>
          <w:tcPr>
            <w:tcW w:w="109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8A2518C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9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61F2F6A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56AE142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0505C18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5E9EA9F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9DAB0CE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5BD768D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079BD09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955FCDB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2D21754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0D5CD15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3769D7" w:rsidRPr="003769D7" w14:paraId="0500134E" w14:textId="77777777" w:rsidTr="003A5D63">
        <w:trPr>
          <w:trHeight w:val="300"/>
        </w:trPr>
        <w:tc>
          <w:tcPr>
            <w:tcW w:w="2198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D0BE9C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761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D15810A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41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D044A7B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5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8AA0F19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01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F1217AF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97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4237A1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12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010160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127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429070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3769D7" w:rsidRPr="003769D7" w14:paraId="7C5619A1" w14:textId="77777777" w:rsidTr="003A5D63">
        <w:trPr>
          <w:trHeight w:val="525"/>
        </w:trPr>
        <w:tc>
          <w:tcPr>
            <w:tcW w:w="2198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EF156CC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76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B9BCA8B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2B608D7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C7E11D8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B7F8156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5916914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678FDE2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AB083DF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0BFC167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127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76B5985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3769D7" w:rsidRPr="003769D7" w14:paraId="52E2887E" w14:textId="77777777" w:rsidTr="003A5D63">
        <w:trPr>
          <w:trHeight w:val="300"/>
        </w:trPr>
        <w:tc>
          <w:tcPr>
            <w:tcW w:w="15016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0E223F49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Q53. 15. When seeking help has worked well, what assisted you to seek advice or support for your pain?: I had access to the internet to find information</w:t>
            </w:r>
          </w:p>
        </w:tc>
      </w:tr>
      <w:tr w:rsidR="00A141BF" w:rsidRPr="003769D7" w14:paraId="5A6AAD8D" w14:textId="77777777" w:rsidTr="003A5D63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579B33B9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81C13E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83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8345AA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1,550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B85F14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1,312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C856D3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782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5BB6A3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1,871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1E773C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2,872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751C6C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4,947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742A0B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302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21BAA8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5,303</w:t>
            </w:r>
          </w:p>
        </w:tc>
      </w:tr>
      <w:tr w:rsidR="00A141BF" w:rsidRPr="003769D7" w14:paraId="1C5884BB" w14:textId="77777777" w:rsidTr="003A5D63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4990DB4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5382F1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37%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77292F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50%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17BF36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51%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B34A32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48%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D651ED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42%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B5CCCC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46%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2291B1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45%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E00A2D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42%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974AE8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45%</w:t>
            </w:r>
          </w:p>
        </w:tc>
      </w:tr>
      <w:tr w:rsidR="00A141BF" w:rsidRPr="003769D7" w14:paraId="403517BF" w14:textId="77777777" w:rsidTr="003A5D63">
        <w:trPr>
          <w:trHeight w:val="300"/>
        </w:trPr>
        <w:tc>
          <w:tcPr>
            <w:tcW w:w="109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AE8ADF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09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B6585EA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0CF1E8D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4D3D812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E150402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7476F8E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A8F8894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F77887C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7BBB40B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6F6F047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A6C84F2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3769D7" w:rsidRPr="003769D7" w14:paraId="3EE480F8" w14:textId="77777777" w:rsidTr="003A5D63">
        <w:trPr>
          <w:trHeight w:val="300"/>
        </w:trPr>
        <w:tc>
          <w:tcPr>
            <w:tcW w:w="2198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7B1301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761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38F51AE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41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C3D39D5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5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3E06E01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01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3E8FD19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97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C426EA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12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B9C4DA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127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65B7D5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3769D7" w:rsidRPr="003769D7" w14:paraId="5AB0380B" w14:textId="77777777" w:rsidTr="003A5D63">
        <w:trPr>
          <w:trHeight w:val="525"/>
        </w:trPr>
        <w:tc>
          <w:tcPr>
            <w:tcW w:w="2198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F34886D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76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D62B1BC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E4967F7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1265382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65E87D4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38DB58B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E7A740D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AC31FC4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AA68495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127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13934EE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3769D7" w:rsidRPr="003769D7" w14:paraId="30A7E8BF" w14:textId="77777777" w:rsidTr="003A5D63">
        <w:trPr>
          <w:trHeight w:val="300"/>
        </w:trPr>
        <w:tc>
          <w:tcPr>
            <w:tcW w:w="15016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3562F6EE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Q53. 15. When seeking help has worked well, what assisted you to seek advice or support for your pain?: I had the time to seek advice or support</w:t>
            </w:r>
          </w:p>
        </w:tc>
      </w:tr>
      <w:tr w:rsidR="00A141BF" w:rsidRPr="003769D7" w14:paraId="395E40C4" w14:textId="77777777" w:rsidTr="003A5D63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3498AA86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FD2A6E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63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F5AC08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1,029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799644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961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2A97C3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562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B103F0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1,182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94F981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2,154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D8B417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3,490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25B3D2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188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14619F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3,717</w:t>
            </w:r>
          </w:p>
        </w:tc>
      </w:tr>
      <w:tr w:rsidR="00A141BF" w:rsidRPr="003769D7" w14:paraId="6ABB9292" w14:textId="77777777" w:rsidTr="003A5D63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6FE76F9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CB13CF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29%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67C974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33%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4C4B74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37%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9B78D3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35%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1B029F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27%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E4736D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35%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D1063F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32%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8D911D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26%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A8D532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31%</w:t>
            </w:r>
          </w:p>
        </w:tc>
      </w:tr>
    </w:tbl>
    <w:p w14:paraId="19C3C465" w14:textId="77777777" w:rsidR="00DF02DC" w:rsidRDefault="00DF02DC">
      <w:r>
        <w:br w:type="page"/>
      </w:r>
    </w:p>
    <w:tbl>
      <w:tblPr>
        <w:tblW w:w="15016" w:type="dxa"/>
        <w:tblInd w:w="5" w:type="dxa"/>
        <w:tblLook w:val="04A0" w:firstRow="1" w:lastRow="0" w:firstColumn="1" w:lastColumn="0" w:noHBand="0" w:noVBand="1"/>
      </w:tblPr>
      <w:tblGrid>
        <w:gridCol w:w="1099"/>
        <w:gridCol w:w="1099"/>
        <w:gridCol w:w="1761"/>
        <w:gridCol w:w="1418"/>
        <w:gridCol w:w="1559"/>
        <w:gridCol w:w="1701"/>
        <w:gridCol w:w="1418"/>
        <w:gridCol w:w="1559"/>
        <w:gridCol w:w="1134"/>
        <w:gridCol w:w="992"/>
        <w:gridCol w:w="1276"/>
      </w:tblGrid>
      <w:tr w:rsidR="00A141BF" w:rsidRPr="003769D7" w14:paraId="305C9B9C" w14:textId="77777777" w:rsidTr="00DF02DC">
        <w:trPr>
          <w:trHeight w:val="300"/>
        </w:trPr>
        <w:tc>
          <w:tcPr>
            <w:tcW w:w="1099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8F2ECF7" w14:textId="0467B628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099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A799838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61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5D18A0B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2A97879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A7FA7CD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E554841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8C1A4DA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7DE24B9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033ABC5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95160E2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1FEA068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3769D7" w:rsidRPr="003769D7" w14:paraId="3761EF17" w14:textId="77777777" w:rsidTr="00DF02DC">
        <w:trPr>
          <w:trHeight w:val="300"/>
        </w:trPr>
        <w:tc>
          <w:tcPr>
            <w:tcW w:w="2198" w:type="dxa"/>
            <w:gridSpan w:val="2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8D87DD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4618FE1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DD9899A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D808AC5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7589FC0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DF5701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BD9755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076C4A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3769D7" w:rsidRPr="003769D7" w14:paraId="2B2369B8" w14:textId="77777777" w:rsidTr="003A5D63">
        <w:trPr>
          <w:trHeight w:val="525"/>
        </w:trPr>
        <w:tc>
          <w:tcPr>
            <w:tcW w:w="2198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31E0B57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76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2A5D51B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EED581B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259E1D8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D39F3BC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3484C17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79BCB32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ECF29E3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C86B272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127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678961C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3769D7" w:rsidRPr="003769D7" w14:paraId="5050D95A" w14:textId="77777777" w:rsidTr="003A5D63">
        <w:trPr>
          <w:trHeight w:val="300"/>
        </w:trPr>
        <w:tc>
          <w:tcPr>
            <w:tcW w:w="15016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089B7E81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Q53. 15. When seeking help has worked well, what assisted you to seek advice or support for your pain?: I thought my pain-related symptoms would be taken seriously</w:t>
            </w:r>
          </w:p>
        </w:tc>
      </w:tr>
      <w:tr w:rsidR="00A141BF" w:rsidRPr="003769D7" w14:paraId="034C1C91" w14:textId="77777777" w:rsidTr="003A5D63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48AF3E44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5F4981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82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37C491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1,349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20D6FF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1,080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88D4AC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656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F7B357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1,630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4BE3F3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2,524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18CE56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4,318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54A270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275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8C89D6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4,652</w:t>
            </w:r>
          </w:p>
        </w:tc>
      </w:tr>
      <w:tr w:rsidR="00A141BF" w:rsidRPr="003769D7" w14:paraId="77A515A0" w14:textId="77777777" w:rsidTr="003A5D63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19F0A27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F95AD7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37%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C2D615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43%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3FCF52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42%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A56381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40%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8B23FB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37%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943314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41%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1C5B2C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39%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86760A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38%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0F44FC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39%</w:t>
            </w:r>
          </w:p>
        </w:tc>
      </w:tr>
      <w:tr w:rsidR="00A141BF" w:rsidRPr="003769D7" w14:paraId="27A0EF0C" w14:textId="77777777" w:rsidTr="003A5D63">
        <w:trPr>
          <w:trHeight w:val="300"/>
        </w:trPr>
        <w:tc>
          <w:tcPr>
            <w:tcW w:w="1099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3B8BE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099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7291E7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543039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CAC45E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DBEC76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0B726A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31169C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3D512B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5F80B7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D9B8C3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91C0DF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3769D7" w:rsidRPr="003769D7" w14:paraId="1480CCF5" w14:textId="77777777" w:rsidTr="002E6462">
        <w:trPr>
          <w:trHeight w:val="300"/>
        </w:trPr>
        <w:tc>
          <w:tcPr>
            <w:tcW w:w="2198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C0D3A3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761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27F48B1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41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81479AD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5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48CD7B6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01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A3C303E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97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2138D2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12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31B91D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127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3B7FD6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3769D7" w:rsidRPr="003769D7" w14:paraId="5646EDC1" w14:textId="77777777" w:rsidTr="002E6462">
        <w:trPr>
          <w:trHeight w:val="525"/>
        </w:trPr>
        <w:tc>
          <w:tcPr>
            <w:tcW w:w="2198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C438E80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76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6BE8085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55534C0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0D579B2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8AA9A99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3F9C004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F482A87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E94450C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929CC8E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127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3992C57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3769D7" w:rsidRPr="003769D7" w14:paraId="1D0DE83E" w14:textId="77777777" w:rsidTr="002E6462">
        <w:trPr>
          <w:trHeight w:val="300"/>
        </w:trPr>
        <w:tc>
          <w:tcPr>
            <w:tcW w:w="15016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7A1BF188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Q53. 15. When seeking help has worked well, what assisted you to seek advice or support for your pain?: I was encouraged and supported by friends or family to seek help</w:t>
            </w:r>
          </w:p>
        </w:tc>
      </w:tr>
      <w:tr w:rsidR="00A141BF" w:rsidRPr="003769D7" w14:paraId="659795F1" w14:textId="77777777" w:rsidTr="002E6462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3993537D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3F6A86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74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8A6F73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1,190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865FE1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1,152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BD1E31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588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E02CE2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1,477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CABFA0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2,367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CA4819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4,084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E0B5E0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175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523483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4,319</w:t>
            </w:r>
          </w:p>
        </w:tc>
      </w:tr>
      <w:tr w:rsidR="00A141BF" w:rsidRPr="003769D7" w14:paraId="7C06BA5A" w14:textId="77777777" w:rsidTr="008D0AF7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03601E8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9803B6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33%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773726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38%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2F9862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45%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99D709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36%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7F567E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33%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CA036A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38%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95E6D4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37%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69416B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24%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A391C7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36%</w:t>
            </w:r>
          </w:p>
        </w:tc>
      </w:tr>
      <w:tr w:rsidR="00EC5F74" w:rsidRPr="003769D7" w14:paraId="1BFAA511" w14:textId="77777777" w:rsidTr="008D0AF7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30DE53" w14:textId="77777777" w:rsidR="00EC5F74" w:rsidRPr="003769D7" w:rsidRDefault="00EC5F74" w:rsidP="0019081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7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CE0B43" w14:textId="77777777" w:rsidR="00EC5F74" w:rsidRPr="003769D7" w:rsidRDefault="00EC5F74" w:rsidP="00190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9305E0" w14:textId="77777777" w:rsidR="00EC5F74" w:rsidRPr="003769D7" w:rsidRDefault="00EC5F74" w:rsidP="00190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5511A8" w14:textId="77777777" w:rsidR="00EC5F74" w:rsidRPr="003769D7" w:rsidRDefault="00EC5F74" w:rsidP="00190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93251D" w14:textId="77777777" w:rsidR="00EC5F74" w:rsidRPr="003769D7" w:rsidRDefault="00EC5F74" w:rsidP="00190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037D28" w14:textId="77777777" w:rsidR="00EC5F74" w:rsidRPr="003769D7" w:rsidRDefault="00EC5F74" w:rsidP="00190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E56D81" w14:textId="77777777" w:rsidR="00EC5F74" w:rsidRPr="003769D7" w:rsidRDefault="00EC5F74" w:rsidP="00190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A6BF02" w14:textId="77777777" w:rsidR="00EC5F74" w:rsidRPr="003769D7" w:rsidRDefault="00EC5F74" w:rsidP="00190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EC5F74" w:rsidRPr="003769D7" w14:paraId="26E76087" w14:textId="77777777" w:rsidTr="008D0AF7">
        <w:trPr>
          <w:trHeight w:val="300"/>
        </w:trPr>
        <w:tc>
          <w:tcPr>
            <w:tcW w:w="2198" w:type="dxa"/>
            <w:gridSpan w:val="2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32B562A" w14:textId="77777777" w:rsidR="00EC5F74" w:rsidRPr="003769D7" w:rsidRDefault="00EC5F74" w:rsidP="0019081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0954C9E" w14:textId="77777777" w:rsidR="00EC5F74" w:rsidRPr="003769D7" w:rsidRDefault="00EC5F74" w:rsidP="00190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AA92E8E" w14:textId="77777777" w:rsidR="00EC5F74" w:rsidRPr="003769D7" w:rsidRDefault="00EC5F74" w:rsidP="00190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76BB94E" w14:textId="77777777" w:rsidR="00EC5F74" w:rsidRPr="003769D7" w:rsidRDefault="00EC5F74" w:rsidP="00190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AB0B643" w14:textId="77777777" w:rsidR="00EC5F74" w:rsidRPr="003769D7" w:rsidRDefault="00EC5F74" w:rsidP="00190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84CE26A" w14:textId="77777777" w:rsidR="00EC5F74" w:rsidRPr="003769D7" w:rsidRDefault="00EC5F74" w:rsidP="00190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896A738" w14:textId="77777777" w:rsidR="00EC5F74" w:rsidRPr="003769D7" w:rsidRDefault="00EC5F74" w:rsidP="00190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699D75A" w14:textId="77777777" w:rsidR="00EC5F74" w:rsidRPr="003769D7" w:rsidRDefault="00EC5F74" w:rsidP="00190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EC5F74" w:rsidRPr="003769D7" w14:paraId="4C733F0A" w14:textId="77777777" w:rsidTr="00190810">
        <w:trPr>
          <w:trHeight w:val="525"/>
        </w:trPr>
        <w:tc>
          <w:tcPr>
            <w:tcW w:w="2198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56EE3CD" w14:textId="77777777" w:rsidR="00EC5F74" w:rsidRPr="003769D7" w:rsidRDefault="00EC5F74" w:rsidP="00190810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76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A25F142" w14:textId="77777777" w:rsidR="00EC5F74" w:rsidRPr="003769D7" w:rsidRDefault="00EC5F74" w:rsidP="00190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CA55D3F" w14:textId="77777777" w:rsidR="00EC5F74" w:rsidRPr="003769D7" w:rsidRDefault="00EC5F74" w:rsidP="00190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EF725C8" w14:textId="77777777" w:rsidR="00EC5F74" w:rsidRPr="003769D7" w:rsidRDefault="00EC5F74" w:rsidP="00190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A715914" w14:textId="77777777" w:rsidR="00EC5F74" w:rsidRPr="003769D7" w:rsidRDefault="00EC5F74" w:rsidP="00190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9730BA4" w14:textId="77777777" w:rsidR="00EC5F74" w:rsidRPr="003769D7" w:rsidRDefault="00EC5F74" w:rsidP="00190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D924EF9" w14:textId="77777777" w:rsidR="00EC5F74" w:rsidRPr="003769D7" w:rsidRDefault="00EC5F74" w:rsidP="00190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0EC695F" w14:textId="77777777" w:rsidR="00EC5F74" w:rsidRPr="003769D7" w:rsidRDefault="00EC5F74" w:rsidP="00190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8931CDB" w14:textId="77777777" w:rsidR="00EC5F74" w:rsidRPr="003769D7" w:rsidRDefault="00EC5F74" w:rsidP="00190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127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EC6D201" w14:textId="77777777" w:rsidR="00EC5F74" w:rsidRPr="003769D7" w:rsidRDefault="00EC5F74" w:rsidP="00190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EC5F74" w:rsidRPr="003769D7" w14:paraId="4E68E616" w14:textId="77777777" w:rsidTr="00190810">
        <w:trPr>
          <w:trHeight w:val="300"/>
        </w:trPr>
        <w:tc>
          <w:tcPr>
            <w:tcW w:w="11614" w:type="dxa"/>
            <w:gridSpan w:val="8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7C4631D4" w14:textId="46C55FFC" w:rsidR="00EC5F74" w:rsidRPr="00567379" w:rsidRDefault="00567379" w:rsidP="00567379">
            <w:pPr>
              <w:rPr>
                <w:rFonts w:ascii="Aptos Narrow" w:hAnsi="Aptos Narrow"/>
                <w:b/>
                <w:bCs/>
                <w:i/>
                <w:iCs/>
                <w:color w:val="000000"/>
              </w:rPr>
            </w:pPr>
            <w:r>
              <w:rPr>
                <w:rFonts w:ascii="Aptos Narrow" w:hAnsi="Aptos Narrow"/>
                <w:b/>
                <w:bCs/>
                <w:i/>
                <w:iCs/>
                <w:color w:val="000000"/>
              </w:rPr>
              <w:t>Q53. 15. When seeking help has worked well, what assisted you to seek advice or support for your pain?: Other (please specify)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2BF291FF" w14:textId="77777777" w:rsidR="00EC5F74" w:rsidRPr="003769D7" w:rsidRDefault="00EC5F74" w:rsidP="00190810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13D7A068" w14:textId="77777777" w:rsidR="00EC5F74" w:rsidRPr="003769D7" w:rsidRDefault="00EC5F74" w:rsidP="00190810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5231752B" w14:textId="77777777" w:rsidR="00EC5F74" w:rsidRPr="003769D7" w:rsidRDefault="00EC5F74" w:rsidP="00190810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567379" w:rsidRPr="003769D7" w14:paraId="5613850A" w14:textId="77777777" w:rsidTr="008D0AF7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294FB050" w14:textId="77777777" w:rsidR="00567379" w:rsidRPr="003769D7" w:rsidRDefault="00567379" w:rsidP="00567379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</w:tcPr>
          <w:p w14:paraId="712BAA20" w14:textId="3C2909F7" w:rsidR="00567379" w:rsidRPr="003769D7" w:rsidRDefault="00567379" w:rsidP="0056737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>
              <w:rPr>
                <w:rFonts w:ascii="Aptos Narrow" w:hAnsi="Aptos Narrow"/>
                <w:b/>
                <w:bCs/>
                <w:i/>
                <w:iCs/>
                <w:color w:val="000000"/>
              </w:rPr>
              <w:t>24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</w:tcPr>
          <w:p w14:paraId="332A8F41" w14:textId="0D70189C" w:rsidR="00567379" w:rsidRPr="003769D7" w:rsidRDefault="00567379" w:rsidP="0056737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>
              <w:rPr>
                <w:rFonts w:ascii="Aptos Narrow" w:hAnsi="Aptos Narrow"/>
                <w:b/>
                <w:bCs/>
                <w:i/>
                <w:iCs/>
                <w:color w:val="000000"/>
              </w:rPr>
              <w:t>338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</w:tcPr>
          <w:p w14:paraId="02C66D62" w14:textId="206CBDEA" w:rsidR="00567379" w:rsidRPr="003769D7" w:rsidRDefault="00567379" w:rsidP="0056737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>
              <w:rPr>
                <w:rFonts w:ascii="Aptos Narrow" w:hAnsi="Aptos Narrow"/>
                <w:b/>
                <w:bCs/>
                <w:i/>
                <w:iCs/>
                <w:color w:val="000000"/>
              </w:rPr>
              <w:t>223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</w:tcPr>
          <w:p w14:paraId="115F07FE" w14:textId="06BE780D" w:rsidR="00567379" w:rsidRPr="003769D7" w:rsidRDefault="00567379" w:rsidP="0056737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>
              <w:rPr>
                <w:rFonts w:ascii="Aptos Narrow" w:hAnsi="Aptos Narrow"/>
                <w:b/>
                <w:bCs/>
                <w:i/>
                <w:iCs/>
                <w:color w:val="000000"/>
              </w:rPr>
              <w:t>109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</w:tcPr>
          <w:p w14:paraId="05C26862" w14:textId="54104D7C" w:rsidR="00567379" w:rsidRPr="003769D7" w:rsidRDefault="00567379" w:rsidP="0056737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>
              <w:rPr>
                <w:rFonts w:ascii="Aptos Narrow" w:hAnsi="Aptos Narrow"/>
                <w:b/>
                <w:bCs/>
                <w:i/>
                <w:iCs/>
                <w:color w:val="000000"/>
              </w:rPr>
              <w:t>335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</w:tcPr>
          <w:p w14:paraId="0E2B1833" w14:textId="107961D2" w:rsidR="00567379" w:rsidRPr="003769D7" w:rsidRDefault="00567379" w:rsidP="0056737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>
              <w:rPr>
                <w:rFonts w:ascii="Aptos Narrow" w:hAnsi="Aptos Narrow"/>
                <w:b/>
                <w:bCs/>
                <w:i/>
                <w:iCs/>
                <w:color w:val="000000"/>
              </w:rPr>
              <w:t>466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</w:tcPr>
          <w:p w14:paraId="264C1088" w14:textId="1BAA6B9D" w:rsidR="00567379" w:rsidRPr="003769D7" w:rsidRDefault="00567379" w:rsidP="0056737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>
              <w:rPr>
                <w:rFonts w:ascii="Aptos Narrow" w:hAnsi="Aptos Narrow"/>
                <w:b/>
                <w:bCs/>
                <w:i/>
                <w:iCs/>
                <w:color w:val="000000"/>
              </w:rPr>
              <w:t>821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</w:tcPr>
          <w:p w14:paraId="4F22E721" w14:textId="73EF33F5" w:rsidR="00567379" w:rsidRPr="003769D7" w:rsidRDefault="00567379" w:rsidP="0056737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>
              <w:rPr>
                <w:rFonts w:ascii="Aptos Narrow" w:hAnsi="Aptos Narrow"/>
                <w:b/>
                <w:bCs/>
                <w:i/>
                <w:iCs/>
                <w:color w:val="000000"/>
              </w:rPr>
              <w:t>60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</w:tcPr>
          <w:p w14:paraId="0909BFE6" w14:textId="3AA93A9C" w:rsidR="00567379" w:rsidRPr="003769D7" w:rsidRDefault="00567379" w:rsidP="0056737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>
              <w:rPr>
                <w:rFonts w:ascii="Aptos Narrow" w:hAnsi="Aptos Narrow"/>
                <w:b/>
                <w:bCs/>
                <w:i/>
                <w:iCs/>
                <w:color w:val="000000"/>
              </w:rPr>
              <w:t>892</w:t>
            </w:r>
          </w:p>
        </w:tc>
      </w:tr>
      <w:tr w:rsidR="00567379" w:rsidRPr="003769D7" w14:paraId="14B21441" w14:textId="77777777" w:rsidTr="008D0AF7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45E3AA19" w14:textId="77777777" w:rsidR="00567379" w:rsidRPr="003769D7" w:rsidRDefault="00567379" w:rsidP="0056737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</w:tcPr>
          <w:p w14:paraId="4A015646" w14:textId="093A4F36" w:rsidR="00567379" w:rsidRPr="003769D7" w:rsidRDefault="00567379" w:rsidP="0056737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>
              <w:rPr>
                <w:rFonts w:ascii="Aptos Narrow" w:hAnsi="Aptos Narrow"/>
                <w:color w:val="000000"/>
              </w:rPr>
              <w:t>11%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</w:tcPr>
          <w:p w14:paraId="3057A96D" w14:textId="1CFD8A9C" w:rsidR="00567379" w:rsidRPr="003769D7" w:rsidRDefault="00567379" w:rsidP="0056737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>
              <w:rPr>
                <w:rFonts w:ascii="Aptos Narrow" w:hAnsi="Aptos Narrow"/>
                <w:color w:val="000000"/>
              </w:rPr>
              <w:t>11%</w:t>
            </w:r>
            <w:r>
              <w:rPr>
                <w:rFonts w:ascii="Aptos Narrow" w:hAnsi="Aptos Narrow"/>
                <w:color w:val="74B230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</w:tcPr>
          <w:p w14:paraId="2E0B86F3" w14:textId="45BB3ACB" w:rsidR="00567379" w:rsidRPr="003769D7" w:rsidRDefault="00567379" w:rsidP="0056737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>
              <w:rPr>
                <w:rFonts w:ascii="Aptos Narrow" w:hAnsi="Aptos Narrow"/>
                <w:color w:val="000000"/>
              </w:rPr>
              <w:t>9%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</w:tcPr>
          <w:p w14:paraId="0B44F5A4" w14:textId="3ACB5975" w:rsidR="00567379" w:rsidRPr="003769D7" w:rsidRDefault="00567379" w:rsidP="0056737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>
              <w:rPr>
                <w:rFonts w:ascii="Aptos Narrow" w:hAnsi="Aptos Narrow"/>
                <w:color w:val="000000"/>
              </w:rPr>
              <w:t>7%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</w:tcPr>
          <w:p w14:paraId="6F90547D" w14:textId="2633C3EF" w:rsidR="00567379" w:rsidRPr="003769D7" w:rsidRDefault="00567379" w:rsidP="0056737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>
              <w:rPr>
                <w:rFonts w:ascii="Aptos Narrow" w:hAnsi="Aptos Narrow"/>
                <w:color w:val="000000"/>
              </w:rPr>
              <w:t>8%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</w:tcPr>
          <w:p w14:paraId="0F063D4B" w14:textId="2AF066EA" w:rsidR="00567379" w:rsidRPr="003769D7" w:rsidRDefault="00567379" w:rsidP="0056737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>
              <w:rPr>
                <w:rFonts w:ascii="Aptos Narrow" w:hAnsi="Aptos Narrow"/>
                <w:color w:val="000000"/>
              </w:rPr>
              <w:t>8%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</w:tcPr>
          <w:p w14:paraId="7D6A1FB6" w14:textId="63A8F699" w:rsidR="00567379" w:rsidRPr="003769D7" w:rsidRDefault="00567379" w:rsidP="0056737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>
              <w:rPr>
                <w:rFonts w:ascii="Aptos Narrow" w:hAnsi="Aptos Narrow"/>
                <w:color w:val="000000"/>
              </w:rPr>
              <w:t>8%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</w:tcPr>
          <w:p w14:paraId="6B4F9588" w14:textId="64093262" w:rsidR="00567379" w:rsidRPr="003769D7" w:rsidRDefault="00567379" w:rsidP="0056737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>
              <w:rPr>
                <w:rFonts w:ascii="Aptos Narrow" w:hAnsi="Aptos Narrow"/>
                <w:color w:val="000000"/>
              </w:rPr>
              <w:t>8%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</w:tcPr>
          <w:p w14:paraId="67286B87" w14:textId="4FDEBB88" w:rsidR="00567379" w:rsidRPr="003769D7" w:rsidRDefault="00567379" w:rsidP="0056737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>
              <w:rPr>
                <w:rFonts w:ascii="Aptos Narrow" w:hAnsi="Aptos Narrow"/>
                <w:color w:val="000000"/>
              </w:rPr>
              <w:t>8%</w:t>
            </w:r>
          </w:p>
        </w:tc>
      </w:tr>
      <w:tr w:rsidR="00A141BF" w:rsidRPr="003769D7" w14:paraId="13A329F0" w14:textId="77777777" w:rsidTr="002E6462">
        <w:trPr>
          <w:trHeight w:val="300"/>
        </w:trPr>
        <w:tc>
          <w:tcPr>
            <w:tcW w:w="109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92811E5" w14:textId="7C69DE29" w:rsidR="00EC5F74" w:rsidRPr="003769D7" w:rsidRDefault="00EC5F74" w:rsidP="00EC5F7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09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1435A22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FE578F6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15E2818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43504EF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10B2FBF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53393F1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6BF716D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96F1326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53E8D9E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BCBC722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3769D7" w:rsidRPr="003769D7" w14:paraId="36788B4C" w14:textId="77777777" w:rsidTr="002E6462">
        <w:trPr>
          <w:trHeight w:val="300"/>
        </w:trPr>
        <w:tc>
          <w:tcPr>
            <w:tcW w:w="2198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0F2CD5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bookmarkStart w:id="0" w:name="_Hlk203036963"/>
            <w:r w:rsidRPr="003769D7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761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DBD3344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41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E64804F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5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09B30E9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01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CB04F29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97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2D99CA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12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15C8F5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127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6F2AA3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3769D7" w:rsidRPr="003769D7" w14:paraId="4CAC58EE" w14:textId="77777777" w:rsidTr="002E6462">
        <w:trPr>
          <w:trHeight w:val="525"/>
        </w:trPr>
        <w:tc>
          <w:tcPr>
            <w:tcW w:w="2198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984B1F5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76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2ABEB8F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878817A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20BE576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D6EBCED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C52C0DE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DBDC65D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46F9CB9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8DC553A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127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7BE5AC1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6F59DA" w:rsidRPr="003769D7" w14:paraId="6795FEA0" w14:textId="77777777" w:rsidTr="002E6462">
        <w:trPr>
          <w:trHeight w:val="300"/>
        </w:trPr>
        <w:tc>
          <w:tcPr>
            <w:tcW w:w="11614" w:type="dxa"/>
            <w:gridSpan w:val="8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0ADC92DB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Q55. 16. Did you experience any of the following challenges with accessing services?: Cost being too high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4AFAA0B8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0BF47F6D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3DC91E23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A141BF" w:rsidRPr="003769D7" w14:paraId="252A5D2D" w14:textId="77777777" w:rsidTr="002E6462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00563F22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7C0AA4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153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550749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2,439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A95285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2,001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73AB48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1,088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22DA20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2,924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BAE86D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4,227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178CAB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7,510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204AC2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385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84E76A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7,974</w:t>
            </w:r>
          </w:p>
        </w:tc>
      </w:tr>
      <w:tr w:rsidR="00A141BF" w:rsidRPr="003769D7" w14:paraId="68FF8302" w14:textId="77777777" w:rsidTr="002E6462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65455AE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0BCCAF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69%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5C38CB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79%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9FB508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78%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94C4BE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67%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F083A4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66%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9B178F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68%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87A38C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68%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3E1FC9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53%*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FA4312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67%</w:t>
            </w:r>
          </w:p>
        </w:tc>
      </w:tr>
      <w:bookmarkEnd w:id="0"/>
    </w:tbl>
    <w:p w14:paraId="7C54AAB5" w14:textId="77777777" w:rsidR="00B33F4D" w:rsidRDefault="00B33F4D">
      <w:r>
        <w:br w:type="page"/>
      </w:r>
    </w:p>
    <w:tbl>
      <w:tblPr>
        <w:tblW w:w="15016" w:type="dxa"/>
        <w:tblInd w:w="5" w:type="dxa"/>
        <w:tblLook w:val="04A0" w:firstRow="1" w:lastRow="0" w:firstColumn="1" w:lastColumn="0" w:noHBand="0" w:noVBand="1"/>
      </w:tblPr>
      <w:tblGrid>
        <w:gridCol w:w="1099"/>
        <w:gridCol w:w="1099"/>
        <w:gridCol w:w="1761"/>
        <w:gridCol w:w="1418"/>
        <w:gridCol w:w="1559"/>
        <w:gridCol w:w="1701"/>
        <w:gridCol w:w="1418"/>
        <w:gridCol w:w="1559"/>
        <w:gridCol w:w="1134"/>
        <w:gridCol w:w="992"/>
        <w:gridCol w:w="1276"/>
      </w:tblGrid>
      <w:tr w:rsidR="00A141BF" w:rsidRPr="003769D7" w14:paraId="75D23250" w14:textId="77777777" w:rsidTr="00B33F4D">
        <w:trPr>
          <w:trHeight w:val="300"/>
        </w:trPr>
        <w:tc>
          <w:tcPr>
            <w:tcW w:w="1099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D51C0A4" w14:textId="06E0E242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099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458100C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61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16C663D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69B0FBF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5B7E735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B2DA769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17C21BD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2272B26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3AF2254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0C4BBF8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66BEF91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3769D7" w:rsidRPr="003769D7" w14:paraId="07F235F5" w14:textId="77777777" w:rsidTr="00B33F4D">
        <w:trPr>
          <w:trHeight w:val="300"/>
        </w:trPr>
        <w:tc>
          <w:tcPr>
            <w:tcW w:w="2198" w:type="dxa"/>
            <w:gridSpan w:val="2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CAC4F9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977672D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4BE0249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86A9BA9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CE286DF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95D091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133207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17105A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3769D7" w:rsidRPr="003769D7" w14:paraId="63516094" w14:textId="77777777" w:rsidTr="002E6462">
        <w:trPr>
          <w:trHeight w:val="525"/>
        </w:trPr>
        <w:tc>
          <w:tcPr>
            <w:tcW w:w="2198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20C9AA8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76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8960C63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F662308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C5AC76A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1A121B8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D97858E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8EB8036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DA2797A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D1AF957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127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EDC4509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6F59DA" w:rsidRPr="003769D7" w14:paraId="6310BABE" w14:textId="77777777" w:rsidTr="002E6462">
        <w:trPr>
          <w:trHeight w:val="300"/>
        </w:trPr>
        <w:tc>
          <w:tcPr>
            <w:tcW w:w="11614" w:type="dxa"/>
            <w:gridSpan w:val="8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43F306C6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Q55. 16. Did you experience any of the following challenges with accessing services?: Long wait times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5D57C12E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0A9AE718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73A02DFA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A141BF" w:rsidRPr="003769D7" w14:paraId="6F390750" w14:textId="77777777" w:rsidTr="002E6462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13D8ECA8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3FBB68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153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A956C0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2,341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15DF10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1,813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BF3908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966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9FB4FE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2,874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9340D6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3,679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CF2A2B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6,844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358049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364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2B4053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7,282</w:t>
            </w:r>
          </w:p>
        </w:tc>
      </w:tr>
      <w:tr w:rsidR="00A141BF" w:rsidRPr="003769D7" w14:paraId="7453ED15" w14:textId="77777777" w:rsidTr="002E6462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79DA7D5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E06BD5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69%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39A3A2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75%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EB6911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70%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CE8D06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59%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A910B4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65%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969FA7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60%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1BB252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62%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38D85F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51%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75A0A9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62%</w:t>
            </w:r>
          </w:p>
        </w:tc>
      </w:tr>
      <w:tr w:rsidR="00A141BF" w:rsidRPr="003769D7" w14:paraId="35B79FC4" w14:textId="77777777" w:rsidTr="0094258E">
        <w:trPr>
          <w:trHeight w:val="300"/>
        </w:trPr>
        <w:tc>
          <w:tcPr>
            <w:tcW w:w="1099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2BB365D" w14:textId="5D07B8A1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099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32171D0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61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5182535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A584AC7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8399D0B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54A864A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70E8FD1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4AFEA9D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BC870E2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39F84DD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9B8E861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3769D7" w:rsidRPr="003769D7" w14:paraId="05B96573" w14:textId="77777777" w:rsidTr="0094258E">
        <w:trPr>
          <w:trHeight w:val="300"/>
        </w:trPr>
        <w:tc>
          <w:tcPr>
            <w:tcW w:w="2198" w:type="dxa"/>
            <w:gridSpan w:val="2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5A8FA8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EA0D89B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BA27392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23889E6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E0EF893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F62E5D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01812B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691E2D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3769D7" w:rsidRPr="003769D7" w14:paraId="756221E6" w14:textId="77777777" w:rsidTr="002E6462">
        <w:trPr>
          <w:trHeight w:val="525"/>
        </w:trPr>
        <w:tc>
          <w:tcPr>
            <w:tcW w:w="2198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475977D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76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E415E6B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CCFF7B3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15E7D25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0F3DC99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6627921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ACDAC86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F60653D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0189B1C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127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B033701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6F59DA" w:rsidRPr="003769D7" w14:paraId="07D26D37" w14:textId="77777777" w:rsidTr="002E6462">
        <w:trPr>
          <w:trHeight w:val="300"/>
        </w:trPr>
        <w:tc>
          <w:tcPr>
            <w:tcW w:w="11614" w:type="dxa"/>
            <w:gridSpan w:val="8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50BB78CD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Q55. 16. Did you experience any of the following challenges with accessing services?: Delayed diagnosis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4316413D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47D1A929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5153683B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A141BF" w:rsidRPr="003769D7" w14:paraId="67A5C863" w14:textId="77777777" w:rsidTr="002E6462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2EB478ED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C8FDA7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127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5BBD95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1,990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28D087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1,593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7898ED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793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33AE73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2,343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5C4F98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3,240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0A593F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5,883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B2B835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264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F59808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6,209</w:t>
            </w:r>
          </w:p>
        </w:tc>
      </w:tr>
      <w:tr w:rsidR="00A141BF" w:rsidRPr="003769D7" w14:paraId="49F521E6" w14:textId="77777777" w:rsidTr="002E6462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5E05610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F67DB9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57%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E60742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64%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5556B9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62%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90C5A4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49%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9EFAC5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53%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AB40E1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52%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88DDCA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54%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555D68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37%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913717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53%</w:t>
            </w:r>
          </w:p>
        </w:tc>
      </w:tr>
      <w:tr w:rsidR="00A141BF" w:rsidRPr="003769D7" w14:paraId="7E99C1EF" w14:textId="77777777" w:rsidTr="002E6462">
        <w:trPr>
          <w:trHeight w:val="300"/>
        </w:trPr>
        <w:tc>
          <w:tcPr>
            <w:tcW w:w="1099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224075" w14:textId="77777777" w:rsidR="003769D7" w:rsidRPr="003769D7" w:rsidRDefault="003769D7" w:rsidP="0092327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099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0FA26B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D6BB83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E465DB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247785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0A17E9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442361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0E22FE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61538D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CF0391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C8A61E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3769D7" w:rsidRPr="003769D7" w14:paraId="3B1FEBF2" w14:textId="77777777" w:rsidTr="00867E6E">
        <w:trPr>
          <w:trHeight w:val="300"/>
        </w:trPr>
        <w:tc>
          <w:tcPr>
            <w:tcW w:w="2198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E1D800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761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CC5D01C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41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BCD78CB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5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49FED8B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01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668D99E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97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F71605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12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B8A7AB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127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A92C1C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3769D7" w:rsidRPr="003769D7" w14:paraId="73585AD7" w14:textId="77777777" w:rsidTr="00867E6E">
        <w:trPr>
          <w:trHeight w:val="525"/>
        </w:trPr>
        <w:tc>
          <w:tcPr>
            <w:tcW w:w="2198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2AB6CCB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76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5798556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1FCE2B2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D91B82F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A539DBF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4D7647A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6369016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64267D1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C95B63D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127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67CF88F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6F59DA" w:rsidRPr="003769D7" w14:paraId="4773BB30" w14:textId="77777777" w:rsidTr="00867E6E">
        <w:trPr>
          <w:trHeight w:val="300"/>
        </w:trPr>
        <w:tc>
          <w:tcPr>
            <w:tcW w:w="11614" w:type="dxa"/>
            <w:gridSpan w:val="8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1FA1E298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Q55. 16. Did you experience any of the following challenges with accessing services?: Misdiagnosis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207E97B2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338E3D2A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72CD4241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A141BF" w:rsidRPr="003769D7" w14:paraId="65222C14" w14:textId="77777777" w:rsidTr="00867E6E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3DE0F8C7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AB4CA0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111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4B833D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1,680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9A8530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1,300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985402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658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7FAFC7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1,858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2B5764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2,614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687F32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4,726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887620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236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CC88EF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5,016</w:t>
            </w:r>
          </w:p>
        </w:tc>
      </w:tr>
      <w:tr w:rsidR="00A141BF" w:rsidRPr="003769D7" w14:paraId="56CFE932" w14:textId="77777777" w:rsidTr="00867E6E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6B01EB4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3AC183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50%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C293DD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54%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536F8E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51%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8F6FFB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40%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6BE0FB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42%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46DA45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42%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D4674A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43%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2F6C6D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33%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038318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42%</w:t>
            </w:r>
          </w:p>
        </w:tc>
      </w:tr>
      <w:tr w:rsidR="00A141BF" w:rsidRPr="003769D7" w14:paraId="462A35A6" w14:textId="77777777" w:rsidTr="00867E6E">
        <w:trPr>
          <w:trHeight w:val="300"/>
        </w:trPr>
        <w:tc>
          <w:tcPr>
            <w:tcW w:w="109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131FA0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09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550E635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B9C6409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9B6781F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82B28B5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AC593E0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8C6D655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F19728A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E4BF50A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30489D4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02853F9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3769D7" w:rsidRPr="003769D7" w14:paraId="2ED2243F" w14:textId="77777777" w:rsidTr="00867E6E">
        <w:trPr>
          <w:trHeight w:val="300"/>
        </w:trPr>
        <w:tc>
          <w:tcPr>
            <w:tcW w:w="2198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29BDD4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761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0846B5F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41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317E40B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5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6944D3E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01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26415CB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97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4A4F78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12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7B87D0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127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BA0B1D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3769D7" w:rsidRPr="003769D7" w14:paraId="1B5045CD" w14:textId="77777777" w:rsidTr="00867E6E">
        <w:trPr>
          <w:trHeight w:val="525"/>
        </w:trPr>
        <w:tc>
          <w:tcPr>
            <w:tcW w:w="2198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EC55AC1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76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4377E1A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FED52B5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E8ACA7D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D86E3FF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AE56528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D66A03A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51D8BBD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986B41D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127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FB8B04C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3769D7" w:rsidRPr="003769D7" w14:paraId="4929D940" w14:textId="77777777" w:rsidTr="00867E6E">
        <w:trPr>
          <w:trHeight w:val="300"/>
        </w:trPr>
        <w:tc>
          <w:tcPr>
            <w:tcW w:w="12748" w:type="dxa"/>
            <w:gridSpan w:val="9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71929C6A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Q55. 16. Did you experience any of the following challenges with accessing services?: Being ignored or dismissed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208791A2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0BEAC8E6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A141BF" w:rsidRPr="003769D7" w14:paraId="5FCBCBD2" w14:textId="77777777" w:rsidTr="00867E6E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658040D8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4447B1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167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2329B9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2,485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A87A3D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2,069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0A5E4A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1,061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74170E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3,190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495E58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4,319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594279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7,920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FBEBB3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367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32223F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8,370</w:t>
            </w:r>
          </w:p>
        </w:tc>
      </w:tr>
      <w:tr w:rsidR="00A141BF" w:rsidRPr="003769D7" w14:paraId="144C0263" w14:textId="77777777" w:rsidTr="00867E6E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28571D7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1133B5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75%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9D79CB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80%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FA50AB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80%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998618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65%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5E22C1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72%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0C35DF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70%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1F8386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72%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A997ED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51%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DA3143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71%</w:t>
            </w:r>
          </w:p>
        </w:tc>
      </w:tr>
    </w:tbl>
    <w:p w14:paraId="5C5F3A4F" w14:textId="77777777" w:rsidR="00FF3401" w:rsidRDefault="00FF3401">
      <w:r>
        <w:br w:type="page"/>
      </w:r>
    </w:p>
    <w:tbl>
      <w:tblPr>
        <w:tblW w:w="15016" w:type="dxa"/>
        <w:tblInd w:w="5" w:type="dxa"/>
        <w:tblLook w:val="04A0" w:firstRow="1" w:lastRow="0" w:firstColumn="1" w:lastColumn="0" w:noHBand="0" w:noVBand="1"/>
      </w:tblPr>
      <w:tblGrid>
        <w:gridCol w:w="1099"/>
        <w:gridCol w:w="1099"/>
        <w:gridCol w:w="1761"/>
        <w:gridCol w:w="1418"/>
        <w:gridCol w:w="1559"/>
        <w:gridCol w:w="1701"/>
        <w:gridCol w:w="1418"/>
        <w:gridCol w:w="1559"/>
        <w:gridCol w:w="1134"/>
        <w:gridCol w:w="992"/>
        <w:gridCol w:w="1276"/>
      </w:tblGrid>
      <w:tr w:rsidR="00A141BF" w:rsidRPr="003769D7" w14:paraId="4CE9C8F6" w14:textId="77777777" w:rsidTr="00E24F65">
        <w:trPr>
          <w:trHeight w:val="300"/>
        </w:trPr>
        <w:tc>
          <w:tcPr>
            <w:tcW w:w="1099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3045978" w14:textId="03AB4413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099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8E931B4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61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5248974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5B9F06C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9492B6F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714371D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D931BB2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F9A2C12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8996F0D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1462E9F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C776EFE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3769D7" w:rsidRPr="003769D7" w14:paraId="1D3AEAD1" w14:textId="77777777" w:rsidTr="00E24F65">
        <w:trPr>
          <w:trHeight w:val="300"/>
        </w:trPr>
        <w:tc>
          <w:tcPr>
            <w:tcW w:w="2198" w:type="dxa"/>
            <w:gridSpan w:val="2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5E69C7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B0C222A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B87AF47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F5C00BF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79583F1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DF3853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24BB3C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D3CB6B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3769D7" w:rsidRPr="003769D7" w14:paraId="79CEB34E" w14:textId="77777777" w:rsidTr="00867E6E">
        <w:trPr>
          <w:trHeight w:val="525"/>
        </w:trPr>
        <w:tc>
          <w:tcPr>
            <w:tcW w:w="2198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84F2778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76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FAA14BE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AEA711A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F01AF23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EA8B07F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887EFBA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2046226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D3632C1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34605FC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127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0604F4B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6F59DA" w:rsidRPr="003769D7" w14:paraId="6BE8564C" w14:textId="77777777" w:rsidTr="00867E6E">
        <w:trPr>
          <w:trHeight w:val="300"/>
        </w:trPr>
        <w:tc>
          <w:tcPr>
            <w:tcW w:w="11614" w:type="dxa"/>
            <w:gridSpan w:val="8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09C1BDFC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Q55. 16. Did you experience any of the following challenges with accessing services?: Sexism or misogyny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68A22FC1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310EFCB2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2700FCA0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A141BF" w:rsidRPr="003769D7" w14:paraId="109F2CA9" w14:textId="77777777" w:rsidTr="00867E6E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4B438916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8EEE4F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93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FD3892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1,469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140EBA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1,288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29CCA0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499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3FEFAC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1,328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7E6AF4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2,068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7DE351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3,640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2A7A37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124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436426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3,796</w:t>
            </w:r>
          </w:p>
        </w:tc>
      </w:tr>
      <w:tr w:rsidR="00A141BF" w:rsidRPr="003769D7" w14:paraId="4339097D" w14:textId="77777777" w:rsidTr="00867E6E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458119C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4C78F1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42%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6CA038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47%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EF5600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50%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670CED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31%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0BB1A9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30%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4F7031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34%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33D8D9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33%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B6D178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17%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32D12D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32%</w:t>
            </w:r>
          </w:p>
        </w:tc>
      </w:tr>
      <w:tr w:rsidR="00A141BF" w:rsidRPr="003769D7" w14:paraId="000BD164" w14:textId="77777777" w:rsidTr="008C184E">
        <w:trPr>
          <w:trHeight w:val="300"/>
        </w:trPr>
        <w:tc>
          <w:tcPr>
            <w:tcW w:w="109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E2DE782" w14:textId="318ECB9C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09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2176408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6655FD9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A1AD29C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20E8F28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39694E7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2DB0B35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849BDF1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008C554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B870E3F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73A3B90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3769D7" w:rsidRPr="003769D7" w14:paraId="33BE23B7" w14:textId="77777777" w:rsidTr="008C184E">
        <w:trPr>
          <w:trHeight w:val="315"/>
        </w:trPr>
        <w:tc>
          <w:tcPr>
            <w:tcW w:w="2198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59EBA1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761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555796B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41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B1FC3C8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5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CA69530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01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DB641DA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97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4094C3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12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3BDDC4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127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5B88B2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3769D7" w:rsidRPr="003769D7" w14:paraId="5879D060" w14:textId="77777777" w:rsidTr="008C184E">
        <w:trPr>
          <w:trHeight w:val="525"/>
        </w:trPr>
        <w:tc>
          <w:tcPr>
            <w:tcW w:w="2198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06CFC33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76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013E667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67AC7E5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F538B2A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30E7E1C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E08C653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1AD22F0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A22214A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A63CE07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127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1E3BA95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6F59DA" w:rsidRPr="003769D7" w14:paraId="11180A1D" w14:textId="77777777" w:rsidTr="008C184E">
        <w:trPr>
          <w:trHeight w:val="300"/>
        </w:trPr>
        <w:tc>
          <w:tcPr>
            <w:tcW w:w="11614" w:type="dxa"/>
            <w:gridSpan w:val="8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543BE271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Q55. 16. Did you experience any of the following challenges with accessing services?: Lack of cultural safety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186AF4A7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5A3857D9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3E8F0DFA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A141BF" w:rsidRPr="003769D7" w14:paraId="015D3C2A" w14:textId="77777777" w:rsidTr="008C184E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6248A94A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89362E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64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946551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172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A3C3CE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147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3F893E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185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24ECAA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102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3C22CC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224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B3DD2A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355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DC6EEC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7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3C395F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367</w:t>
            </w:r>
          </w:p>
        </w:tc>
      </w:tr>
      <w:tr w:rsidR="00A141BF" w:rsidRPr="003769D7" w14:paraId="312ABED6" w14:textId="77777777" w:rsidTr="008C184E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70D9CE6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ED039A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29%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53FD6B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D1DF73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1A2AC3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8B47CC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F24129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5E945E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12C7B9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28E890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</w:tr>
      <w:tr w:rsidR="00A141BF" w:rsidRPr="003769D7" w14:paraId="3D55E4B6" w14:textId="77777777" w:rsidTr="008C184E">
        <w:trPr>
          <w:trHeight w:val="300"/>
        </w:trPr>
        <w:tc>
          <w:tcPr>
            <w:tcW w:w="1099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E7D88F" w14:textId="77777777" w:rsidR="003769D7" w:rsidRPr="003769D7" w:rsidRDefault="003769D7" w:rsidP="00C350A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099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6BB501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0B8CAE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20B439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AEAD58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3D037A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BB388F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75AC9A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6B63F1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E5DFC8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C6BD38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3769D7" w:rsidRPr="003769D7" w14:paraId="0ABA91AD" w14:textId="77777777" w:rsidTr="008C184E">
        <w:trPr>
          <w:trHeight w:val="300"/>
        </w:trPr>
        <w:tc>
          <w:tcPr>
            <w:tcW w:w="2198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1847B7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761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28197C3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41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0A806A2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5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91332D1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01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0915E16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97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3D3238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12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60681A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127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2A7CEE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3769D7" w:rsidRPr="003769D7" w14:paraId="46A024D0" w14:textId="77777777" w:rsidTr="008C184E">
        <w:trPr>
          <w:trHeight w:val="525"/>
        </w:trPr>
        <w:tc>
          <w:tcPr>
            <w:tcW w:w="2198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2734E13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76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C86F989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11FACF3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73AB840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2BB3E27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44C1BE9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6D786E5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55EE371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448679A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127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8BB5B07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3769D7" w:rsidRPr="003769D7" w14:paraId="2E79E6DE" w14:textId="77777777" w:rsidTr="008C184E">
        <w:trPr>
          <w:trHeight w:val="300"/>
        </w:trPr>
        <w:tc>
          <w:tcPr>
            <w:tcW w:w="13740" w:type="dxa"/>
            <w:gridSpan w:val="10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08B1106A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Q55. 16. Did you experience any of the following challenges with accessing services?: No, I did not experience any of these challenges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0BCF659D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A141BF" w:rsidRPr="003769D7" w14:paraId="5DC437AC" w14:textId="77777777" w:rsidTr="008C184E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159A9A48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71D888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14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30AC09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74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E8B20C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53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A74FD2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122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520CE6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239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69B54A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351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00C7C7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539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A0EBDB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102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291C87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653</w:t>
            </w:r>
          </w:p>
        </w:tc>
      </w:tr>
      <w:tr w:rsidR="00A141BF" w:rsidRPr="003769D7" w14:paraId="60BEAA54" w14:textId="77777777" w:rsidTr="008C184E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4B98B56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C73E3D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4F7B9F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EA722C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CEE46D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C21A85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244B8F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179038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A87ED3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BA414C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</w:tr>
      <w:tr w:rsidR="00A141BF" w:rsidRPr="003769D7" w14:paraId="002FDA28" w14:textId="77777777" w:rsidTr="008C184E">
        <w:trPr>
          <w:trHeight w:val="300"/>
        </w:trPr>
        <w:tc>
          <w:tcPr>
            <w:tcW w:w="1099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0D9938A7" w14:textId="77777777" w:rsidR="00C350AC" w:rsidRPr="003769D7" w:rsidRDefault="00C350AC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4A1F13DE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254A0424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238DA069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0B4FB2FD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0B925B65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08C8F01C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1FB0216A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42FE9EAC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3D1A0B0B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2B2687AE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94258E" w:rsidRPr="003769D7" w14:paraId="4C1051CD" w14:textId="77777777" w:rsidTr="008C184E">
        <w:trPr>
          <w:trHeight w:val="300"/>
        </w:trPr>
        <w:tc>
          <w:tcPr>
            <w:tcW w:w="2198" w:type="dxa"/>
            <w:gridSpan w:val="2"/>
            <w:vMerge w:val="restart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84EB83E" w14:textId="77777777" w:rsidR="0094258E" w:rsidRPr="003769D7" w:rsidRDefault="0094258E" w:rsidP="0019081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761" w:type="dxa"/>
            <w:vMerge w:val="restart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EFF23D9" w14:textId="77777777" w:rsidR="0094258E" w:rsidRPr="003769D7" w:rsidRDefault="0094258E" w:rsidP="00190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418" w:type="dxa"/>
            <w:vMerge w:val="restart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D0F2974" w14:textId="77777777" w:rsidR="0094258E" w:rsidRPr="003769D7" w:rsidRDefault="0094258E" w:rsidP="00190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59" w:type="dxa"/>
            <w:vMerge w:val="restart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9B61716" w14:textId="77777777" w:rsidR="0094258E" w:rsidRPr="003769D7" w:rsidRDefault="0094258E" w:rsidP="00190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01" w:type="dxa"/>
            <w:vMerge w:val="restart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9A09FEE" w14:textId="77777777" w:rsidR="0094258E" w:rsidRPr="003769D7" w:rsidRDefault="0094258E" w:rsidP="00190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977" w:type="dxa"/>
            <w:gridSpan w:val="2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2242761" w14:textId="77777777" w:rsidR="0094258E" w:rsidRPr="003769D7" w:rsidRDefault="0094258E" w:rsidP="00190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126" w:type="dxa"/>
            <w:gridSpan w:val="2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0079DBC" w14:textId="77777777" w:rsidR="0094258E" w:rsidRPr="003769D7" w:rsidRDefault="0094258E" w:rsidP="00190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1276" w:type="dxa"/>
            <w:vMerge w:val="restart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F3B2BE8" w14:textId="77777777" w:rsidR="0094258E" w:rsidRPr="003769D7" w:rsidRDefault="0094258E" w:rsidP="00190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94258E" w:rsidRPr="003769D7" w14:paraId="4E2D0A67" w14:textId="77777777" w:rsidTr="008C184E">
        <w:trPr>
          <w:trHeight w:val="525"/>
        </w:trPr>
        <w:tc>
          <w:tcPr>
            <w:tcW w:w="2198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91EFC51" w14:textId="77777777" w:rsidR="0094258E" w:rsidRPr="003769D7" w:rsidRDefault="0094258E" w:rsidP="00190810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76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4C276E9" w14:textId="77777777" w:rsidR="0094258E" w:rsidRPr="003769D7" w:rsidRDefault="0094258E" w:rsidP="00190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358870F" w14:textId="77777777" w:rsidR="0094258E" w:rsidRPr="003769D7" w:rsidRDefault="0094258E" w:rsidP="00190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642300E" w14:textId="77777777" w:rsidR="0094258E" w:rsidRPr="003769D7" w:rsidRDefault="0094258E" w:rsidP="00190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43A4840" w14:textId="77777777" w:rsidR="0094258E" w:rsidRPr="003769D7" w:rsidRDefault="0094258E" w:rsidP="00190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AF29DCF" w14:textId="77777777" w:rsidR="0094258E" w:rsidRPr="003769D7" w:rsidRDefault="0094258E" w:rsidP="00190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89CF0E2" w14:textId="77777777" w:rsidR="0094258E" w:rsidRPr="003769D7" w:rsidRDefault="0094258E" w:rsidP="00190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7D1CA0C" w14:textId="77777777" w:rsidR="0094258E" w:rsidRPr="003769D7" w:rsidRDefault="0094258E" w:rsidP="00190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640EDD4" w14:textId="77777777" w:rsidR="0094258E" w:rsidRPr="003769D7" w:rsidRDefault="0094258E" w:rsidP="00190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127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3F08BB9" w14:textId="77777777" w:rsidR="0094258E" w:rsidRPr="003769D7" w:rsidRDefault="0094258E" w:rsidP="00190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94258E" w:rsidRPr="003769D7" w14:paraId="32A40127" w14:textId="77777777" w:rsidTr="008C184E">
        <w:trPr>
          <w:trHeight w:val="300"/>
        </w:trPr>
        <w:tc>
          <w:tcPr>
            <w:tcW w:w="13740" w:type="dxa"/>
            <w:gridSpan w:val="10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30F4F539" w14:textId="6ECDDE3B" w:rsidR="0094258E" w:rsidRPr="0003358E" w:rsidRDefault="0003358E" w:rsidP="0003358E">
            <w:pPr>
              <w:rPr>
                <w:rFonts w:ascii="Aptos Narrow" w:hAnsi="Aptos Narrow"/>
                <w:b/>
                <w:bCs/>
                <w:i/>
                <w:iCs/>
                <w:color w:val="000000"/>
              </w:rPr>
            </w:pPr>
            <w:r>
              <w:rPr>
                <w:rFonts w:ascii="Aptos Narrow" w:hAnsi="Aptos Narrow"/>
                <w:b/>
                <w:bCs/>
                <w:i/>
                <w:iCs/>
                <w:color w:val="000000"/>
              </w:rPr>
              <w:t>Q55. 16. Did you experience any of the following challenges with accessing services?: Other (please specify)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40706373" w14:textId="77777777" w:rsidR="0094258E" w:rsidRPr="003769D7" w:rsidRDefault="0094258E" w:rsidP="00190810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8C184E" w:rsidRPr="003769D7" w14:paraId="76C6A6A4" w14:textId="77777777" w:rsidTr="008C184E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58CD0EDB" w14:textId="77777777" w:rsidR="008C184E" w:rsidRPr="003769D7" w:rsidRDefault="008C184E" w:rsidP="008C184E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DBFD1A8" w14:textId="13BFFF00" w:rsidR="008C184E" w:rsidRPr="003769D7" w:rsidRDefault="008C184E" w:rsidP="008C184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>
              <w:rPr>
                <w:rFonts w:ascii="Aptos Narrow" w:hAnsi="Aptos Narrow"/>
                <w:b/>
                <w:bCs/>
                <w:i/>
                <w:iCs/>
                <w:color w:val="000000"/>
              </w:rPr>
              <w:t>17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2DAFBA9" w14:textId="5763C90C" w:rsidR="008C184E" w:rsidRPr="003769D7" w:rsidRDefault="008C184E" w:rsidP="008C184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>
              <w:rPr>
                <w:rFonts w:ascii="Aptos Narrow" w:hAnsi="Aptos Narrow"/>
                <w:b/>
                <w:bCs/>
                <w:i/>
                <w:iCs/>
                <w:color w:val="000000"/>
              </w:rPr>
              <w:t>404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5F5763C" w14:textId="5BBFF596" w:rsidR="008C184E" w:rsidRPr="003769D7" w:rsidRDefault="008C184E" w:rsidP="008C184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>
              <w:rPr>
                <w:rFonts w:ascii="Aptos Narrow" w:hAnsi="Aptos Narrow"/>
                <w:b/>
                <w:bCs/>
                <w:i/>
                <w:iCs/>
                <w:color w:val="000000"/>
              </w:rPr>
              <w:t>308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4C5AE98" w14:textId="43C87AFD" w:rsidR="008C184E" w:rsidRPr="003769D7" w:rsidRDefault="008C184E" w:rsidP="008C184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>
              <w:rPr>
                <w:rFonts w:ascii="Aptos Narrow" w:hAnsi="Aptos Narrow"/>
                <w:b/>
                <w:bCs/>
                <w:i/>
                <w:iCs/>
                <w:color w:val="000000"/>
              </w:rPr>
              <w:t>136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EC7CC0B" w14:textId="4581FE5F" w:rsidR="008C184E" w:rsidRPr="003769D7" w:rsidRDefault="008C184E" w:rsidP="008C184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>
              <w:rPr>
                <w:rFonts w:ascii="Aptos Narrow" w:hAnsi="Aptos Narrow"/>
                <w:b/>
                <w:bCs/>
                <w:i/>
                <w:iCs/>
                <w:color w:val="000000"/>
              </w:rPr>
              <w:t>397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1EB9F21" w14:textId="06643F07" w:rsidR="008C184E" w:rsidRPr="003769D7" w:rsidRDefault="008C184E" w:rsidP="008C184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>
              <w:rPr>
                <w:rFonts w:ascii="Aptos Narrow" w:hAnsi="Aptos Narrow"/>
                <w:b/>
                <w:bCs/>
                <w:i/>
                <w:iCs/>
                <w:color w:val="000000"/>
              </w:rPr>
              <w:t>533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744ACBA" w14:textId="00F01210" w:rsidR="008C184E" w:rsidRPr="003769D7" w:rsidRDefault="008C184E" w:rsidP="008C184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>
              <w:rPr>
                <w:rFonts w:ascii="Aptos Narrow" w:hAnsi="Aptos Narrow"/>
                <w:b/>
                <w:bCs/>
                <w:i/>
                <w:iCs/>
                <w:color w:val="000000"/>
              </w:rPr>
              <w:t>961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0A31917" w14:textId="14B623B2" w:rsidR="008C184E" w:rsidRPr="003769D7" w:rsidRDefault="008C184E" w:rsidP="008C184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>
              <w:rPr>
                <w:rFonts w:ascii="Aptos Narrow" w:hAnsi="Aptos Narrow"/>
                <w:b/>
                <w:bCs/>
                <w:i/>
                <w:iCs/>
                <w:color w:val="000000"/>
              </w:rPr>
              <w:t>74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C063FB3" w14:textId="2CA471B5" w:rsidR="008C184E" w:rsidRPr="003769D7" w:rsidRDefault="008C184E" w:rsidP="008C184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>
              <w:rPr>
                <w:rFonts w:ascii="Aptos Narrow" w:hAnsi="Aptos Narrow"/>
                <w:b/>
                <w:bCs/>
                <w:i/>
                <w:iCs/>
                <w:color w:val="000000"/>
              </w:rPr>
              <w:t>1,042</w:t>
            </w:r>
          </w:p>
        </w:tc>
      </w:tr>
      <w:tr w:rsidR="008C184E" w:rsidRPr="003769D7" w14:paraId="0FABC1FD" w14:textId="77777777" w:rsidTr="008C184E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3DF3E201" w14:textId="77777777" w:rsidR="008C184E" w:rsidRPr="003769D7" w:rsidRDefault="008C184E" w:rsidP="008C184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0322717" w14:textId="28C032A2" w:rsidR="008C184E" w:rsidRPr="003769D7" w:rsidRDefault="008C184E" w:rsidP="008C184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>
              <w:rPr>
                <w:rFonts w:ascii="Aptos Narrow" w:hAnsi="Aptos Narrow"/>
                <w:color w:val="000000"/>
              </w:rPr>
              <w:t>8%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F127852" w14:textId="29807924" w:rsidR="008C184E" w:rsidRPr="003769D7" w:rsidRDefault="008C184E" w:rsidP="008C184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>
              <w:rPr>
                <w:rFonts w:ascii="Aptos Narrow" w:hAnsi="Aptos Narrow"/>
                <w:color w:val="000000"/>
              </w:rPr>
              <w:t>13%</w:t>
            </w:r>
            <w:r>
              <w:rPr>
                <w:rFonts w:ascii="Aptos Narrow" w:hAnsi="Aptos Narrow"/>
                <w:color w:val="74B230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29EA8E5" w14:textId="5B86580F" w:rsidR="008C184E" w:rsidRPr="003769D7" w:rsidRDefault="008C184E" w:rsidP="008C184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>
              <w:rPr>
                <w:rFonts w:ascii="Aptos Narrow" w:hAnsi="Aptos Narrow"/>
                <w:color w:val="000000"/>
              </w:rPr>
              <w:t>12%</w:t>
            </w:r>
            <w:r>
              <w:rPr>
                <w:rFonts w:ascii="Aptos Narrow" w:hAnsi="Aptos Narrow"/>
                <w:color w:val="74B230"/>
              </w:rPr>
              <w:t>^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BC2417E" w14:textId="64776A9E" w:rsidR="008C184E" w:rsidRPr="003769D7" w:rsidRDefault="008C184E" w:rsidP="008C184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>
              <w:rPr>
                <w:rFonts w:ascii="Aptos Narrow" w:hAnsi="Aptos Narrow"/>
                <w:color w:val="000000"/>
              </w:rPr>
              <w:t>8%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657529D" w14:textId="0646655E" w:rsidR="008C184E" w:rsidRPr="003769D7" w:rsidRDefault="008C184E" w:rsidP="008C184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>
              <w:rPr>
                <w:rFonts w:ascii="Aptos Narrow" w:hAnsi="Aptos Narrow"/>
                <w:color w:val="000000"/>
              </w:rPr>
              <w:t>9%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F095B0E" w14:textId="2F721374" w:rsidR="008C184E" w:rsidRPr="003769D7" w:rsidRDefault="008C184E" w:rsidP="008C184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>
              <w:rPr>
                <w:rFonts w:ascii="Aptos Narrow" w:hAnsi="Aptos Narrow"/>
                <w:color w:val="000000"/>
              </w:rPr>
              <w:t>9%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4F6F20A" w14:textId="140CB0F3" w:rsidR="008C184E" w:rsidRPr="003769D7" w:rsidRDefault="008C184E" w:rsidP="008C184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>
              <w:rPr>
                <w:rFonts w:ascii="Aptos Narrow" w:hAnsi="Aptos Narrow"/>
                <w:color w:val="000000"/>
              </w:rPr>
              <w:t>9%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0B04E30" w14:textId="33DEE3A5" w:rsidR="008C184E" w:rsidRPr="003769D7" w:rsidRDefault="008C184E" w:rsidP="008C184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>
              <w:rPr>
                <w:rFonts w:ascii="Aptos Narrow" w:hAnsi="Aptos Narrow"/>
                <w:color w:val="000000"/>
              </w:rPr>
              <w:t>10%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6B45849" w14:textId="30BEA661" w:rsidR="008C184E" w:rsidRPr="003769D7" w:rsidRDefault="008C184E" w:rsidP="008C184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>
              <w:rPr>
                <w:rFonts w:ascii="Aptos Narrow" w:hAnsi="Aptos Narrow"/>
                <w:color w:val="000000"/>
              </w:rPr>
              <w:t>9%</w:t>
            </w:r>
          </w:p>
        </w:tc>
      </w:tr>
    </w:tbl>
    <w:p w14:paraId="6FAC4164" w14:textId="77777777" w:rsidR="00E24F65" w:rsidRDefault="00E24F65">
      <w:r>
        <w:br w:type="page"/>
      </w:r>
    </w:p>
    <w:tbl>
      <w:tblPr>
        <w:tblW w:w="15016" w:type="dxa"/>
        <w:tblInd w:w="5" w:type="dxa"/>
        <w:tblLook w:val="04A0" w:firstRow="1" w:lastRow="0" w:firstColumn="1" w:lastColumn="0" w:noHBand="0" w:noVBand="1"/>
      </w:tblPr>
      <w:tblGrid>
        <w:gridCol w:w="1099"/>
        <w:gridCol w:w="1099"/>
        <w:gridCol w:w="1761"/>
        <w:gridCol w:w="1418"/>
        <w:gridCol w:w="1559"/>
        <w:gridCol w:w="1701"/>
        <w:gridCol w:w="1418"/>
        <w:gridCol w:w="1559"/>
        <w:gridCol w:w="1134"/>
        <w:gridCol w:w="992"/>
        <w:gridCol w:w="1276"/>
      </w:tblGrid>
      <w:tr w:rsidR="0094258E" w:rsidRPr="003769D7" w14:paraId="78132CBE" w14:textId="77777777" w:rsidTr="00E24F65">
        <w:trPr>
          <w:trHeight w:val="300"/>
        </w:trPr>
        <w:tc>
          <w:tcPr>
            <w:tcW w:w="1099" w:type="dxa"/>
            <w:tcBorders>
              <w:left w:val="nil"/>
              <w:right w:val="nil"/>
            </w:tcBorders>
            <w:noWrap/>
            <w:vAlign w:val="bottom"/>
          </w:tcPr>
          <w:p w14:paraId="600554BE" w14:textId="6FE2ED08" w:rsidR="0094258E" w:rsidRDefault="0094258E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099" w:type="dxa"/>
            <w:tcBorders>
              <w:left w:val="nil"/>
              <w:right w:val="nil"/>
            </w:tcBorders>
            <w:noWrap/>
            <w:vAlign w:val="bottom"/>
          </w:tcPr>
          <w:p w14:paraId="4790EED7" w14:textId="77777777" w:rsidR="0094258E" w:rsidRPr="003769D7" w:rsidRDefault="0094258E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61" w:type="dxa"/>
            <w:tcBorders>
              <w:left w:val="nil"/>
              <w:right w:val="nil"/>
            </w:tcBorders>
            <w:noWrap/>
            <w:vAlign w:val="bottom"/>
          </w:tcPr>
          <w:p w14:paraId="1E278493" w14:textId="77777777" w:rsidR="0094258E" w:rsidRPr="003769D7" w:rsidRDefault="0094258E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noWrap/>
            <w:vAlign w:val="bottom"/>
          </w:tcPr>
          <w:p w14:paraId="6D15C667" w14:textId="77777777" w:rsidR="0094258E" w:rsidRPr="003769D7" w:rsidRDefault="0094258E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noWrap/>
            <w:vAlign w:val="bottom"/>
          </w:tcPr>
          <w:p w14:paraId="776956CC" w14:textId="77777777" w:rsidR="0094258E" w:rsidRPr="003769D7" w:rsidRDefault="0094258E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noWrap/>
            <w:vAlign w:val="bottom"/>
          </w:tcPr>
          <w:p w14:paraId="1F33DA34" w14:textId="77777777" w:rsidR="0094258E" w:rsidRPr="003769D7" w:rsidRDefault="0094258E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noWrap/>
            <w:vAlign w:val="bottom"/>
          </w:tcPr>
          <w:p w14:paraId="2346CDBE" w14:textId="77777777" w:rsidR="0094258E" w:rsidRPr="003769D7" w:rsidRDefault="0094258E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noWrap/>
            <w:vAlign w:val="bottom"/>
          </w:tcPr>
          <w:p w14:paraId="6E4FA51F" w14:textId="77777777" w:rsidR="0094258E" w:rsidRPr="003769D7" w:rsidRDefault="0094258E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vAlign w:val="bottom"/>
          </w:tcPr>
          <w:p w14:paraId="007E91D3" w14:textId="77777777" w:rsidR="0094258E" w:rsidRPr="003769D7" w:rsidRDefault="0094258E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noWrap/>
            <w:vAlign w:val="bottom"/>
          </w:tcPr>
          <w:p w14:paraId="12ACED00" w14:textId="77777777" w:rsidR="0094258E" w:rsidRPr="003769D7" w:rsidRDefault="0094258E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vAlign w:val="bottom"/>
          </w:tcPr>
          <w:p w14:paraId="0F0CC5F6" w14:textId="77777777" w:rsidR="0094258E" w:rsidRPr="003769D7" w:rsidRDefault="0094258E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3769D7" w:rsidRPr="003769D7" w14:paraId="7C2AA87F" w14:textId="77777777" w:rsidTr="008C184E">
        <w:trPr>
          <w:trHeight w:val="300"/>
        </w:trPr>
        <w:tc>
          <w:tcPr>
            <w:tcW w:w="2198" w:type="dxa"/>
            <w:gridSpan w:val="2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28B200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E598416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B2D3974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101DB7B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F4DA3F9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0985A5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FCE29C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32561E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3769D7" w:rsidRPr="003769D7" w14:paraId="071DFCD5" w14:textId="77777777" w:rsidTr="008C184E">
        <w:trPr>
          <w:trHeight w:val="525"/>
        </w:trPr>
        <w:tc>
          <w:tcPr>
            <w:tcW w:w="2198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B8F0374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76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884419A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4D556DC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7720C51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D4F4377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4DBDD03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1BA7914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9C3EEED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CB1BAEA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127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95C5B0F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3769D7" w:rsidRPr="003769D7" w14:paraId="59EEE864" w14:textId="77777777" w:rsidTr="008C184E">
        <w:trPr>
          <w:trHeight w:val="300"/>
        </w:trPr>
        <w:tc>
          <w:tcPr>
            <w:tcW w:w="15016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24793B91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Q57. 17. Please rate how you found the following pain management techniques from 1 (not at all effective) to 5 (extremely effective): - Exercise prescription</w:t>
            </w:r>
          </w:p>
        </w:tc>
      </w:tr>
      <w:tr w:rsidR="00A141BF" w:rsidRPr="003769D7" w14:paraId="048964A8" w14:textId="77777777" w:rsidTr="008C184E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3D561F71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C01071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221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E7A03C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3,089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9EFBDE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2,566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D548A1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1,611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F41E83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4,421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E76AD1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6,145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9DA67A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10,931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AC6480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699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3C62BC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11,762</w:t>
            </w:r>
          </w:p>
        </w:tc>
      </w:tr>
      <w:tr w:rsidR="00A141BF" w:rsidRPr="003769D7" w14:paraId="4C3B535F" w14:textId="77777777" w:rsidTr="008C184E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25E736D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1 (not at all effective)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22F4CE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29%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BA5938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27%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A1A886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23%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6F08F4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19%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5B5239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22%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123CD7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19%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58E5E7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1CAEE5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125A51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</w:p>
        </w:tc>
      </w:tr>
      <w:tr w:rsidR="00A141BF" w:rsidRPr="003769D7" w14:paraId="46779F6F" w14:textId="77777777" w:rsidTr="008C184E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1AFA52A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2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040D2A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25%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1DDA37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23%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ED5B7F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7FE87F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18%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AB312C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2E3520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5CF91C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717EC4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23%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BCF9AE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</w:p>
        </w:tc>
      </w:tr>
      <w:tr w:rsidR="00A141BF" w:rsidRPr="003769D7" w14:paraId="5E460E78" w14:textId="77777777" w:rsidTr="008C184E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762C52A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3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D6B5E4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B0DB29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7887BE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A0555B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19%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9B5DAF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19%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09E2A4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EC777A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19%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546D19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22%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8E32D1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19%</w:t>
            </w:r>
          </w:p>
        </w:tc>
      </w:tr>
      <w:tr w:rsidR="00A141BF" w:rsidRPr="003769D7" w14:paraId="2DAC1740" w14:textId="77777777" w:rsidTr="008C184E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40A5EB2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4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83A538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0A2B27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CA54BF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C5FCFD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2B5633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3AC155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BBB74B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179364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222D75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</w:p>
        </w:tc>
      </w:tr>
      <w:tr w:rsidR="00A141BF" w:rsidRPr="003769D7" w14:paraId="6A72A96D" w14:textId="77777777" w:rsidTr="008C184E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3E04ADC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5 (extremely effective)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48BA45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C2C752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096061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674ACC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514EA8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E769C5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758277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BEE0DA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68F170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</w:tr>
      <w:tr w:rsidR="00A141BF" w:rsidRPr="003769D7" w14:paraId="0269D903" w14:textId="77777777" w:rsidTr="008C184E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4BDAA49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I did not use this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DEA426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24%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F03213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17%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61D4D9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24%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D3645D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28%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622149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25%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47B886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26%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22D3BD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26%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C5ED36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CE0AD6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26%</w:t>
            </w:r>
          </w:p>
        </w:tc>
      </w:tr>
      <w:tr w:rsidR="00A141BF" w:rsidRPr="003769D7" w14:paraId="323199CD" w14:textId="77777777" w:rsidTr="008C184E">
        <w:trPr>
          <w:trHeight w:val="300"/>
        </w:trPr>
        <w:tc>
          <w:tcPr>
            <w:tcW w:w="109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1B6F46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09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2C9C7C4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2018039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EA0D244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AAF4016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03A6D79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C86A0DC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3D5F2F6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1D69572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02FF43A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AB94FA6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3769D7" w:rsidRPr="003769D7" w14:paraId="52FEEE5F" w14:textId="77777777" w:rsidTr="008C184E">
        <w:trPr>
          <w:trHeight w:val="300"/>
        </w:trPr>
        <w:tc>
          <w:tcPr>
            <w:tcW w:w="2198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D9F449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761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216C81E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41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F080561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5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1C35C50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01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EB94F7D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97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62B53F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12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73FFCD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127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CD2EDF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3769D7" w:rsidRPr="003769D7" w14:paraId="0C8A4B60" w14:textId="77777777" w:rsidTr="008C184E">
        <w:trPr>
          <w:trHeight w:val="525"/>
        </w:trPr>
        <w:tc>
          <w:tcPr>
            <w:tcW w:w="2198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90B98B7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76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CEE7507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30C7180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F6AFAF6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62AA9CD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DC0EFAB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DB756EC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D8E99D6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2B09B8E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127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C4C7752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3769D7" w:rsidRPr="003769D7" w14:paraId="60C46862" w14:textId="77777777" w:rsidTr="008C184E">
        <w:trPr>
          <w:trHeight w:val="300"/>
        </w:trPr>
        <w:tc>
          <w:tcPr>
            <w:tcW w:w="15016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307A5966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Q58. 17. Please rate how you found the following pain management techniques from 1 (not at all effective) to 5 (extremely effective): - Physiotherapy</w:t>
            </w:r>
          </w:p>
        </w:tc>
      </w:tr>
      <w:tr w:rsidR="00A141BF" w:rsidRPr="003769D7" w14:paraId="356E9F0C" w14:textId="77777777" w:rsidTr="008C184E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69E558A2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E86214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219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AB8A11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3,081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8092E4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2,559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341066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1,610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09E6DA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4,416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8E0DB1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6,116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542934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10,894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6198C8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698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D31AAB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11,724</w:t>
            </w:r>
          </w:p>
        </w:tc>
      </w:tr>
      <w:tr w:rsidR="00A141BF" w:rsidRPr="003769D7" w14:paraId="1DA48CB8" w14:textId="77777777" w:rsidTr="008C184E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6FD8592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1 (not at all effective)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9E176E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99A485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ED5163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FC1AD5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424DF5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597FD1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2D647C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18D96D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FE1346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</w:p>
        </w:tc>
      </w:tr>
      <w:tr w:rsidR="00A141BF" w:rsidRPr="003769D7" w14:paraId="1A5B123F" w14:textId="77777777" w:rsidTr="008C184E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4CB729E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2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9CEC86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19%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CEAD03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7429BA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15B49F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632385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18%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FA83BB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408D59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15%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1F60AF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70EB5A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</w:p>
        </w:tc>
      </w:tr>
      <w:tr w:rsidR="00A141BF" w:rsidRPr="003769D7" w14:paraId="632C5A85" w14:textId="77777777" w:rsidTr="008C184E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32D7C12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3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A1A770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17%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453EF7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315EE5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19%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B643D3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F8E469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038061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04EB9B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738342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18%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2362B6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</w:p>
        </w:tc>
      </w:tr>
      <w:tr w:rsidR="00A141BF" w:rsidRPr="003769D7" w14:paraId="599F23ED" w14:textId="77777777" w:rsidTr="008C184E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3799986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4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A796DF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F7C1A1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702704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39B026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CB9023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097B48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6F66FB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727DDC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15%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F73D42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</w:p>
        </w:tc>
      </w:tr>
      <w:tr w:rsidR="00A141BF" w:rsidRPr="003769D7" w14:paraId="52A0E412" w14:textId="77777777" w:rsidTr="008C184E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49321EA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5 (extremely effective)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2CFBC0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66DF31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313DEA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C51549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727910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3F3A7C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577C51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ED1211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7EEE3A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</w:tr>
      <w:tr w:rsidR="00A141BF" w:rsidRPr="003769D7" w14:paraId="314CB5E7" w14:textId="77777777" w:rsidTr="008C184E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015A754A" w14:textId="4E3392B4" w:rsidR="003769D7" w:rsidRPr="003769D7" w:rsidRDefault="00CA7B18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I did not use this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65236D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36%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B0E3D8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25%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C5B599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36%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787CAF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42%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F82E35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37%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B57CB1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40%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216408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40%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AB73CB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2A0E3B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38%</w:t>
            </w:r>
          </w:p>
        </w:tc>
      </w:tr>
      <w:tr w:rsidR="00A141BF" w:rsidRPr="003769D7" w14:paraId="278ED955" w14:textId="77777777" w:rsidTr="008C184E">
        <w:trPr>
          <w:trHeight w:val="300"/>
        </w:trPr>
        <w:tc>
          <w:tcPr>
            <w:tcW w:w="1099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EB314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099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CDC914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A7FA20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33931D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9F922E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B7D5F6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9823BE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A02717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084285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ECC5C1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6B5AFF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</w:tbl>
    <w:p w14:paraId="11BB6F5C" w14:textId="77777777" w:rsidR="00E24F65" w:rsidRDefault="00E24F65">
      <w:r>
        <w:br w:type="page"/>
      </w:r>
    </w:p>
    <w:tbl>
      <w:tblPr>
        <w:tblW w:w="15016" w:type="dxa"/>
        <w:tblInd w:w="5" w:type="dxa"/>
        <w:tblLook w:val="04A0" w:firstRow="1" w:lastRow="0" w:firstColumn="1" w:lastColumn="0" w:noHBand="0" w:noVBand="1"/>
      </w:tblPr>
      <w:tblGrid>
        <w:gridCol w:w="1099"/>
        <w:gridCol w:w="1099"/>
        <w:gridCol w:w="1761"/>
        <w:gridCol w:w="1418"/>
        <w:gridCol w:w="1559"/>
        <w:gridCol w:w="1701"/>
        <w:gridCol w:w="1418"/>
        <w:gridCol w:w="1559"/>
        <w:gridCol w:w="1134"/>
        <w:gridCol w:w="992"/>
        <w:gridCol w:w="1276"/>
      </w:tblGrid>
      <w:tr w:rsidR="00A141BF" w:rsidRPr="003769D7" w14:paraId="1ED64055" w14:textId="77777777" w:rsidTr="008C184E">
        <w:trPr>
          <w:trHeight w:val="315"/>
        </w:trPr>
        <w:tc>
          <w:tcPr>
            <w:tcW w:w="1099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E344C8D" w14:textId="3D76CDA1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7697951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45FE5D4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E00C1D8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E194E6A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BE21544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B56CCF5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C01CB91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BEB371E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9AE51A3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F7ECEF4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3769D7" w:rsidRPr="003769D7" w14:paraId="2FD63FC9" w14:textId="77777777" w:rsidTr="008C184E">
        <w:trPr>
          <w:trHeight w:val="300"/>
        </w:trPr>
        <w:tc>
          <w:tcPr>
            <w:tcW w:w="2198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C6EC09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761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FE028AA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41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584F599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5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8CEC161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01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EDD7510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97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0E0C3F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12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9CA12A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127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83A4E2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3769D7" w:rsidRPr="003769D7" w14:paraId="7835F77A" w14:textId="77777777" w:rsidTr="008C184E">
        <w:trPr>
          <w:trHeight w:val="525"/>
        </w:trPr>
        <w:tc>
          <w:tcPr>
            <w:tcW w:w="2198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959CC46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76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4FE737F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0A18F5B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1053CB9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0F7548E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B73BE9A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263ECD0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E80E3B8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1ACE2DC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127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087E3AC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3769D7" w:rsidRPr="003769D7" w14:paraId="1A8C6420" w14:textId="77777777" w:rsidTr="008C184E">
        <w:trPr>
          <w:trHeight w:val="300"/>
        </w:trPr>
        <w:tc>
          <w:tcPr>
            <w:tcW w:w="15016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4963F3CA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Q59. 17. Please rate how you found the following pain management techniques from 1 (not at all effective) to 5 (extremely effective): - Pelvic floor physiotherapy</w:t>
            </w:r>
          </w:p>
        </w:tc>
      </w:tr>
      <w:tr w:rsidR="00A141BF" w:rsidRPr="003769D7" w14:paraId="1C5E5FB5" w14:textId="77777777" w:rsidTr="008C184E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16E9EE01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75C4FB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219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B69FD0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3,065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C1D23E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2,558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4F7226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1,603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7EF4F7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4,390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2C93D3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6,090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D3F03E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10,859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586B93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680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C7B970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11,669</w:t>
            </w:r>
          </w:p>
        </w:tc>
      </w:tr>
      <w:tr w:rsidR="00A141BF" w:rsidRPr="003769D7" w14:paraId="65F6277F" w14:textId="77777777" w:rsidTr="008C184E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6B8A6D0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1 (not at all effective)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884BFC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7BE8F1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485002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D6305D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AE3319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8F241B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0CF53A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CCA2A6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2C8A1D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</w:p>
        </w:tc>
      </w:tr>
      <w:tr w:rsidR="00A141BF" w:rsidRPr="003769D7" w14:paraId="7FA7423C" w14:textId="77777777" w:rsidTr="008C184E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2F56244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2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6BAB34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37C6B7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73337F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2F74EC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4971EA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47F18F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AEDE66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3AD682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E82168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</w:p>
        </w:tc>
      </w:tr>
      <w:tr w:rsidR="00A141BF" w:rsidRPr="003769D7" w14:paraId="1FB38D7B" w14:textId="77777777" w:rsidTr="008C184E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4EA4E80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3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766A55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7E2E9E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7342C3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790358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26190A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3F7E52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81F251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DDEE35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AC4170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</w:p>
        </w:tc>
      </w:tr>
      <w:tr w:rsidR="00A141BF" w:rsidRPr="003769D7" w14:paraId="70100E6B" w14:textId="77777777" w:rsidTr="008C184E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464774C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4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E58195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4D0DBA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B8830B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2C2F25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BD8D80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8E4D3F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DA3BC5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D7E005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5E0119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</w:tr>
      <w:tr w:rsidR="00A141BF" w:rsidRPr="003769D7" w14:paraId="4D988AA5" w14:textId="77777777" w:rsidTr="008C184E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3306180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5 (extremely effective)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BD4B9C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AE8F7F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67CA5C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6F18DC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BD9D3A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E989F6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027289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94E5A9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DF726C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</w:tr>
      <w:tr w:rsidR="00A141BF" w:rsidRPr="003769D7" w14:paraId="29B49917" w14:textId="77777777" w:rsidTr="008C184E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700BC5AA" w14:textId="008CEAB6" w:rsidR="003769D7" w:rsidRPr="003769D7" w:rsidRDefault="00CA7B18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I did not use this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EAAEFE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54%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EC29FE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66%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B7C333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71%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6C65CF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68%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2EA27B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68%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C03184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70%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DC6885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69%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468BBB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67%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0F6DE2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69%</w:t>
            </w:r>
          </w:p>
        </w:tc>
      </w:tr>
      <w:tr w:rsidR="00A141BF" w:rsidRPr="003769D7" w14:paraId="38E425DC" w14:textId="77777777" w:rsidTr="008C184E">
        <w:trPr>
          <w:trHeight w:val="315"/>
        </w:trPr>
        <w:tc>
          <w:tcPr>
            <w:tcW w:w="109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5F8701C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9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6F19F2A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E73E28D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EC72252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87CA198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0501D29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C7B78AC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7D142F6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202C775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FAAC985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601AA03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3769D7" w:rsidRPr="003769D7" w14:paraId="772F586F" w14:textId="77777777" w:rsidTr="008C184E">
        <w:trPr>
          <w:trHeight w:val="300"/>
        </w:trPr>
        <w:tc>
          <w:tcPr>
            <w:tcW w:w="2198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38D2AA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761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9A96E27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41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3F3BE2F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5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8D40031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01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8184007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97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55D196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12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FA505A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127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8D67AB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3769D7" w:rsidRPr="003769D7" w14:paraId="4EB18DF0" w14:textId="77777777" w:rsidTr="008C184E">
        <w:trPr>
          <w:trHeight w:val="525"/>
        </w:trPr>
        <w:tc>
          <w:tcPr>
            <w:tcW w:w="2198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E6087DE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76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8493F12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D054CE8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F646966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A2C577A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224D2F6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9BE19F0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CF5B552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93A0047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127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1297671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3769D7" w:rsidRPr="003769D7" w14:paraId="4E0B2C4C" w14:textId="77777777" w:rsidTr="008C184E">
        <w:trPr>
          <w:trHeight w:val="300"/>
        </w:trPr>
        <w:tc>
          <w:tcPr>
            <w:tcW w:w="15016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0C9F1592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Q60. 17. Please rate how you found the following pain management techniques from 1 (not at all effective) to 5 (extremely effective): - Physical manual therapist eg, massage, manipulation</w:t>
            </w:r>
          </w:p>
        </w:tc>
      </w:tr>
      <w:tr w:rsidR="00A141BF" w:rsidRPr="003769D7" w14:paraId="671463AE" w14:textId="77777777" w:rsidTr="008C184E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1DAF4A89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8CB24F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218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455DE3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3,083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D3BA11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2,560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39F4AB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1,606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1022F3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4,409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BDA17A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6,117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8C9AD1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10,889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C0151B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699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9A9EDC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11,719</w:t>
            </w:r>
          </w:p>
        </w:tc>
      </w:tr>
      <w:tr w:rsidR="00A141BF" w:rsidRPr="003769D7" w14:paraId="55B49A58" w14:textId="77777777" w:rsidTr="008C184E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1440E95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1 (not at all effective)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945AF3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15F925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A7D164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BCB738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71B2F6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8F6287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67BDB0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88DE44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67A1CE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</w:tr>
      <w:tr w:rsidR="00A141BF" w:rsidRPr="003769D7" w14:paraId="7DE833B8" w14:textId="77777777" w:rsidTr="008C184E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0C92118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2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AB7A05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19009B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DD0B97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B6724B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EF7E28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6B97C4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4E09A2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786FAD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0523C8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</w:p>
        </w:tc>
      </w:tr>
      <w:tr w:rsidR="00A141BF" w:rsidRPr="003769D7" w14:paraId="259AF249" w14:textId="77777777" w:rsidTr="008C184E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50151AA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3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4AC0F1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7CB0B4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37D095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19%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EDC71A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A00D0B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C54978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18%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4472BE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19%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96D214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AA2762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19%</w:t>
            </w:r>
          </w:p>
        </w:tc>
      </w:tr>
      <w:tr w:rsidR="00A141BF" w:rsidRPr="003769D7" w14:paraId="66DB4914" w14:textId="77777777" w:rsidTr="008C184E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444D9EA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4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0CB649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18%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5DF20D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BFAC6A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EA478A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17%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6B61D3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18%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38B08B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18%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7DA307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18%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8832DB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B7D741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18%</w:t>
            </w:r>
          </w:p>
        </w:tc>
      </w:tr>
      <w:tr w:rsidR="00A141BF" w:rsidRPr="003769D7" w14:paraId="189BAAD0" w14:textId="77777777" w:rsidTr="008C184E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058F835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5 (extremely effective)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DAEA33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FB7F2B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EE7DF0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064DDE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8A0A04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531D60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3EDA02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E2562B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B49C87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</w:p>
        </w:tc>
      </w:tr>
      <w:tr w:rsidR="00A141BF" w:rsidRPr="003769D7" w14:paraId="1FD77A6D" w14:textId="77777777" w:rsidTr="008C184E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26F4A888" w14:textId="2E954345" w:rsidR="003769D7" w:rsidRPr="003769D7" w:rsidRDefault="00CA7B18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I did not use this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2F2416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31%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2C2BCC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26%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3D1851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33%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7EAEEC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38%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AD685E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32%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2DBF1A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35%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AD3058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34%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C883F8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33%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1F8C62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34%</w:t>
            </w:r>
          </w:p>
        </w:tc>
      </w:tr>
    </w:tbl>
    <w:p w14:paraId="18DB04F1" w14:textId="77777777" w:rsidR="001C7A86" w:rsidRDefault="001C7A86">
      <w:r>
        <w:br w:type="page"/>
      </w:r>
    </w:p>
    <w:tbl>
      <w:tblPr>
        <w:tblW w:w="15016" w:type="dxa"/>
        <w:tblInd w:w="-5" w:type="dxa"/>
        <w:tblLook w:val="04A0" w:firstRow="1" w:lastRow="0" w:firstColumn="1" w:lastColumn="0" w:noHBand="0" w:noVBand="1"/>
      </w:tblPr>
      <w:tblGrid>
        <w:gridCol w:w="1099"/>
        <w:gridCol w:w="1099"/>
        <w:gridCol w:w="1761"/>
        <w:gridCol w:w="1418"/>
        <w:gridCol w:w="1559"/>
        <w:gridCol w:w="1701"/>
        <w:gridCol w:w="1418"/>
        <w:gridCol w:w="1559"/>
        <w:gridCol w:w="1134"/>
        <w:gridCol w:w="992"/>
        <w:gridCol w:w="1276"/>
      </w:tblGrid>
      <w:tr w:rsidR="003769D7" w:rsidRPr="003769D7" w14:paraId="4D2EC3A9" w14:textId="77777777" w:rsidTr="001C7A86">
        <w:trPr>
          <w:trHeight w:val="300"/>
        </w:trPr>
        <w:tc>
          <w:tcPr>
            <w:tcW w:w="2198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9C2813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lastRenderedPageBreak/>
              <w:t>Question and response categories</w:t>
            </w:r>
          </w:p>
        </w:tc>
        <w:tc>
          <w:tcPr>
            <w:tcW w:w="1761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5E4DE85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41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8397A98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5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020F0BC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01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AC03C21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97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BCFA40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12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7D4FC9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127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0EBB29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3769D7" w:rsidRPr="003769D7" w14:paraId="5FAB1D37" w14:textId="77777777" w:rsidTr="001C7A86">
        <w:trPr>
          <w:trHeight w:val="525"/>
        </w:trPr>
        <w:tc>
          <w:tcPr>
            <w:tcW w:w="2198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61519D1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76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28C1E39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4704C7F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3336B2B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6A331F4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DC0359B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1D55E96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19A942E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23393EF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127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FBF0EE3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3769D7" w:rsidRPr="003769D7" w14:paraId="27CEAC4A" w14:textId="77777777" w:rsidTr="001C7A86">
        <w:trPr>
          <w:trHeight w:val="300"/>
        </w:trPr>
        <w:tc>
          <w:tcPr>
            <w:tcW w:w="15016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428C9F79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Q61. 17. Please rate how you found the following pain management techniques from 1 (not at all effective) to 5 (extremely effective): - Psychological therapies</w:t>
            </w:r>
          </w:p>
        </w:tc>
      </w:tr>
      <w:tr w:rsidR="00A141BF" w:rsidRPr="003769D7" w14:paraId="07F5E5C0" w14:textId="77777777" w:rsidTr="001C7A86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3EB469BA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A48CC0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220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5C8F38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3,085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9325B1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2,562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BDDD9F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1,600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900040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4,399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0A6F02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6,094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F572AB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10,855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E0F34B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694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866B9E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11,676</w:t>
            </w:r>
          </w:p>
        </w:tc>
      </w:tr>
      <w:tr w:rsidR="00A141BF" w:rsidRPr="003769D7" w14:paraId="12A54C87" w14:textId="77777777" w:rsidTr="001C7A86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7F7BB7A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1 (not at all effective)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840CD9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18%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91C10E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15%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4C1D2E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AC49EF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4143D2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77AFAE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3F9364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AA530D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E50890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</w:p>
        </w:tc>
      </w:tr>
      <w:tr w:rsidR="00A141BF" w:rsidRPr="003769D7" w14:paraId="18DA1ADB" w14:textId="77777777" w:rsidTr="001C7A86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6A7583F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2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955CD3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17%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BAF83D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17%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760969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17%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F7CB72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E8C214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0E551C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87FD10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A8201A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886724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</w:p>
        </w:tc>
      </w:tr>
      <w:tr w:rsidR="00A141BF" w:rsidRPr="003769D7" w14:paraId="5CDD3310" w14:textId="77777777" w:rsidTr="001C7A86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024504F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3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CDC8DE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43C179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062737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18%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BF58EF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15%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67ADD5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28B431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15%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39A222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B1BEBC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9304BE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</w:p>
        </w:tc>
      </w:tr>
      <w:tr w:rsidR="00A141BF" w:rsidRPr="003769D7" w14:paraId="699F336C" w14:textId="77777777" w:rsidTr="001C7A86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2CFCCB9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4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91B7DC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EB61DC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15%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BA1425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47A144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A682B5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952F8F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F256E6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A091D1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AADD3B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</w:p>
        </w:tc>
      </w:tr>
      <w:tr w:rsidR="00A141BF" w:rsidRPr="003769D7" w14:paraId="1B7D04F8" w14:textId="77777777" w:rsidTr="001C7A86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1B84955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5 (extremely effective)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861318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3B5A72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AD9D22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160770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CC3961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662F4C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D558E7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6478E6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22FB69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</w:tr>
      <w:tr w:rsidR="00A141BF" w:rsidRPr="003769D7" w14:paraId="453E44F9" w14:textId="77777777" w:rsidTr="001C7A86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26345B76" w14:textId="298EC36D" w:rsidR="003769D7" w:rsidRPr="003769D7" w:rsidRDefault="001C7A86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I did not use this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1A58EA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35%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75DFC1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26%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B9C3E3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32%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40BB19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47%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FA930D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47%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8C2B40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46%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081D60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46%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FFD723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56%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913520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46%</w:t>
            </w:r>
          </w:p>
        </w:tc>
      </w:tr>
      <w:tr w:rsidR="00A141BF" w:rsidRPr="003769D7" w14:paraId="6E71147F" w14:textId="77777777" w:rsidTr="001C7A86">
        <w:trPr>
          <w:trHeight w:val="300"/>
        </w:trPr>
        <w:tc>
          <w:tcPr>
            <w:tcW w:w="109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0E8DAA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09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0197198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B2792C8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83701B1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148E0CF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3E52232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85D8619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6EE2DD3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A60A8BA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935E6CC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3E40A6F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3769D7" w:rsidRPr="003769D7" w14:paraId="21D12A50" w14:textId="77777777" w:rsidTr="001C7A86">
        <w:trPr>
          <w:trHeight w:val="300"/>
        </w:trPr>
        <w:tc>
          <w:tcPr>
            <w:tcW w:w="2198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E7BE5E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761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230B5FA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41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1C1FB7C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5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9D9785A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01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6EAD6EF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97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A44582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12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AF7AFE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127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B233C6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3769D7" w:rsidRPr="003769D7" w14:paraId="54D4A6A3" w14:textId="77777777" w:rsidTr="001C7A86">
        <w:trPr>
          <w:trHeight w:val="525"/>
        </w:trPr>
        <w:tc>
          <w:tcPr>
            <w:tcW w:w="2198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051124E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76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13832F8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4083F05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B665E16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1343F78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C73B165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D691827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3D06D4E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DFE1AB4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127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85375A3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3769D7" w:rsidRPr="003769D7" w14:paraId="725D7AA1" w14:textId="77777777" w:rsidTr="001C7A86">
        <w:trPr>
          <w:trHeight w:val="300"/>
        </w:trPr>
        <w:tc>
          <w:tcPr>
            <w:tcW w:w="15016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7D098C6F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Q62. 17. Please rate how you found the following pain management techniques from 1 (not at all effective) to 5 (extremely effective): - Complementary therapy eg Naturopath, Chinese medicine</w:t>
            </w:r>
          </w:p>
        </w:tc>
      </w:tr>
      <w:tr w:rsidR="00A141BF" w:rsidRPr="003769D7" w14:paraId="0CB0D45D" w14:textId="77777777" w:rsidTr="001C7A86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07365985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B14ED8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219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CE82B7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3,077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1D7E6D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2,557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2BECC8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1,602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CB8059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4,392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ABC644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6,104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860D01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10,869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51BCE5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689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6C773C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11,686</w:t>
            </w:r>
          </w:p>
        </w:tc>
      </w:tr>
      <w:tr w:rsidR="00A141BF" w:rsidRPr="003769D7" w14:paraId="05D9D193" w14:textId="77777777" w:rsidTr="001C7A86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76CFA31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1 (not at all effective)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6AF8E4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7F12DC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A750C4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765888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D32FFA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88773E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F75450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0E5B93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7FE679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</w:tr>
      <w:tr w:rsidR="00A141BF" w:rsidRPr="003769D7" w14:paraId="09AC94A8" w14:textId="77777777" w:rsidTr="001C7A86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1049983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2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2616F7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EFD066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BEAD09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A52104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946FD0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3651CA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90A08B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0FD359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CFDA4E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</w:tr>
      <w:tr w:rsidR="00A141BF" w:rsidRPr="003769D7" w14:paraId="3D865288" w14:textId="77777777" w:rsidTr="001C7A86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3CCF96D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3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2DBB87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23F68D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5A5FD3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BF0E4A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381A0A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EFE194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51C085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F77D14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2A3B5E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</w:tr>
      <w:tr w:rsidR="00A141BF" w:rsidRPr="003769D7" w14:paraId="13F71859" w14:textId="77777777" w:rsidTr="001C7A86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65190FA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4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D7AA19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495AD2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D201A0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392E06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4B8687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18CD09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22BC4A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4249F5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C02014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</w:p>
        </w:tc>
      </w:tr>
      <w:tr w:rsidR="00A141BF" w:rsidRPr="003769D7" w14:paraId="10A2FE20" w14:textId="77777777" w:rsidTr="001C7A86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096DB9D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5 (extremely effective)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180419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060B2F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8BF872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6B0A49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1A6B19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2F6951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8C25A8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318349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2A5E08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</w:tr>
      <w:tr w:rsidR="00A141BF" w:rsidRPr="003769D7" w14:paraId="75E212CE" w14:textId="77777777" w:rsidTr="001C7A86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57FBC0C1" w14:textId="75DCFCAC" w:rsidR="003769D7" w:rsidRPr="003769D7" w:rsidRDefault="001C7A86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I did not use this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01E8F9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61%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F7882A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56%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D38396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60%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0FFC36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60%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EF7C76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59%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2A92F0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60%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F7E085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60%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113DC6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62%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1FB6F1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60%</w:t>
            </w:r>
          </w:p>
        </w:tc>
      </w:tr>
    </w:tbl>
    <w:p w14:paraId="2BEED103" w14:textId="77777777" w:rsidR="001C7A86" w:rsidRDefault="001C7A86">
      <w:r>
        <w:br w:type="page"/>
      </w:r>
    </w:p>
    <w:tbl>
      <w:tblPr>
        <w:tblW w:w="15016" w:type="dxa"/>
        <w:tblLook w:val="04A0" w:firstRow="1" w:lastRow="0" w:firstColumn="1" w:lastColumn="0" w:noHBand="0" w:noVBand="1"/>
      </w:tblPr>
      <w:tblGrid>
        <w:gridCol w:w="1099"/>
        <w:gridCol w:w="1099"/>
        <w:gridCol w:w="1761"/>
        <w:gridCol w:w="1418"/>
        <w:gridCol w:w="1559"/>
        <w:gridCol w:w="1701"/>
        <w:gridCol w:w="1418"/>
        <w:gridCol w:w="1559"/>
        <w:gridCol w:w="1134"/>
        <w:gridCol w:w="992"/>
        <w:gridCol w:w="1276"/>
      </w:tblGrid>
      <w:tr w:rsidR="00A141BF" w:rsidRPr="003769D7" w14:paraId="72A9BE1B" w14:textId="77777777" w:rsidTr="001C7A86">
        <w:trPr>
          <w:trHeight w:val="315"/>
        </w:trPr>
        <w:tc>
          <w:tcPr>
            <w:tcW w:w="1099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A03CFBB" w14:textId="46404DA0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F450750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6363B63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9912F10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1C75A71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7E594E4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D8DC19F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249E5F3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807786A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1A34BE1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0A2DA9E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3769D7" w:rsidRPr="003769D7" w14:paraId="4A4C5771" w14:textId="77777777" w:rsidTr="001C7A86">
        <w:trPr>
          <w:trHeight w:val="300"/>
        </w:trPr>
        <w:tc>
          <w:tcPr>
            <w:tcW w:w="2198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4EF026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761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03CE9BD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41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BDFBEEC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5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1AC0D3F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01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084F57D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97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7CAA0D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12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38834A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127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B5A17B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3769D7" w:rsidRPr="003769D7" w14:paraId="266CB694" w14:textId="77777777" w:rsidTr="001C7A86">
        <w:trPr>
          <w:trHeight w:val="525"/>
        </w:trPr>
        <w:tc>
          <w:tcPr>
            <w:tcW w:w="2198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DC3580C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76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A15C7EE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0A3F42A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CDACF18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1478B69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0BBFDC3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702C14F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FBED8A1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7897120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127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EC5D442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3769D7" w:rsidRPr="003769D7" w14:paraId="5EFCFB5F" w14:textId="77777777" w:rsidTr="001C7A86">
        <w:trPr>
          <w:trHeight w:val="300"/>
        </w:trPr>
        <w:tc>
          <w:tcPr>
            <w:tcW w:w="15016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33A513FF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Q63. 17. Please rate how you found the following pain management techniques from 1 (not at all effective) to 5 (extremely effective): - Pain education</w:t>
            </w:r>
          </w:p>
        </w:tc>
      </w:tr>
      <w:tr w:rsidR="00A141BF" w:rsidRPr="003769D7" w14:paraId="436761DA" w14:textId="77777777" w:rsidTr="001C7A86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2A444E45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97B6FF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219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F83AB8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3,074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9582E7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2,559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6FC401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1,597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6335B3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4,399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B3E407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6,102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E3CE58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10,870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13D8DD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689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177FE6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11,690</w:t>
            </w:r>
          </w:p>
        </w:tc>
      </w:tr>
      <w:tr w:rsidR="00A141BF" w:rsidRPr="003769D7" w14:paraId="234E6479" w14:textId="77777777" w:rsidTr="001C7A86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7021B70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1 (not at all effective)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87717F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19%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BDEBD1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17%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B08DFD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E8015D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2D2D80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DB69FB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21A368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2A9B27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330D45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</w:p>
        </w:tc>
      </w:tr>
      <w:tr w:rsidR="00A141BF" w:rsidRPr="003769D7" w14:paraId="46F85E3E" w14:textId="77777777" w:rsidTr="001C7A86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1171342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2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EEA668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17%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16B2E6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15%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7DF8FC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69B191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71E346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CCC9A2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0436C8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5A6D85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CC5AFD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</w:p>
        </w:tc>
      </w:tr>
      <w:tr w:rsidR="00A141BF" w:rsidRPr="003769D7" w14:paraId="1ACB3D4A" w14:textId="77777777" w:rsidTr="001C7A86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414449C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3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3CEA47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98949C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2DFD5E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01C948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37B6BB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0E1414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C92E25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A0111D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61766B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</w:p>
        </w:tc>
      </w:tr>
      <w:tr w:rsidR="00A141BF" w:rsidRPr="003769D7" w14:paraId="0A4222BE" w14:textId="77777777" w:rsidTr="001C7A86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01FB011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4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564EA6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B823E1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E95488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00B6DA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179A17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23516B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9B66B2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639F2B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82122D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</w:p>
        </w:tc>
      </w:tr>
      <w:tr w:rsidR="00A141BF" w:rsidRPr="003769D7" w14:paraId="2F918024" w14:textId="77777777" w:rsidTr="001C7A86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263B92F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5 (extremely effective)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680D8B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806513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566DDC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656447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68CDBF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4DFC46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77DD72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1B35D8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91757D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</w:tr>
      <w:tr w:rsidR="00A141BF" w:rsidRPr="003769D7" w14:paraId="6B9F1A65" w14:textId="77777777" w:rsidTr="001C7A86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7BED9EEB" w14:textId="764C4FAD" w:rsidR="003769D7" w:rsidRPr="003769D7" w:rsidRDefault="001C7A86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I did not use this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5F6A64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46%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255532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40%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E63A77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49%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01CE8E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53%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01EFFB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53%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044F29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56%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01C306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55%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47A92B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53%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D5AB35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54%</w:t>
            </w:r>
          </w:p>
        </w:tc>
      </w:tr>
      <w:tr w:rsidR="00A141BF" w:rsidRPr="003769D7" w14:paraId="3902082E" w14:textId="77777777" w:rsidTr="001C7A86">
        <w:trPr>
          <w:trHeight w:val="300"/>
        </w:trPr>
        <w:tc>
          <w:tcPr>
            <w:tcW w:w="109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1C4965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09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DC7848D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A352156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34CD3DC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5685CD1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FBD72C1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1E80BC2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E1813C6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CBB8E57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2505960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F819370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3769D7" w:rsidRPr="003769D7" w14:paraId="4907B9C5" w14:textId="77777777" w:rsidTr="001C7A86">
        <w:trPr>
          <w:trHeight w:val="300"/>
        </w:trPr>
        <w:tc>
          <w:tcPr>
            <w:tcW w:w="2198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7D2A49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761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7011298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41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F330D9C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5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49E02F1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01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CE3DF9E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97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D06AB3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12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3E2DF0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127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191FF9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3769D7" w:rsidRPr="003769D7" w14:paraId="4D10948D" w14:textId="77777777" w:rsidTr="001C7A86">
        <w:trPr>
          <w:trHeight w:val="525"/>
        </w:trPr>
        <w:tc>
          <w:tcPr>
            <w:tcW w:w="2198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86E99F3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76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614E1E2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A2A7670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4A0E90A3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BCF9110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4FCD01A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1C8659E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FEF0EA6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111F59D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127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9084373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3769D7" w:rsidRPr="003769D7" w14:paraId="3066F2A7" w14:textId="77777777" w:rsidTr="001C7A86">
        <w:trPr>
          <w:trHeight w:val="300"/>
        </w:trPr>
        <w:tc>
          <w:tcPr>
            <w:tcW w:w="15016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101FD625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Q64. 17. Please rate how you found the following pain management techniques from 1 (not at all effective) to 5 (extremely effective): - Support groups</w:t>
            </w:r>
          </w:p>
        </w:tc>
      </w:tr>
      <w:tr w:rsidR="00A141BF" w:rsidRPr="003769D7" w14:paraId="7450DE28" w14:textId="77777777" w:rsidTr="001C7A86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7877C6C2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610F55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219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3A1D86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3,070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2F8160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2,554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270E08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1,604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F6295C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4,388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418BAF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6,094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3CAC25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10,847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48D9D0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691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7CDFC3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11,667</w:t>
            </w:r>
          </w:p>
        </w:tc>
      </w:tr>
      <w:tr w:rsidR="00A141BF" w:rsidRPr="003769D7" w14:paraId="043E9209" w14:textId="77777777" w:rsidTr="001C7A86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5D67961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1 (not at all effective)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9F70B2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57507C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5B93BB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E35633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12C904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5A8807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C55FCD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9D0FF9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1E9DFE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</w:p>
        </w:tc>
      </w:tr>
      <w:tr w:rsidR="00A141BF" w:rsidRPr="003769D7" w14:paraId="68801AB0" w14:textId="77777777" w:rsidTr="001C7A86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6F7507D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2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7BA7FC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8C5380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103680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ABB3F5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C7ADD0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07E344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4A76BD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5E1FDB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9CF15B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</w:p>
        </w:tc>
      </w:tr>
      <w:tr w:rsidR="00A141BF" w:rsidRPr="003769D7" w14:paraId="7D6AA97A" w14:textId="77777777" w:rsidTr="001C7A86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158CC7A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3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4D412D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6E4367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C0999E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762926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B98596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EABB84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CC9B4D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12C752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1971E1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</w:tr>
      <w:tr w:rsidR="00A141BF" w:rsidRPr="003769D7" w14:paraId="168E0978" w14:textId="77777777" w:rsidTr="001C7A86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7FF4ABF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4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875623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A45C93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2446E9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65442C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99343B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199483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073B76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24EB87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10777D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</w:tr>
      <w:tr w:rsidR="00A141BF" w:rsidRPr="003769D7" w14:paraId="64F00E56" w14:textId="77777777" w:rsidTr="001C7A86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620DEC3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5 (extremely effective)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B2B614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A4046A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EE418D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F98C5B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2E5FBE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BFCF75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2AA00E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EF1632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D75A2B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2%</w:t>
            </w:r>
          </w:p>
        </w:tc>
      </w:tr>
      <w:tr w:rsidR="00A141BF" w:rsidRPr="003769D7" w14:paraId="7BDC390E" w14:textId="77777777" w:rsidTr="001C7A86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6862DA7F" w14:textId="1CA3D6E7" w:rsidR="003769D7" w:rsidRPr="003769D7" w:rsidRDefault="007F47E0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I did not use this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365318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66%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C28BC8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59%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1D5C71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70%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1435F6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74%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0AEAB2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71%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7EA049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76%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7BED88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74%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F851A9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74%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05AF0F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74%</w:t>
            </w:r>
          </w:p>
        </w:tc>
      </w:tr>
      <w:tr w:rsidR="00A141BF" w:rsidRPr="003769D7" w14:paraId="60C813C2" w14:textId="77777777" w:rsidTr="001C7A86">
        <w:trPr>
          <w:trHeight w:val="300"/>
        </w:trPr>
        <w:tc>
          <w:tcPr>
            <w:tcW w:w="1099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85C6C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099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284B91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E7A9C7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6928A8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49AE6B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B4FC3C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3D80F0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882351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BFDA1C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1F1C12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84A559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</w:tbl>
    <w:p w14:paraId="1F62DD01" w14:textId="77777777" w:rsidR="007F47E0" w:rsidRDefault="007F47E0">
      <w:r>
        <w:br w:type="page"/>
      </w:r>
    </w:p>
    <w:tbl>
      <w:tblPr>
        <w:tblW w:w="15016" w:type="dxa"/>
        <w:tblLook w:val="04A0" w:firstRow="1" w:lastRow="0" w:firstColumn="1" w:lastColumn="0" w:noHBand="0" w:noVBand="1"/>
      </w:tblPr>
      <w:tblGrid>
        <w:gridCol w:w="1099"/>
        <w:gridCol w:w="1099"/>
        <w:gridCol w:w="1761"/>
        <w:gridCol w:w="1418"/>
        <w:gridCol w:w="1559"/>
        <w:gridCol w:w="1701"/>
        <w:gridCol w:w="1418"/>
        <w:gridCol w:w="1559"/>
        <w:gridCol w:w="1134"/>
        <w:gridCol w:w="992"/>
        <w:gridCol w:w="1276"/>
      </w:tblGrid>
      <w:tr w:rsidR="00A141BF" w:rsidRPr="003769D7" w14:paraId="727B39CB" w14:textId="77777777" w:rsidTr="007F47E0">
        <w:trPr>
          <w:trHeight w:val="315"/>
        </w:trPr>
        <w:tc>
          <w:tcPr>
            <w:tcW w:w="1099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6AADDCD" w14:textId="43333AC8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40C09FF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CE82D51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21F404F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3F30644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D444A4C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FE33F85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C08992D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0E90E3E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7D43185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27CA2B8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3769D7" w:rsidRPr="003769D7" w14:paraId="4393785B" w14:textId="77777777" w:rsidTr="007F47E0">
        <w:trPr>
          <w:trHeight w:val="300"/>
        </w:trPr>
        <w:tc>
          <w:tcPr>
            <w:tcW w:w="2198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C650F7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761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C101A3B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41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0CB31F6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5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E486CC1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01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B80FF68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97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ED303B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12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042292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127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5323E7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3769D7" w:rsidRPr="003769D7" w14:paraId="511C73EF" w14:textId="77777777" w:rsidTr="007F47E0">
        <w:trPr>
          <w:trHeight w:val="525"/>
        </w:trPr>
        <w:tc>
          <w:tcPr>
            <w:tcW w:w="2198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B7D1114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76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804F3D2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10AAB09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15059C1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29000A8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975E1B6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0A60AAD5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9866B32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4CB3161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127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2325CBC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3769D7" w:rsidRPr="003769D7" w14:paraId="3324EEBB" w14:textId="77777777" w:rsidTr="007F47E0">
        <w:trPr>
          <w:trHeight w:val="300"/>
        </w:trPr>
        <w:tc>
          <w:tcPr>
            <w:tcW w:w="15016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4B987748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Q65. 17. Please rate how you found the following pain management techniques from 1 (not at all effective) to 5 (extremely effective): - Prescription medication</w:t>
            </w:r>
          </w:p>
        </w:tc>
      </w:tr>
      <w:tr w:rsidR="00A141BF" w:rsidRPr="003769D7" w14:paraId="2E1C1734" w14:textId="77777777" w:rsidTr="007F47E0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2AE75327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76DC32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220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8E3992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3,086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E77A15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2,562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E768D6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1,608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51C9F9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4,415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623034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6,128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8408C3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10,904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F4FC4E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702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24221E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11,735</w:t>
            </w:r>
          </w:p>
        </w:tc>
      </w:tr>
      <w:tr w:rsidR="00A141BF" w:rsidRPr="003769D7" w14:paraId="7372271F" w14:textId="77777777" w:rsidTr="007F47E0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06B2EFC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1 (not at all effective)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9A5362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21B4AF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C18971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66821D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3E73DE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93F7AA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3510C1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748D93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0C2FD0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</w:tr>
      <w:tr w:rsidR="00A141BF" w:rsidRPr="003769D7" w14:paraId="48385B4F" w14:textId="77777777" w:rsidTr="007F47E0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7D53BCD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2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08018D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D4695E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7F17A9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5F7B04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A32054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C0085A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B15096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115855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1A814F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</w:p>
        </w:tc>
      </w:tr>
      <w:tr w:rsidR="00A141BF" w:rsidRPr="003769D7" w14:paraId="448965F6" w14:textId="77777777" w:rsidTr="007F47E0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3513C5E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3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29C37D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23%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E15FAE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26%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C486A8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12BB6B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50DD6C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23%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EF6A9D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7DEE43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CE4F70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22%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6E5AF7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</w:p>
        </w:tc>
      </w:tr>
      <w:tr w:rsidR="00A141BF" w:rsidRPr="003769D7" w14:paraId="2D3E29EC" w14:textId="77777777" w:rsidTr="007F47E0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6619604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4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68ED8A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24%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119A71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27%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02B773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25%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E8967B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22%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85D0FE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24%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537054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24%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AD1524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24%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B4E221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25%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F7EC45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24%</w:t>
            </w:r>
          </w:p>
        </w:tc>
      </w:tr>
      <w:tr w:rsidR="00A141BF" w:rsidRPr="003769D7" w14:paraId="1722F475" w14:textId="77777777" w:rsidTr="007F47E0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44DB1C0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5 (extremely effective)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4CFE5F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6B69E0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17%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6DA710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52FE42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17%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94F88C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15%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B3E019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17%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4D007D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BCAE62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18%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1ED495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</w:p>
        </w:tc>
      </w:tr>
      <w:tr w:rsidR="00A141BF" w:rsidRPr="003769D7" w14:paraId="49A1F997" w14:textId="77777777" w:rsidTr="007F47E0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3308F749" w14:textId="76B6B8E1" w:rsidR="003769D7" w:rsidRPr="003769D7" w:rsidRDefault="007F47E0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I did not use this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A0369A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FF85BF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5EC229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EF6CB7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25%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CE7CC2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38FB1D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23%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AA6250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22%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2E73F8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C7E056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22%</w:t>
            </w:r>
          </w:p>
        </w:tc>
      </w:tr>
      <w:tr w:rsidR="00A141BF" w:rsidRPr="003769D7" w14:paraId="617BAEDC" w14:textId="77777777" w:rsidTr="007F47E0">
        <w:trPr>
          <w:trHeight w:val="315"/>
        </w:trPr>
        <w:tc>
          <w:tcPr>
            <w:tcW w:w="109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BC753EB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9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8EB3BBC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35F5B36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6C3AFE22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E343E30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5427734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1E3CF79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B9B16AC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7C1836E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45DBCD41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C5E1C98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3769D7" w:rsidRPr="003769D7" w14:paraId="173E738F" w14:textId="77777777" w:rsidTr="007F47E0">
        <w:trPr>
          <w:trHeight w:val="300"/>
        </w:trPr>
        <w:tc>
          <w:tcPr>
            <w:tcW w:w="2198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0F01E3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761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6C4EEB6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41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C06B32D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5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814B751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01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DC95C8B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97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0F00A3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12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3C522B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127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7CD1C9F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3769D7" w:rsidRPr="003769D7" w14:paraId="5022A249" w14:textId="77777777" w:rsidTr="007F47E0">
        <w:trPr>
          <w:trHeight w:val="525"/>
        </w:trPr>
        <w:tc>
          <w:tcPr>
            <w:tcW w:w="2198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1E3F29D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76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0DF5DAF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419C497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B97894E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F7B54DF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973B944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7973FC4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07628C7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0074DAF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127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233C01ED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3769D7" w:rsidRPr="003769D7" w14:paraId="55AE6D48" w14:textId="77777777" w:rsidTr="007F47E0">
        <w:trPr>
          <w:trHeight w:val="300"/>
        </w:trPr>
        <w:tc>
          <w:tcPr>
            <w:tcW w:w="15016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5BB8A568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Q66. 17. Please rate how you found the following pain management techniques from 1 (not at all effective) to 5 (extremely effective): - Non-prescription medication (please specify below)</w:t>
            </w:r>
          </w:p>
        </w:tc>
      </w:tr>
      <w:tr w:rsidR="00A141BF" w:rsidRPr="003769D7" w14:paraId="1645D23B" w14:textId="77777777" w:rsidTr="007F47E0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1FA34F94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730B43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218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27F48F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3,060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81F56D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2,549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554576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1,596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FA998E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4,384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85ACBC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6,076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E4760B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10,827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35514E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686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20FE15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11,643</w:t>
            </w:r>
          </w:p>
        </w:tc>
      </w:tr>
      <w:tr w:rsidR="00A141BF" w:rsidRPr="003769D7" w14:paraId="68A4E999" w14:textId="77777777" w:rsidTr="007F47E0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0F9ED74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1 (not at all effective)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BB6BC2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C5DF95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C3272A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664CBB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3E889B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AF827F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D21290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C30FC7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E5331A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</w:tr>
      <w:tr w:rsidR="00A141BF" w:rsidRPr="003769D7" w14:paraId="66EA6DBE" w14:textId="77777777" w:rsidTr="007F47E0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19A27E2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2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9CF7E4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82B71C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15%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5B7F9C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DF5A96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47075B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15%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95FAD4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687CD3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2D9A9C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353F4F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15%</w:t>
            </w:r>
          </w:p>
        </w:tc>
      </w:tr>
      <w:tr w:rsidR="00A141BF" w:rsidRPr="003769D7" w14:paraId="47507B7B" w14:textId="77777777" w:rsidTr="007F47E0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4A80F81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3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0B9D9E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4E8529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FB48FF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D03EA4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19%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A3F365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21%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614FA0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DC7D40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61CE37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22%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D4EE91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20%</w:t>
            </w:r>
          </w:p>
        </w:tc>
      </w:tr>
      <w:tr w:rsidR="00A141BF" w:rsidRPr="003769D7" w14:paraId="2ECC4BBF" w14:textId="77777777" w:rsidTr="007F47E0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759E080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4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AA604E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E16D32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12%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CB06D9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768360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15%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3EEA3E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511E50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15%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A8CF64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CD17B8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13%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B7CD38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14%</w:t>
            </w:r>
          </w:p>
        </w:tc>
      </w:tr>
      <w:tr w:rsidR="00A141BF" w:rsidRPr="003769D7" w14:paraId="2AF3A6C6" w14:textId="77777777" w:rsidTr="007F47E0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6E82A68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5 (extremely effective)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53BF94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8D6665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421F4A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5B254B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56A0D2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088B03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6DC4C2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C6138E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8D192A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</w:tr>
      <w:tr w:rsidR="00A141BF" w:rsidRPr="003769D7" w14:paraId="04CF6619" w14:textId="77777777" w:rsidTr="007F47E0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6051C3CF" w14:textId="0ACF17A5" w:rsidR="003769D7" w:rsidRPr="003769D7" w:rsidRDefault="007F47E0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I did not use this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BD1B9C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34%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7D128D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36%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E188B4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36%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EA3440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39%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874E32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37%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73C4FA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36%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FC786E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37%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48EA38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36%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F2475F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37%</w:t>
            </w:r>
          </w:p>
        </w:tc>
      </w:tr>
      <w:tr w:rsidR="00A141BF" w:rsidRPr="003769D7" w14:paraId="072A92FE" w14:textId="77777777" w:rsidTr="007F47E0">
        <w:trPr>
          <w:trHeight w:val="300"/>
        </w:trPr>
        <w:tc>
          <w:tcPr>
            <w:tcW w:w="1099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8C71E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</w:p>
        </w:tc>
        <w:tc>
          <w:tcPr>
            <w:tcW w:w="1099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F958F8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D6FD95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CB0EA6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FDE81F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BEC3CE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6A87CF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E8DF19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C3A630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CB4CB0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49E032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</w:tbl>
    <w:p w14:paraId="238D49F3" w14:textId="77777777" w:rsidR="007F47E0" w:rsidRDefault="007F47E0">
      <w:r>
        <w:br w:type="page"/>
      </w:r>
    </w:p>
    <w:tbl>
      <w:tblPr>
        <w:tblW w:w="15016" w:type="dxa"/>
        <w:tblLook w:val="04A0" w:firstRow="1" w:lastRow="0" w:firstColumn="1" w:lastColumn="0" w:noHBand="0" w:noVBand="1"/>
      </w:tblPr>
      <w:tblGrid>
        <w:gridCol w:w="1099"/>
        <w:gridCol w:w="1099"/>
        <w:gridCol w:w="1761"/>
        <w:gridCol w:w="1418"/>
        <w:gridCol w:w="1559"/>
        <w:gridCol w:w="1701"/>
        <w:gridCol w:w="1418"/>
        <w:gridCol w:w="1559"/>
        <w:gridCol w:w="1134"/>
        <w:gridCol w:w="992"/>
        <w:gridCol w:w="1276"/>
      </w:tblGrid>
      <w:tr w:rsidR="00A141BF" w:rsidRPr="003769D7" w14:paraId="4F59540E" w14:textId="77777777" w:rsidTr="007F47E0">
        <w:trPr>
          <w:trHeight w:val="315"/>
        </w:trPr>
        <w:tc>
          <w:tcPr>
            <w:tcW w:w="1099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755CFED" w14:textId="13A7B311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02166CAD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3153D774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87D563B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B620526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A6C7C69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2EEDC0DB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20C5D02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5F59128E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7729C319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noWrap/>
            <w:vAlign w:val="bottom"/>
            <w:hideMark/>
          </w:tcPr>
          <w:p w14:paraId="182E9D68" w14:textId="77777777" w:rsidR="003769D7" w:rsidRPr="003769D7" w:rsidRDefault="003769D7" w:rsidP="003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3769D7" w:rsidRPr="003769D7" w14:paraId="3E83DA50" w14:textId="77777777" w:rsidTr="007F47E0">
        <w:trPr>
          <w:trHeight w:val="300"/>
        </w:trPr>
        <w:tc>
          <w:tcPr>
            <w:tcW w:w="2198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30FA7C8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1761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488CA13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Aboriginal or Torres Strait Islander (%)</w:t>
            </w:r>
          </w:p>
        </w:tc>
        <w:tc>
          <w:tcPr>
            <w:tcW w:w="141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EBCEBC1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Living with a disability (%)</w:t>
            </w:r>
          </w:p>
        </w:tc>
        <w:tc>
          <w:tcPr>
            <w:tcW w:w="155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0AD3571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LGBTIQA+ (%)</w:t>
            </w:r>
          </w:p>
        </w:tc>
        <w:tc>
          <w:tcPr>
            <w:tcW w:w="1701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FE7D9DC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Culturally and Linguistically Diverse (%)</w:t>
            </w:r>
          </w:p>
        </w:tc>
        <w:tc>
          <w:tcPr>
            <w:tcW w:w="297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5C9DB46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Location</w:t>
            </w:r>
          </w:p>
        </w:tc>
        <w:tc>
          <w:tcPr>
            <w:tcW w:w="212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91E80F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Age</w:t>
            </w:r>
          </w:p>
        </w:tc>
        <w:tc>
          <w:tcPr>
            <w:tcW w:w="127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1246BB1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Total sample </w:t>
            </w:r>
          </w:p>
        </w:tc>
      </w:tr>
      <w:tr w:rsidR="003769D7" w:rsidRPr="003769D7" w14:paraId="1EF6005A" w14:textId="77777777" w:rsidTr="007F47E0">
        <w:trPr>
          <w:trHeight w:val="525"/>
        </w:trPr>
        <w:tc>
          <w:tcPr>
            <w:tcW w:w="2198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35B060D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lang w:eastAsia="en-AU"/>
              </w:rPr>
            </w:pPr>
          </w:p>
        </w:tc>
        <w:tc>
          <w:tcPr>
            <w:tcW w:w="176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36041C81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6C65D66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2F9F869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701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ABB8C45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800E86B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Regional Victoria (%)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45E110EF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Melbourne (%)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66538646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&lt;60 years (%)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83CCEB"/>
            <w:vAlign w:val="center"/>
            <w:hideMark/>
          </w:tcPr>
          <w:p w14:paraId="2D532963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376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60+ years (%)</w:t>
            </w:r>
          </w:p>
        </w:tc>
        <w:tc>
          <w:tcPr>
            <w:tcW w:w="127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6A677B67" w14:textId="77777777" w:rsidR="003769D7" w:rsidRPr="003769D7" w:rsidRDefault="003769D7" w:rsidP="003769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3769D7" w:rsidRPr="003769D7" w14:paraId="462FDEE3" w14:textId="77777777" w:rsidTr="007F47E0">
        <w:trPr>
          <w:trHeight w:val="300"/>
        </w:trPr>
        <w:tc>
          <w:tcPr>
            <w:tcW w:w="15016" w:type="dxa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AE9F8"/>
            <w:noWrap/>
            <w:vAlign w:val="bottom"/>
            <w:hideMark/>
          </w:tcPr>
          <w:p w14:paraId="5E783FAE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Q67. 17. Please rate how you found the following pain management techniques from 1 (not at all effective) to 5 (extremely effective): - Surgery (please specify type below)</w:t>
            </w:r>
          </w:p>
        </w:tc>
      </w:tr>
      <w:tr w:rsidR="00A141BF" w:rsidRPr="003769D7" w14:paraId="781EE077" w14:textId="77777777" w:rsidTr="007F47E0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vAlign w:val="bottom"/>
            <w:hideMark/>
          </w:tcPr>
          <w:p w14:paraId="35867ACA" w14:textId="77777777" w:rsidR="003769D7" w:rsidRPr="003769D7" w:rsidRDefault="003769D7" w:rsidP="003769D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321667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219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3637C0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3,063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A98F76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2,553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956F38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1,603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7C9006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4,383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520FCA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6,077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D8A7ED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color w:val="000000"/>
                <w:lang w:eastAsia="en-AU"/>
              </w:rPr>
              <w:t>10,829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5300F6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688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FCD0AA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b/>
                <w:bCs/>
                <w:i/>
                <w:iCs/>
                <w:color w:val="000000"/>
                <w:lang w:eastAsia="en-AU"/>
              </w:rPr>
              <w:t>11,646</w:t>
            </w:r>
          </w:p>
        </w:tc>
      </w:tr>
      <w:tr w:rsidR="00A141BF" w:rsidRPr="003769D7" w14:paraId="7239EF4A" w14:textId="77777777" w:rsidTr="007F47E0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539624C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1 (not at all effective)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20E91C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3FB802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270DBA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EA7239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D0DC2E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3FB10B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1BC9BB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BAF6D0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3F6E84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</w:tr>
      <w:tr w:rsidR="00A141BF" w:rsidRPr="003769D7" w14:paraId="1EB87F1F" w14:textId="77777777" w:rsidTr="007F47E0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339DE19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2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AE54E6D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3%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9FE983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7236AE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4C8D45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787F9A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68278C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65F573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2A176F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75D3B4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4%</w:t>
            </w:r>
          </w:p>
        </w:tc>
      </w:tr>
      <w:tr w:rsidR="00A141BF" w:rsidRPr="003769D7" w14:paraId="2EB0E748" w14:textId="77777777" w:rsidTr="007F47E0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26F18EB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3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BFBB6A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29A725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A21D4C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EEDA67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E17C0D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04EC52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8ED2ED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E2B820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6282F7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</w:p>
        </w:tc>
      </w:tr>
      <w:tr w:rsidR="00A141BF" w:rsidRPr="003769D7" w14:paraId="31B48F88" w14:textId="77777777" w:rsidTr="007F47E0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53A577D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4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DF3664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7%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DA745E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25306FE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E42B0D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F87D8F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99C3F6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A39E01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9567B4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5C3C049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</w:tr>
      <w:tr w:rsidR="00A141BF" w:rsidRPr="003769D7" w14:paraId="609BDD22" w14:textId="77777777" w:rsidTr="007F47E0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76F3142B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5 (extremely effective)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659A59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16%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8316D8A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B441403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8%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DC07881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9%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BDBB64C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56ED356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525DE2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10%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78C820B5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09BB5D8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11%</w:t>
            </w:r>
          </w:p>
        </w:tc>
      </w:tr>
      <w:tr w:rsidR="00A141BF" w:rsidRPr="003769D7" w14:paraId="328719A2" w14:textId="77777777" w:rsidTr="007F47E0">
        <w:trPr>
          <w:trHeight w:val="300"/>
        </w:trPr>
        <w:tc>
          <w:tcPr>
            <w:tcW w:w="21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000000" w:fill="D9D9D9"/>
            <w:noWrap/>
            <w:vAlign w:val="bottom"/>
            <w:hideMark/>
          </w:tcPr>
          <w:p w14:paraId="567F4DFF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i/>
                <w:iCs/>
                <w:color w:val="000000"/>
                <w:lang w:eastAsia="en-AU"/>
              </w:rPr>
              <w:t>They do not use this</w:t>
            </w:r>
          </w:p>
        </w:tc>
        <w:tc>
          <w:tcPr>
            <w:tcW w:w="17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CE0180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59%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C0605E7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62%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E1D4E7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67%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557826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69%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093236C2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62%</w:t>
            </w:r>
            <w:r w:rsidRPr="003769D7">
              <w:rPr>
                <w:rFonts w:ascii="Aptos Narrow" w:eastAsia="Times New Roman" w:hAnsi="Aptos Narrow" w:cs="Times New Roman"/>
                <w:color w:val="C00000"/>
                <w:lang w:eastAsia="en-AU"/>
              </w:rPr>
              <w:t>*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666B70B0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66%</w:t>
            </w:r>
            <w:r w:rsidRPr="003769D7">
              <w:rPr>
                <w:rFonts w:ascii="Aptos Narrow" w:eastAsia="Times New Roman" w:hAnsi="Aptos Narrow" w:cs="Times New Roman"/>
                <w:color w:val="74B230"/>
                <w:lang w:eastAsia="en-AU"/>
              </w:rPr>
              <w:t>^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42CF0354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64%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1ABF7CDE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65%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bottom"/>
            <w:hideMark/>
          </w:tcPr>
          <w:p w14:paraId="3F2611D6" w14:textId="77777777" w:rsidR="003769D7" w:rsidRPr="003769D7" w:rsidRDefault="003769D7" w:rsidP="003769D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AU"/>
              </w:rPr>
            </w:pPr>
            <w:r w:rsidRPr="003769D7">
              <w:rPr>
                <w:rFonts w:ascii="Aptos Narrow" w:eastAsia="Times New Roman" w:hAnsi="Aptos Narrow" w:cs="Times New Roman"/>
                <w:color w:val="000000"/>
                <w:lang w:eastAsia="en-AU"/>
              </w:rPr>
              <w:t>64%</w:t>
            </w:r>
          </w:p>
        </w:tc>
      </w:tr>
    </w:tbl>
    <w:p w14:paraId="469B997B" w14:textId="77777777" w:rsidR="00217967" w:rsidRDefault="00217967"/>
    <w:sectPr w:rsidR="00217967" w:rsidSect="004F2632">
      <w:footerReference w:type="even" r:id="rId12"/>
      <w:footerReference w:type="default" r:id="rId13"/>
      <w:footerReference w:type="first" r:id="rId14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046E90" w14:textId="77777777" w:rsidR="0014107A" w:rsidRDefault="0014107A" w:rsidP="00923275">
      <w:pPr>
        <w:spacing w:after="0" w:line="240" w:lineRule="auto"/>
      </w:pPr>
      <w:r>
        <w:separator/>
      </w:r>
    </w:p>
  </w:endnote>
  <w:endnote w:type="continuationSeparator" w:id="0">
    <w:p w14:paraId="2CFFCB25" w14:textId="77777777" w:rsidR="0014107A" w:rsidRDefault="0014107A" w:rsidP="00923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2DEC9" w14:textId="302C6AB6" w:rsidR="002A4FB8" w:rsidRDefault="002A4FB8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306A781" wp14:editId="6E168E72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56590" cy="383540"/>
              <wp:effectExtent l="0" t="0" r="10160" b="0"/>
              <wp:wrapNone/>
              <wp:docPr id="554490070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6590" cy="383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D3FC63" w14:textId="0F865C07" w:rsidR="002A4FB8" w:rsidRPr="002A4FB8" w:rsidRDefault="002A4FB8" w:rsidP="002A4FB8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A4FB8"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06A78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" style="position:absolute;margin-left:0;margin-top:0;width:51.7pt;height:30.2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70D3FC63" w14:textId="0F865C07" w:rsidR="002A4FB8" w:rsidRPr="002A4FB8" w:rsidRDefault="002A4FB8" w:rsidP="002A4FB8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</w:pPr>
                    <w:r w:rsidRPr="002A4FB8"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9E73F" w14:textId="7191029D" w:rsidR="002A4FB8" w:rsidRDefault="002A4FB8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31E2CB5" wp14:editId="412A6C5A">
              <wp:simplePos x="457200" y="694372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56590" cy="383540"/>
              <wp:effectExtent l="0" t="0" r="10160" b="0"/>
              <wp:wrapNone/>
              <wp:docPr id="2002713250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6590" cy="383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9BBC1F" w14:textId="218CE999" w:rsidR="002A4FB8" w:rsidRPr="002A4FB8" w:rsidRDefault="002A4FB8" w:rsidP="002A4FB8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A4FB8"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1E2CB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" style="position:absolute;margin-left:0;margin-top:0;width:51.7pt;height:30.2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" filled="f" stroked="f">
              <v:fill o:detectmouseclick="t"/>
              <v:textbox style="mso-fit-shape-to-text:t" inset="0,0,0,15pt">
                <w:txbxContent>
                  <w:p w14:paraId="709BBC1F" w14:textId="218CE999" w:rsidR="002A4FB8" w:rsidRPr="002A4FB8" w:rsidRDefault="002A4FB8" w:rsidP="002A4FB8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</w:pPr>
                    <w:r w:rsidRPr="002A4FB8"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D9C5B" w14:textId="005CF33A" w:rsidR="002A4FB8" w:rsidRDefault="002A4FB8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8EBA99A" wp14:editId="66D2ACE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56590" cy="383540"/>
              <wp:effectExtent l="0" t="0" r="10160" b="0"/>
              <wp:wrapNone/>
              <wp:docPr id="791621820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6590" cy="383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1985B38" w14:textId="0CF05A39" w:rsidR="002A4FB8" w:rsidRPr="002A4FB8" w:rsidRDefault="002A4FB8" w:rsidP="002A4FB8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A4FB8"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EBA99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OFFICIAL" style="position:absolute;margin-left:0;margin-top:0;width:51.7pt;height:30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" filled="f" stroked="f">
              <v:fill o:detectmouseclick="t"/>
              <v:textbox style="mso-fit-shape-to-text:t" inset="0,0,0,15pt">
                <w:txbxContent>
                  <w:p w14:paraId="41985B38" w14:textId="0CF05A39" w:rsidR="002A4FB8" w:rsidRPr="002A4FB8" w:rsidRDefault="002A4FB8" w:rsidP="002A4FB8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</w:pPr>
                    <w:r w:rsidRPr="002A4FB8"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5C1A4" w14:textId="77777777" w:rsidR="0014107A" w:rsidRDefault="0014107A" w:rsidP="00923275">
      <w:pPr>
        <w:spacing w:after="0" w:line="240" w:lineRule="auto"/>
      </w:pPr>
      <w:r>
        <w:separator/>
      </w:r>
    </w:p>
  </w:footnote>
  <w:footnote w:type="continuationSeparator" w:id="0">
    <w:p w14:paraId="1FE3A25D" w14:textId="77777777" w:rsidR="0014107A" w:rsidRDefault="0014107A" w:rsidP="009232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F21E1CB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87F2735"/>
    <w:multiLevelType w:val="hybridMultilevel"/>
    <w:tmpl w:val="9D182F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7709553">
    <w:abstractNumId w:val="1"/>
  </w:num>
  <w:num w:numId="2" w16cid:durableId="666905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632"/>
    <w:rsid w:val="00000365"/>
    <w:rsid w:val="0003358E"/>
    <w:rsid w:val="00132D0F"/>
    <w:rsid w:val="00136E4B"/>
    <w:rsid w:val="0014107A"/>
    <w:rsid w:val="001C7A86"/>
    <w:rsid w:val="00217967"/>
    <w:rsid w:val="00221775"/>
    <w:rsid w:val="002A4FB8"/>
    <w:rsid w:val="002E6462"/>
    <w:rsid w:val="003769D7"/>
    <w:rsid w:val="003A5D63"/>
    <w:rsid w:val="00402691"/>
    <w:rsid w:val="00480799"/>
    <w:rsid w:val="004D467C"/>
    <w:rsid w:val="004F2632"/>
    <w:rsid w:val="004F6500"/>
    <w:rsid w:val="00500F6C"/>
    <w:rsid w:val="0054066F"/>
    <w:rsid w:val="00567379"/>
    <w:rsid w:val="005D50C4"/>
    <w:rsid w:val="00633A30"/>
    <w:rsid w:val="006A1EB2"/>
    <w:rsid w:val="006A4A68"/>
    <w:rsid w:val="006F59DA"/>
    <w:rsid w:val="0074158E"/>
    <w:rsid w:val="007446F8"/>
    <w:rsid w:val="007F04FA"/>
    <w:rsid w:val="007F47E0"/>
    <w:rsid w:val="00817BD8"/>
    <w:rsid w:val="0085410A"/>
    <w:rsid w:val="00867E6E"/>
    <w:rsid w:val="008C184E"/>
    <w:rsid w:val="008C5034"/>
    <w:rsid w:val="008D0AF7"/>
    <w:rsid w:val="00923275"/>
    <w:rsid w:val="0094258E"/>
    <w:rsid w:val="009713A7"/>
    <w:rsid w:val="00A141BF"/>
    <w:rsid w:val="00A615D1"/>
    <w:rsid w:val="00A8507C"/>
    <w:rsid w:val="00A9196B"/>
    <w:rsid w:val="00AF2A11"/>
    <w:rsid w:val="00B33F4D"/>
    <w:rsid w:val="00B55AA0"/>
    <w:rsid w:val="00BE7886"/>
    <w:rsid w:val="00C2111F"/>
    <w:rsid w:val="00C350AC"/>
    <w:rsid w:val="00C52B15"/>
    <w:rsid w:val="00CA7B18"/>
    <w:rsid w:val="00CB5204"/>
    <w:rsid w:val="00D631B6"/>
    <w:rsid w:val="00D74313"/>
    <w:rsid w:val="00DF02DC"/>
    <w:rsid w:val="00E24F65"/>
    <w:rsid w:val="00EC5F74"/>
    <w:rsid w:val="00F84191"/>
    <w:rsid w:val="00FF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187D1"/>
  <w15:chartTrackingRefBased/>
  <w15:docId w15:val="{742BCA64-E0E2-4AB5-833E-6AB3A7283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F26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26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26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F263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4F263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4F2632"/>
    <w:rPr>
      <w:color w:val="467886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2632"/>
    <w:rPr>
      <w:color w:val="96607D"/>
      <w:u w:val="single"/>
    </w:rPr>
  </w:style>
  <w:style w:type="paragraph" w:customStyle="1" w:styleId="msonormal0">
    <w:name w:val="msonormal"/>
    <w:basedOn w:val="Normal"/>
    <w:rsid w:val="004F2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font5">
    <w:name w:val="font5"/>
    <w:basedOn w:val="Normal"/>
    <w:rsid w:val="004F2632"/>
    <w:pPr>
      <w:spacing w:before="100" w:beforeAutospacing="1" w:after="100" w:afterAutospacing="1" w:line="240" w:lineRule="auto"/>
    </w:pPr>
    <w:rPr>
      <w:rFonts w:ascii="Aptos Narrow" w:eastAsia="Times New Roman" w:hAnsi="Aptos Narrow" w:cs="Times New Roman"/>
      <w:color w:val="C00000"/>
      <w:lang w:eastAsia="en-AU"/>
    </w:rPr>
  </w:style>
  <w:style w:type="paragraph" w:customStyle="1" w:styleId="font6">
    <w:name w:val="font6"/>
    <w:basedOn w:val="Normal"/>
    <w:rsid w:val="004F2632"/>
    <w:pPr>
      <w:spacing w:before="100" w:beforeAutospacing="1" w:after="100" w:afterAutospacing="1" w:line="240" w:lineRule="auto"/>
    </w:pPr>
    <w:rPr>
      <w:rFonts w:ascii="Aptos Narrow" w:eastAsia="Times New Roman" w:hAnsi="Aptos Narrow" w:cs="Times New Roman"/>
      <w:color w:val="4EA72E"/>
      <w:lang w:eastAsia="en-AU"/>
    </w:rPr>
  </w:style>
  <w:style w:type="paragraph" w:customStyle="1" w:styleId="font7">
    <w:name w:val="font7"/>
    <w:basedOn w:val="Normal"/>
    <w:rsid w:val="004F2632"/>
    <w:pPr>
      <w:spacing w:before="100" w:beforeAutospacing="1" w:after="100" w:afterAutospacing="1" w:line="240" w:lineRule="auto"/>
    </w:pPr>
    <w:rPr>
      <w:rFonts w:ascii="Aptos Narrow" w:eastAsia="Times New Roman" w:hAnsi="Aptos Narrow" w:cs="Times New Roman"/>
      <w:color w:val="74B230"/>
      <w:lang w:eastAsia="en-AU"/>
    </w:rPr>
  </w:style>
  <w:style w:type="paragraph" w:customStyle="1" w:styleId="xl66">
    <w:name w:val="xl66"/>
    <w:basedOn w:val="Normal"/>
    <w:rsid w:val="004F263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l67">
    <w:name w:val="xl67"/>
    <w:basedOn w:val="Normal"/>
    <w:rsid w:val="004F2632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AU"/>
    </w:rPr>
  </w:style>
  <w:style w:type="paragraph" w:customStyle="1" w:styleId="xl68">
    <w:name w:val="xl68"/>
    <w:basedOn w:val="Normal"/>
    <w:rsid w:val="004F2632"/>
    <w:pPr>
      <w:pBdr>
        <w:bottom w:val="single" w:sz="8" w:space="0" w:color="auto"/>
        <w:right w:val="single" w:sz="8" w:space="0" w:color="auto"/>
      </w:pBdr>
      <w:shd w:val="clear" w:color="000000" w:fill="83CCEB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en-AU"/>
    </w:rPr>
  </w:style>
  <w:style w:type="paragraph" w:customStyle="1" w:styleId="xl69">
    <w:name w:val="xl69"/>
    <w:basedOn w:val="Normal"/>
    <w:rsid w:val="004F263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l72">
    <w:name w:val="xl72"/>
    <w:basedOn w:val="Normal"/>
    <w:rsid w:val="004F263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AU"/>
    </w:rPr>
  </w:style>
  <w:style w:type="paragraph" w:customStyle="1" w:styleId="xl73">
    <w:name w:val="xl73"/>
    <w:basedOn w:val="Normal"/>
    <w:rsid w:val="004F263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paragraph" w:customStyle="1" w:styleId="xl74">
    <w:name w:val="xl74"/>
    <w:basedOn w:val="Normal"/>
    <w:rsid w:val="004F263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paragraph" w:customStyle="1" w:styleId="xl75">
    <w:name w:val="xl75"/>
    <w:basedOn w:val="Normal"/>
    <w:rsid w:val="004F2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D93D9"/>
      <w:sz w:val="24"/>
      <w:szCs w:val="24"/>
      <w:lang w:eastAsia="en-AU"/>
    </w:rPr>
  </w:style>
  <w:style w:type="paragraph" w:customStyle="1" w:styleId="xl76">
    <w:name w:val="xl76"/>
    <w:basedOn w:val="Normal"/>
    <w:rsid w:val="004F263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en-AU"/>
    </w:rPr>
  </w:style>
  <w:style w:type="paragraph" w:customStyle="1" w:styleId="xl77">
    <w:name w:val="xl77"/>
    <w:basedOn w:val="Normal"/>
    <w:rsid w:val="004F263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AU"/>
    </w:rPr>
  </w:style>
  <w:style w:type="paragraph" w:customStyle="1" w:styleId="xl78">
    <w:name w:val="xl78"/>
    <w:basedOn w:val="Normal"/>
    <w:rsid w:val="004F263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l79">
    <w:name w:val="xl79"/>
    <w:basedOn w:val="Normal"/>
    <w:rsid w:val="004F2632"/>
    <w:pPr>
      <w:pBdr>
        <w:top w:val="single" w:sz="8" w:space="0" w:color="auto"/>
        <w:left w:val="single" w:sz="8" w:space="0" w:color="auto"/>
      </w:pBdr>
      <w:shd w:val="clear" w:color="000000" w:fill="83CCE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paragraph" w:customStyle="1" w:styleId="xl80">
    <w:name w:val="xl80"/>
    <w:basedOn w:val="Normal"/>
    <w:rsid w:val="004F2632"/>
    <w:pPr>
      <w:pBdr>
        <w:top w:val="single" w:sz="8" w:space="0" w:color="auto"/>
        <w:right w:val="single" w:sz="8" w:space="0" w:color="auto"/>
      </w:pBdr>
      <w:shd w:val="clear" w:color="000000" w:fill="83CCE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paragraph" w:customStyle="1" w:styleId="xl81">
    <w:name w:val="xl81"/>
    <w:basedOn w:val="Normal"/>
    <w:rsid w:val="004F2632"/>
    <w:pPr>
      <w:pBdr>
        <w:left w:val="single" w:sz="8" w:space="0" w:color="auto"/>
        <w:bottom w:val="single" w:sz="8" w:space="0" w:color="auto"/>
      </w:pBdr>
      <w:shd w:val="clear" w:color="000000" w:fill="83CCE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paragraph" w:customStyle="1" w:styleId="xl82">
    <w:name w:val="xl82"/>
    <w:basedOn w:val="Normal"/>
    <w:rsid w:val="004F2632"/>
    <w:pPr>
      <w:pBdr>
        <w:bottom w:val="single" w:sz="8" w:space="0" w:color="auto"/>
        <w:right w:val="single" w:sz="8" w:space="0" w:color="auto"/>
      </w:pBdr>
      <w:shd w:val="clear" w:color="000000" w:fill="83CCE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paragraph" w:customStyle="1" w:styleId="xl83">
    <w:name w:val="xl83"/>
    <w:basedOn w:val="Normal"/>
    <w:rsid w:val="004F2632"/>
    <w:pP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en-AU"/>
    </w:rPr>
  </w:style>
  <w:style w:type="paragraph" w:customStyle="1" w:styleId="xl84">
    <w:name w:val="xl84"/>
    <w:basedOn w:val="Normal"/>
    <w:rsid w:val="004F263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83CCE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en-AU"/>
    </w:rPr>
  </w:style>
  <w:style w:type="paragraph" w:customStyle="1" w:styleId="xl85">
    <w:name w:val="xl85"/>
    <w:basedOn w:val="Normal"/>
    <w:rsid w:val="004F263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3CCE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en-AU"/>
    </w:rPr>
  </w:style>
  <w:style w:type="paragraph" w:customStyle="1" w:styleId="xl86">
    <w:name w:val="xl86"/>
    <w:basedOn w:val="Normal"/>
    <w:rsid w:val="004F263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83CCEB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en-AU"/>
    </w:rPr>
  </w:style>
  <w:style w:type="paragraph" w:customStyle="1" w:styleId="xl87">
    <w:name w:val="xl87"/>
    <w:basedOn w:val="Normal"/>
    <w:rsid w:val="004F263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3CCEB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en-AU"/>
    </w:rPr>
  </w:style>
  <w:style w:type="paragraph" w:customStyle="1" w:styleId="xl88">
    <w:name w:val="xl88"/>
    <w:basedOn w:val="Normal"/>
    <w:rsid w:val="004F263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83CCE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en-AU"/>
    </w:rPr>
  </w:style>
  <w:style w:type="paragraph" w:customStyle="1" w:styleId="xl89">
    <w:name w:val="xl89"/>
    <w:basedOn w:val="Normal"/>
    <w:rsid w:val="004F263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83CCE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en-AU"/>
    </w:rPr>
  </w:style>
  <w:style w:type="paragraph" w:customStyle="1" w:styleId="xl90">
    <w:name w:val="xl90"/>
    <w:basedOn w:val="Normal"/>
    <w:rsid w:val="004F2632"/>
    <w:pPr>
      <w:pBdr>
        <w:top w:val="single" w:sz="8" w:space="0" w:color="auto"/>
      </w:pBdr>
      <w:shd w:val="clear" w:color="000000" w:fill="DAE9F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AU"/>
    </w:rPr>
  </w:style>
  <w:style w:type="paragraph" w:customStyle="1" w:styleId="xl91">
    <w:name w:val="xl91"/>
    <w:basedOn w:val="Normal"/>
    <w:rsid w:val="004F2632"/>
    <w:pPr>
      <w:shd w:val="clear" w:color="000000" w:fill="DAE9F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AU"/>
    </w:rPr>
  </w:style>
  <w:style w:type="paragraph" w:customStyle="1" w:styleId="xl92">
    <w:name w:val="xl92"/>
    <w:basedOn w:val="Normal"/>
    <w:rsid w:val="004F2632"/>
    <w:pPr>
      <w:pBdr>
        <w:top w:val="single" w:sz="8" w:space="0" w:color="auto"/>
        <w:right w:val="single" w:sz="8" w:space="0" w:color="auto"/>
      </w:pBdr>
      <w:shd w:val="clear" w:color="000000" w:fill="83CCEB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en-AU"/>
    </w:rPr>
  </w:style>
  <w:style w:type="paragraph" w:customStyle="1" w:styleId="xl93">
    <w:name w:val="xl93"/>
    <w:basedOn w:val="Normal"/>
    <w:rsid w:val="004F2632"/>
    <w:pP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en-AU"/>
    </w:rPr>
  </w:style>
  <w:style w:type="paragraph" w:customStyle="1" w:styleId="xl94">
    <w:name w:val="xl94"/>
    <w:basedOn w:val="Normal"/>
    <w:rsid w:val="004F2632"/>
    <w:pP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1"/>
      <w:szCs w:val="21"/>
      <w:lang w:eastAsia="en-AU"/>
    </w:rPr>
  </w:style>
  <w:style w:type="paragraph" w:customStyle="1" w:styleId="font8">
    <w:name w:val="font8"/>
    <w:basedOn w:val="Normal"/>
    <w:rsid w:val="00217967"/>
    <w:pPr>
      <w:spacing w:before="100" w:beforeAutospacing="1" w:after="100" w:afterAutospacing="1" w:line="240" w:lineRule="auto"/>
    </w:pPr>
    <w:rPr>
      <w:rFonts w:ascii="Aptos Narrow" w:eastAsia="Times New Roman" w:hAnsi="Aptos Narrow" w:cs="Times New Roman"/>
      <w:color w:val="74B230"/>
      <w:lang w:eastAsia="en-AU"/>
    </w:rPr>
  </w:style>
  <w:style w:type="paragraph" w:customStyle="1" w:styleId="font9">
    <w:name w:val="font9"/>
    <w:basedOn w:val="Normal"/>
    <w:rsid w:val="00217967"/>
    <w:pPr>
      <w:spacing w:before="100" w:beforeAutospacing="1" w:after="100" w:afterAutospacing="1" w:line="240" w:lineRule="auto"/>
    </w:pPr>
    <w:rPr>
      <w:rFonts w:ascii="Aptos Narrow" w:eastAsia="Times New Roman" w:hAnsi="Aptos Narrow" w:cs="Times New Roman"/>
      <w:color w:val="FF0000"/>
      <w:lang w:eastAsia="en-AU"/>
    </w:rPr>
  </w:style>
  <w:style w:type="paragraph" w:customStyle="1" w:styleId="xl70">
    <w:name w:val="xl70"/>
    <w:basedOn w:val="Normal"/>
    <w:rsid w:val="0021796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AU"/>
    </w:rPr>
  </w:style>
  <w:style w:type="paragraph" w:customStyle="1" w:styleId="xl71">
    <w:name w:val="xl71"/>
    <w:basedOn w:val="Normal"/>
    <w:rsid w:val="0021796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paragraph" w:customStyle="1" w:styleId="font10">
    <w:name w:val="font10"/>
    <w:basedOn w:val="Normal"/>
    <w:rsid w:val="00A8507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4B230"/>
      <w:sz w:val="20"/>
      <w:szCs w:val="20"/>
      <w:lang w:eastAsia="en-AU"/>
    </w:rPr>
  </w:style>
  <w:style w:type="paragraph" w:customStyle="1" w:styleId="font11">
    <w:name w:val="font11"/>
    <w:basedOn w:val="Normal"/>
    <w:rsid w:val="00A8507C"/>
    <w:pPr>
      <w:spacing w:before="100" w:beforeAutospacing="1" w:after="100" w:afterAutospacing="1" w:line="240" w:lineRule="auto"/>
    </w:pPr>
    <w:rPr>
      <w:rFonts w:ascii="Aptos Narrow" w:eastAsia="Times New Roman" w:hAnsi="Aptos Narrow" w:cs="Times New Roman"/>
      <w:color w:val="FF0000"/>
      <w:lang w:eastAsia="en-AU"/>
    </w:rPr>
  </w:style>
  <w:style w:type="paragraph" w:customStyle="1" w:styleId="xl95">
    <w:name w:val="xl95"/>
    <w:basedOn w:val="Normal"/>
    <w:rsid w:val="00A8507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83CCE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en-AU"/>
    </w:rPr>
  </w:style>
  <w:style w:type="paragraph" w:customStyle="1" w:styleId="xl96">
    <w:name w:val="xl96"/>
    <w:basedOn w:val="Normal"/>
    <w:rsid w:val="00A8507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83CCE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en-AU"/>
    </w:rPr>
  </w:style>
  <w:style w:type="paragraph" w:customStyle="1" w:styleId="xl97">
    <w:name w:val="xl97"/>
    <w:basedOn w:val="Normal"/>
    <w:rsid w:val="00A8507C"/>
    <w:pPr>
      <w:pBdr>
        <w:top w:val="single" w:sz="8" w:space="0" w:color="auto"/>
      </w:pBdr>
      <w:shd w:val="clear" w:color="000000" w:fill="DAE9F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AU"/>
    </w:rPr>
  </w:style>
  <w:style w:type="paragraph" w:customStyle="1" w:styleId="xl98">
    <w:name w:val="xl98"/>
    <w:basedOn w:val="Normal"/>
    <w:rsid w:val="00A8507C"/>
    <w:pPr>
      <w:shd w:val="clear" w:color="000000" w:fill="DAE9F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AU"/>
    </w:rPr>
  </w:style>
  <w:style w:type="paragraph" w:customStyle="1" w:styleId="xl99">
    <w:name w:val="xl99"/>
    <w:basedOn w:val="Normal"/>
    <w:rsid w:val="00A8507C"/>
    <w:pPr>
      <w:pBdr>
        <w:top w:val="single" w:sz="8" w:space="0" w:color="auto"/>
        <w:right w:val="single" w:sz="8" w:space="0" w:color="auto"/>
      </w:pBdr>
      <w:shd w:val="clear" w:color="000000" w:fill="83CCEB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en-AU"/>
    </w:rPr>
  </w:style>
  <w:style w:type="paragraph" w:styleId="ListBullet">
    <w:name w:val="List Bullet"/>
    <w:basedOn w:val="Normal"/>
    <w:uiPriority w:val="99"/>
    <w:semiHidden/>
    <w:unhideWhenUsed/>
    <w:rsid w:val="00923275"/>
    <w:pPr>
      <w:numPr>
        <w:numId w:val="2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9232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275"/>
  </w:style>
  <w:style w:type="paragraph" w:styleId="Footer">
    <w:name w:val="footer"/>
    <w:basedOn w:val="Normal"/>
    <w:link w:val="FooterChar"/>
    <w:uiPriority w:val="99"/>
    <w:unhideWhenUsed/>
    <w:rsid w:val="009232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2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griffiths\AppData\Local\Temp\Templafy\WordVsto\usgmyqt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4aaa4-d300-4359-bd81-aa9df2e4b565">
      <Value>16</Value>
      <Value>3</Value>
      <Value>2</Value>
      <Value>1</Value>
      <Value>17</Value>
    </TaxCatchAll>
    <CETeam xmlns="30fdcf0f-d743-4a41-abf8-88418c74a9f2" xsi:nil="true"/>
    <lcf76f155ced4ddcb4097134ff3c332f xmlns="30fdcf0f-d743-4a41-abf8-88418c74a9f2">
      <Terms xmlns="http://schemas.microsoft.com/office/infopath/2007/PartnerControls"/>
    </lcf76f155ced4ddcb4097134ff3c332f>
    <CEDivision xmlns="30fdcf0f-d743-4a41-abf8-88418c74a9f2" xsi:nil="true"/>
    <DocumentType xmlns="30fdcf0f-d743-4a41-abf8-88418c74a9f2" xsi:nil="true"/>
    <BriefDescription xmlns="30fdcf0f-d743-4a41-abf8-88418c74a9f2" xsi:nil="true"/>
    <_Flow_SignoffStatus xmlns="30fdcf0f-d743-4a41-abf8-88418c74a9f2" xsi:nil="true"/>
  </documentManagement>
</p:properties>
</file>

<file path=customXml/item2.xml><?xml version="1.0" encoding="utf-8"?>
<TemplafyFormConfiguration><![CDATA[{"formFields":[],"formDataEntries":[]}]]></TemplafyFormConfiguration>
</file>

<file path=customXml/item3.xml><?xml version="1.0" encoding="utf-8"?>
<TemplafyTemplateConfiguration><![CDATA[{"elementsMetadata":[],"transformationConfigurations":[],"templateName":"Blank Document","templateDescription":"","enableDocumentContentUpdater":false,"version":"2.0"}]]></TemplafyTemplateConfiguration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C7A68216F59242A7C4D1343F9B9194" ma:contentTypeVersion="21" ma:contentTypeDescription="Create a new document." ma:contentTypeScope="" ma:versionID="9fb7ffbf49325163a5b7bf1f22ec820c">
  <xsd:schema xmlns:xsd="http://www.w3.org/2001/XMLSchema" xmlns:xs="http://www.w3.org/2001/XMLSchema" xmlns:p="http://schemas.microsoft.com/office/2006/metadata/properties" xmlns:ns2="30fdcf0f-d743-4a41-abf8-88418c74a9f2" xmlns:ns3="c494aaa4-d300-4359-bd81-aa9df2e4b565" targetNamespace="http://schemas.microsoft.com/office/2006/metadata/properties" ma:root="true" ma:fieldsID="3f1c3aaf667b99bff6ea15146b1faca2" ns2:_="" ns3:_="">
    <xsd:import namespace="30fdcf0f-d743-4a41-abf8-88418c74a9f2"/>
    <xsd:import namespace="c494aaa4-d300-4359-bd81-aa9df2e4b5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BriefDescription" minOccurs="0"/>
                <xsd:element ref="ns2:DocumentType" minOccurs="0"/>
                <xsd:element ref="ns2:CETeam" minOccurs="0"/>
                <xsd:element ref="ns2:_Flow_SignoffStatus" minOccurs="0"/>
                <xsd:element ref="ns2:CEDivision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dcf0f-d743-4a41-abf8-88418c74a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e24e156-28e6-48ad-9c0f-4171595c9d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BriefDescription" ma:index="20" nillable="true" ma:displayName="Brief Description" ma:format="Dropdown" ma:internalName="BriefDescription">
      <xsd:simpleType>
        <xsd:restriction base="dms:Note">
          <xsd:maxLength value="255"/>
        </xsd:restriction>
      </xsd:simpleType>
    </xsd:element>
    <xsd:element name="DocumentType" ma:index="21" nillable="true" ma:displayName="Document Type" ma:format="Dropdown" ma:internalName="DocumentType">
      <xsd:simpleType>
        <xsd:restriction base="dms:Choice">
          <xsd:enumeration value="Brief"/>
          <xsd:enumeration value="Strategic Planning"/>
          <xsd:enumeration value="Finance"/>
          <xsd:enumeration value="Deliverable"/>
          <xsd:enumeration value="Agenda"/>
          <xsd:enumeration value="Template"/>
          <xsd:enumeration value="Data and Research"/>
          <xsd:enumeration value="Internal Comms"/>
          <xsd:enumeration value="Process"/>
        </xsd:restriction>
      </xsd:simpleType>
    </xsd:element>
    <xsd:element name="CETeam" ma:index="22" nillable="true" ma:displayName="C&amp;E Team" ma:format="Dropdown" ma:internalName="CETeam">
      <xsd:simpleType>
        <xsd:restriction base="dms:Choice">
          <xsd:enumeration value="Creative Services"/>
          <xsd:enumeration value="Social"/>
          <xsd:enumeration value="Digital"/>
          <xsd:enumeration value="Brand"/>
          <xsd:enumeration value="Campaigns &amp; Advertising"/>
          <xsd:enumeration value="Content Strategy"/>
          <xsd:enumeration value="Strat Comms - PH &amp; EM"/>
          <xsd:enumeration value="Strat Comms - H&amp;A, AC"/>
          <xsd:enumeration value="Strat Comms - CCC"/>
          <xsd:enumeration value="Strat Comms - MHW"/>
          <xsd:enumeration value="Stakeholder &amp; Consumer Engagement"/>
          <xsd:enumeration value="Directorate"/>
          <xsd:enumeration value="Media"/>
          <xsd:enumeration value="External"/>
        </xsd:restriction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CEDivision" ma:index="24" nillable="true" ma:displayName="C&amp;E Division" ma:format="Dropdown" ma:internalName="CEDivision">
      <xsd:simpleType>
        <xsd:restriction base="dms:Choice">
          <xsd:enumeration value="Aboriginal Health"/>
          <xsd:enumeration value="CSI"/>
          <xsd:enumeration value="Corporate Services"/>
          <xsd:enumeration value="Health, Ambulance &amp; Aged Care"/>
          <xsd:enumeration value="Mental Health &amp; Wellbeing"/>
          <xsd:enumeration value="Public Health"/>
          <xsd:enumeration value="Regulatory, Risk, Integrity and Legal"/>
          <xsd:enumeration value="Medical Research"/>
          <xsd:enumeration value="Reform and Planning"/>
          <xsd:enumeration value="Agencies"/>
        </xsd:restriction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4aaa4-d300-4359-bd81-aa9df2e4b56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63c53a74-6b75-4e41-b8ef-9fd3fa46b57a}" ma:internalName="TaxCatchAll" ma:showField="CatchAllData" ma:web="c494aaa4-d300-4359-bd81-aa9df2e4b5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C9A72B-D009-405E-A440-B28C51F7EA08}">
  <ds:schemaRefs>
    <ds:schemaRef ds:uri="http://schemas.microsoft.com/office/2006/metadata/properties"/>
    <ds:schemaRef ds:uri="c494aaa4-d300-4359-bd81-aa9df2e4b565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30fdcf0f-d743-4a41-abf8-88418c74a9f2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96CA0D2-5CDA-46FD-BA0C-487ECF9B8147}">
  <ds:schemaRefs/>
</ds:datastoreItem>
</file>

<file path=customXml/itemProps3.xml><?xml version="1.0" encoding="utf-8"?>
<ds:datastoreItem xmlns:ds="http://schemas.openxmlformats.org/officeDocument/2006/customXml" ds:itemID="{A300AE3E-DC02-4BF1-98D8-AF3EF69ED4EC}">
  <ds:schemaRefs/>
</ds:datastoreItem>
</file>

<file path=customXml/itemProps4.xml><?xml version="1.0" encoding="utf-8"?>
<ds:datastoreItem xmlns:ds="http://schemas.openxmlformats.org/officeDocument/2006/customXml" ds:itemID="{ED01A9DF-1462-4EAD-9064-9007F870B9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dcf0f-d743-4a41-abf8-88418c74a9f2"/>
    <ds:schemaRef ds:uri="c494aaa4-d300-4359-bd81-aa9df2e4b5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6DF5E0B-F3CC-4AED-82DC-5BE3C10C82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usgmyqta.dotx</Template>
  <TotalTime>147</TotalTime>
  <Pages>41</Pages>
  <Words>9798</Words>
  <Characters>55849</Characters>
  <Application>Microsoft Office Word</Application>
  <DocSecurity>0</DocSecurity>
  <Lines>465</Lines>
  <Paragraphs>131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Inquiry into Women's Pain data table – Women and Girls Survey</vt:lpstr>
    </vt:vector>
  </TitlesOfParts>
  <Company/>
  <LinksUpToDate>false</LinksUpToDate>
  <CharactersWithSpaces>65516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Inquiry into Women's Pain data table – Women and Girls Survey</dc:title>
  <dc:subject/>
  <dc:creator>pph.communications@health.vic.gov.au</dc:creator>
  <cp:keywords/>
  <dc:description/>
  <cp:lastModifiedBy>Emily Hirst (Health)</cp:lastModifiedBy>
  <cp:revision>46</cp:revision>
  <dcterms:created xsi:type="dcterms:W3CDTF">2025-07-02T02:03:00Z</dcterms:created>
  <dcterms:modified xsi:type="dcterms:W3CDTF">2025-11-06T02:29:00Z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fyTenantId">
    <vt:lpwstr>urbis</vt:lpwstr>
  </property>
  <property fmtid="{D5CDD505-2E9C-101B-9397-08002B2CF9AE}" pid="3" name="TemplafyTemplateId">
    <vt:lpwstr>1183087723704483908</vt:lpwstr>
  </property>
  <property fmtid="{D5CDD505-2E9C-101B-9397-08002B2CF9AE}" pid="4" name="TemplafyUserProfileId">
    <vt:lpwstr>637837635479641195</vt:lpwstr>
  </property>
  <property fmtid="{D5CDD505-2E9C-101B-9397-08002B2CF9AE}" pid="5" name="TemplafyLanguageCode">
    <vt:lpwstr>en-AU</vt:lpwstr>
  </property>
  <property fmtid="{D5CDD505-2E9C-101B-9397-08002B2CF9AE}" pid="6" name="TemplafyFromBlank">
    <vt:bool>true</vt:bool>
  </property>
  <property fmtid="{D5CDD505-2E9C-101B-9397-08002B2CF9AE}" pid="7" name="ContentTypeId">
    <vt:lpwstr>0x0101001AC7A68216F59242A7C4D1343F9B9194</vt:lpwstr>
  </property>
  <property fmtid="{D5CDD505-2E9C-101B-9397-08002B2CF9AE}" pid="8" name="DOC_DocumentType">
    <vt:lpwstr>17;#01_Issued|fa4ebb1b-3b7d-4a0b-97a5-12925b91294f</vt:lpwstr>
  </property>
  <property fmtid="{D5CDD505-2E9C-101B-9397-08002B2CF9AE}" pid="9" name="DOC_Location">
    <vt:lpwstr>1;#Melbourne|74ff8b3e-4a6a-4522-8d91-f4debb3555c3</vt:lpwstr>
  </property>
  <property fmtid="{D5CDD505-2E9C-101B-9397-08002B2CF9AE}" pid="10" name="DOC_ServiceLine">
    <vt:lpwstr>16;#Research|61c6e9c8-92a8-4485-9b04-2551520f2427</vt:lpwstr>
  </property>
  <property fmtid="{D5CDD505-2E9C-101B-9397-08002B2CF9AE}" pid="11" name="DOC_BusinessUnit">
    <vt:lpwstr>2;#FSI|5d87b25a-585a-47d3-8324-7c2c201a0d35</vt:lpwstr>
  </property>
  <property fmtid="{D5CDD505-2E9C-101B-9397-08002B2CF9AE}" pid="12" name="DOC_MarketSegment">
    <vt:lpwstr>3;#Social Services / Policy Development|b6844d14-ff08-4108-ac46-99d6ebc73c87</vt:lpwstr>
  </property>
  <property fmtid="{D5CDD505-2E9C-101B-9397-08002B2CF9AE}" pid="13" name="ClassificationContentMarkingFooterShapeIds">
    <vt:lpwstr>2f2f30bc,210cd8d6,775efaa2</vt:lpwstr>
  </property>
  <property fmtid="{D5CDD505-2E9C-101B-9397-08002B2CF9AE}" pid="14" name="ClassificationContentMarkingFooterFontProps">
    <vt:lpwstr>#000000,10,Arial Black</vt:lpwstr>
  </property>
  <property fmtid="{D5CDD505-2E9C-101B-9397-08002B2CF9AE}" pid="15" name="ClassificationContentMarkingFooterText">
    <vt:lpwstr>OFFICIAL</vt:lpwstr>
  </property>
  <property fmtid="{D5CDD505-2E9C-101B-9397-08002B2CF9AE}" pid="16" name="MSIP_Label_43e64453-338c-4f93-8a4d-0039a0a41f2a_Enabled">
    <vt:lpwstr>true</vt:lpwstr>
  </property>
  <property fmtid="{D5CDD505-2E9C-101B-9397-08002B2CF9AE}" pid="17" name="MSIP_Label_43e64453-338c-4f93-8a4d-0039a0a41f2a_SetDate">
    <vt:lpwstr>2025-11-06T02:28:47Z</vt:lpwstr>
  </property>
  <property fmtid="{D5CDD505-2E9C-101B-9397-08002B2CF9AE}" pid="18" name="MSIP_Label_43e64453-338c-4f93-8a4d-0039a0a41f2a_Method">
    <vt:lpwstr>Privileged</vt:lpwstr>
  </property>
  <property fmtid="{D5CDD505-2E9C-101B-9397-08002B2CF9AE}" pid="19" name="MSIP_Label_43e64453-338c-4f93-8a4d-0039a0a41f2a_Name">
    <vt:lpwstr>43e64453-338c-4f93-8a4d-0039a0a41f2a</vt:lpwstr>
  </property>
  <property fmtid="{D5CDD505-2E9C-101B-9397-08002B2CF9AE}" pid="20" name="MSIP_Label_43e64453-338c-4f93-8a4d-0039a0a41f2a_SiteId">
    <vt:lpwstr>c0e0601f-0fac-449c-9c88-a104c4eb9f28</vt:lpwstr>
  </property>
  <property fmtid="{D5CDD505-2E9C-101B-9397-08002B2CF9AE}" pid="21" name="MSIP_Label_43e64453-338c-4f93-8a4d-0039a0a41f2a_ActionId">
    <vt:lpwstr>e75d5724-164f-4718-9d0c-c50dc2da6765</vt:lpwstr>
  </property>
  <property fmtid="{D5CDD505-2E9C-101B-9397-08002B2CF9AE}" pid="22" name="MSIP_Label_43e64453-338c-4f93-8a4d-0039a0a41f2a_ContentBits">
    <vt:lpwstr>2</vt:lpwstr>
  </property>
  <property fmtid="{D5CDD505-2E9C-101B-9397-08002B2CF9AE}" pid="23" name="MSIP_Label_43e64453-338c-4f93-8a4d-0039a0a41f2a_Tag">
    <vt:lpwstr>10, 0, 1, 1</vt:lpwstr>
  </property>
</Properties>
</file>